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419552E8" w:rsidR="00AE322E" w:rsidRPr="00AE322E" w:rsidRDefault="00AB52FC" w:rsidP="00AE322E">
      <w:r>
        <w:rPr>
          <w:lang w:val="en-US"/>
        </w:rPr>
        <w:t>2</w:t>
      </w:r>
      <w:r w:rsidR="003D48BC">
        <w:rPr>
          <w:lang w:val="en-US"/>
        </w:rPr>
        <w:t>9</w:t>
      </w:r>
      <w:r w:rsidR="00AE322E">
        <w:t>.</w:t>
      </w:r>
      <w:r w:rsidR="00CA78BF">
        <w:t>01</w:t>
      </w:r>
      <w:r w:rsidR="00AE322E">
        <w:t>.</w:t>
      </w:r>
      <w:r w:rsidR="00AE322E" w:rsidRPr="008E45F6">
        <w:t>202</w:t>
      </w:r>
      <w:r w:rsidR="00CA78BF"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3D48BC">
        <w:rPr>
          <w:lang w:val="en-US"/>
        </w:rPr>
        <w:t>4</w:t>
      </w:r>
      <w:r w:rsidR="00C52FA7">
        <w:t>2</w:t>
      </w:r>
      <w:r w:rsidR="00AE322E">
        <w:t>/04</w:t>
      </w:r>
    </w:p>
    <w:p w14:paraId="72D2808C" w14:textId="189A55FE" w:rsidR="00CD6EFA" w:rsidRPr="00E47F01" w:rsidRDefault="00A9632A" w:rsidP="008659D0">
      <w:pPr>
        <w:spacing w:line="360" w:lineRule="auto"/>
        <w:ind w:left="5670"/>
        <w:rPr>
          <w:b/>
        </w:rPr>
      </w:pPr>
      <w:r>
        <w:rPr>
          <w:b/>
        </w:rPr>
        <w:t>Катерині</w:t>
      </w: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2E8EDAE6" w:rsidR="00CD6EFA" w:rsidRDefault="002F1B56" w:rsidP="00A514E7">
      <w:pPr>
        <w:jc w:val="center"/>
        <w:rPr>
          <w:b/>
        </w:rPr>
      </w:pPr>
      <w:r>
        <w:rPr>
          <w:b/>
        </w:rPr>
        <w:t>Шановн</w:t>
      </w:r>
      <w:r w:rsidR="00A9632A">
        <w:rPr>
          <w:b/>
        </w:rPr>
        <w:t>а</w:t>
      </w:r>
      <w:r w:rsidR="00082FE9">
        <w:rPr>
          <w:b/>
        </w:rPr>
        <w:t xml:space="preserve"> пан</w:t>
      </w:r>
      <w:r w:rsidR="00A9632A">
        <w:rPr>
          <w:b/>
        </w:rPr>
        <w:t>і</w:t>
      </w:r>
      <w:r w:rsidR="00263243">
        <w:rPr>
          <w:b/>
        </w:rPr>
        <w:t xml:space="preserve"> </w:t>
      </w:r>
      <w:r w:rsidR="00A9632A">
        <w:rPr>
          <w:b/>
        </w:rPr>
        <w:t>Катерино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318016AD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D047AE">
        <w:t>1</w:t>
      </w:r>
      <w:r w:rsidR="00C52FA7">
        <w:t>9</w:t>
      </w:r>
      <w:r>
        <w:t>.</w:t>
      </w:r>
      <w:r w:rsidR="00A10F56">
        <w:t>01</w:t>
      </w:r>
      <w:r>
        <w:t>.20</w:t>
      </w:r>
      <w:r w:rsidR="005D01A2">
        <w:t>2</w:t>
      </w:r>
      <w:r w:rsidR="00A10F56">
        <w:t>1</w:t>
      </w:r>
      <w:r>
        <w:t xml:space="preserve"> р. надає інформацію про те, що </w:t>
      </w:r>
      <w:r w:rsidR="002A2CA8">
        <w:t>на 202</w:t>
      </w:r>
      <w:r w:rsidR="00852946">
        <w:t>1</w:t>
      </w:r>
      <w:r w:rsidR="002A2CA8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864AE" w:rsidRDefault="00E05761" w:rsidP="00E05761">
      <w:pPr>
        <w:ind w:firstLine="567"/>
        <w:jc w:val="both"/>
        <w:rPr>
          <w:lang w:val="ru-UA"/>
        </w:rPr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659D0" w:rsidRDefault="00E41675" w:rsidP="00E05761">
      <w:pPr>
        <w:ind w:firstLine="567"/>
        <w:jc w:val="both"/>
        <w:rPr>
          <w:b/>
          <w:lang w:val="ru-RU"/>
        </w:rPr>
      </w:pPr>
    </w:p>
    <w:sectPr w:rsidR="00E41675" w:rsidRPr="008659D0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2E19"/>
    <w:rsid w:val="000E720D"/>
    <w:rsid w:val="000F604C"/>
    <w:rsid w:val="0010059F"/>
    <w:rsid w:val="00105A68"/>
    <w:rsid w:val="00110A6D"/>
    <w:rsid w:val="00111D5A"/>
    <w:rsid w:val="0011281C"/>
    <w:rsid w:val="00112B78"/>
    <w:rsid w:val="00117042"/>
    <w:rsid w:val="0011766B"/>
    <w:rsid w:val="00120BFD"/>
    <w:rsid w:val="001306E8"/>
    <w:rsid w:val="00151FA0"/>
    <w:rsid w:val="00161A9F"/>
    <w:rsid w:val="00170F22"/>
    <w:rsid w:val="00175B55"/>
    <w:rsid w:val="00177D81"/>
    <w:rsid w:val="00180346"/>
    <w:rsid w:val="001864AE"/>
    <w:rsid w:val="00192978"/>
    <w:rsid w:val="001A15B4"/>
    <w:rsid w:val="001A4180"/>
    <w:rsid w:val="001A4CF0"/>
    <w:rsid w:val="001A51C7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07C99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B4D9B"/>
    <w:rsid w:val="002C2E43"/>
    <w:rsid w:val="002C72EE"/>
    <w:rsid w:val="002C7C5C"/>
    <w:rsid w:val="002D0305"/>
    <w:rsid w:val="002D4230"/>
    <w:rsid w:val="002D720E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A2588"/>
    <w:rsid w:val="003B1C17"/>
    <w:rsid w:val="003B2561"/>
    <w:rsid w:val="003B35D3"/>
    <w:rsid w:val="003C3F5A"/>
    <w:rsid w:val="003C7AEB"/>
    <w:rsid w:val="003D1980"/>
    <w:rsid w:val="003D48BC"/>
    <w:rsid w:val="003E398F"/>
    <w:rsid w:val="003E3FA4"/>
    <w:rsid w:val="003E73F5"/>
    <w:rsid w:val="003F706A"/>
    <w:rsid w:val="00401DE9"/>
    <w:rsid w:val="00404825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1FA8"/>
    <w:rsid w:val="004622DA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1768"/>
    <w:rsid w:val="006135DE"/>
    <w:rsid w:val="006201E3"/>
    <w:rsid w:val="00626990"/>
    <w:rsid w:val="0063272C"/>
    <w:rsid w:val="0063314C"/>
    <w:rsid w:val="0065033A"/>
    <w:rsid w:val="00651195"/>
    <w:rsid w:val="00651EA9"/>
    <w:rsid w:val="00663480"/>
    <w:rsid w:val="0066439C"/>
    <w:rsid w:val="006652FD"/>
    <w:rsid w:val="0067095D"/>
    <w:rsid w:val="00675456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0028"/>
    <w:rsid w:val="006D460F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26DC9"/>
    <w:rsid w:val="00730B03"/>
    <w:rsid w:val="0073108A"/>
    <w:rsid w:val="00734F0C"/>
    <w:rsid w:val="00740A76"/>
    <w:rsid w:val="00742EF4"/>
    <w:rsid w:val="00744DAD"/>
    <w:rsid w:val="00747E80"/>
    <w:rsid w:val="00763B1D"/>
    <w:rsid w:val="0076485B"/>
    <w:rsid w:val="00773E4F"/>
    <w:rsid w:val="00773F7D"/>
    <w:rsid w:val="007764B5"/>
    <w:rsid w:val="00777943"/>
    <w:rsid w:val="00786278"/>
    <w:rsid w:val="007B0220"/>
    <w:rsid w:val="007B2502"/>
    <w:rsid w:val="007B66AB"/>
    <w:rsid w:val="007C2723"/>
    <w:rsid w:val="007C51B4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370E"/>
    <w:rsid w:val="00814BB4"/>
    <w:rsid w:val="00817320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59D0"/>
    <w:rsid w:val="00866E2D"/>
    <w:rsid w:val="00871961"/>
    <w:rsid w:val="00875A04"/>
    <w:rsid w:val="00876858"/>
    <w:rsid w:val="00885ED2"/>
    <w:rsid w:val="008962FF"/>
    <w:rsid w:val="008A0818"/>
    <w:rsid w:val="008A5BF6"/>
    <w:rsid w:val="008B3194"/>
    <w:rsid w:val="008C0FC6"/>
    <w:rsid w:val="008C26A2"/>
    <w:rsid w:val="008C3BA3"/>
    <w:rsid w:val="008C5C2F"/>
    <w:rsid w:val="008D08B2"/>
    <w:rsid w:val="008D2732"/>
    <w:rsid w:val="008D56B4"/>
    <w:rsid w:val="008D636C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259B3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E6305"/>
    <w:rsid w:val="009F2E23"/>
    <w:rsid w:val="009F5D23"/>
    <w:rsid w:val="00A02A8F"/>
    <w:rsid w:val="00A036A2"/>
    <w:rsid w:val="00A100F1"/>
    <w:rsid w:val="00A10F56"/>
    <w:rsid w:val="00A15FDC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9632A"/>
    <w:rsid w:val="00AA4E13"/>
    <w:rsid w:val="00AB0257"/>
    <w:rsid w:val="00AB056F"/>
    <w:rsid w:val="00AB25FB"/>
    <w:rsid w:val="00AB52FC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21C"/>
    <w:rsid w:val="00B0375B"/>
    <w:rsid w:val="00B03E15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964"/>
    <w:rsid w:val="00C06EBC"/>
    <w:rsid w:val="00C07060"/>
    <w:rsid w:val="00C07CF4"/>
    <w:rsid w:val="00C23F7A"/>
    <w:rsid w:val="00C2592D"/>
    <w:rsid w:val="00C27862"/>
    <w:rsid w:val="00C31D5C"/>
    <w:rsid w:val="00C40391"/>
    <w:rsid w:val="00C45B4A"/>
    <w:rsid w:val="00C52FA7"/>
    <w:rsid w:val="00C536D2"/>
    <w:rsid w:val="00C61DAB"/>
    <w:rsid w:val="00C67678"/>
    <w:rsid w:val="00C6782C"/>
    <w:rsid w:val="00C70FC3"/>
    <w:rsid w:val="00C72DE6"/>
    <w:rsid w:val="00C74B99"/>
    <w:rsid w:val="00C77891"/>
    <w:rsid w:val="00C81AA5"/>
    <w:rsid w:val="00C840B6"/>
    <w:rsid w:val="00C87AAE"/>
    <w:rsid w:val="00C91776"/>
    <w:rsid w:val="00C91DC5"/>
    <w:rsid w:val="00C94C20"/>
    <w:rsid w:val="00C96C41"/>
    <w:rsid w:val="00CA34F5"/>
    <w:rsid w:val="00CA4338"/>
    <w:rsid w:val="00CA78BF"/>
    <w:rsid w:val="00CB25E3"/>
    <w:rsid w:val="00CC37FC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047AE"/>
    <w:rsid w:val="00D1347A"/>
    <w:rsid w:val="00D1347E"/>
    <w:rsid w:val="00D24C33"/>
    <w:rsid w:val="00D31452"/>
    <w:rsid w:val="00D3154C"/>
    <w:rsid w:val="00D33150"/>
    <w:rsid w:val="00D517A9"/>
    <w:rsid w:val="00D552BB"/>
    <w:rsid w:val="00D60C2E"/>
    <w:rsid w:val="00D71748"/>
    <w:rsid w:val="00D80C82"/>
    <w:rsid w:val="00D93B0D"/>
    <w:rsid w:val="00D94AEF"/>
    <w:rsid w:val="00D974EB"/>
    <w:rsid w:val="00DA0C84"/>
    <w:rsid w:val="00DA789C"/>
    <w:rsid w:val="00DC7EB8"/>
    <w:rsid w:val="00DE09B1"/>
    <w:rsid w:val="00DE35CB"/>
    <w:rsid w:val="00DF06E6"/>
    <w:rsid w:val="00DF0F5C"/>
    <w:rsid w:val="00DF5CDD"/>
    <w:rsid w:val="00DF6E96"/>
    <w:rsid w:val="00DF7781"/>
    <w:rsid w:val="00E03C5E"/>
    <w:rsid w:val="00E05761"/>
    <w:rsid w:val="00E135F0"/>
    <w:rsid w:val="00E15A2A"/>
    <w:rsid w:val="00E24244"/>
    <w:rsid w:val="00E34C5E"/>
    <w:rsid w:val="00E41675"/>
    <w:rsid w:val="00E428F9"/>
    <w:rsid w:val="00E4295A"/>
    <w:rsid w:val="00E42B4E"/>
    <w:rsid w:val="00E437DD"/>
    <w:rsid w:val="00E47F01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367FA"/>
    <w:rsid w:val="00F413DE"/>
    <w:rsid w:val="00F42B0B"/>
    <w:rsid w:val="00F44DD8"/>
    <w:rsid w:val="00F52EDF"/>
    <w:rsid w:val="00F530A3"/>
    <w:rsid w:val="00F635F8"/>
    <w:rsid w:val="00F67AC2"/>
    <w:rsid w:val="00F70B0C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2021-01-29T10:42:00Z</cp:lastPrinted>
  <dcterms:created xsi:type="dcterms:W3CDTF">2021-01-29T10:43:00Z</dcterms:created>
  <dcterms:modified xsi:type="dcterms:W3CDTF">2021-01-29T10:44:00Z</dcterms:modified>
</cp:coreProperties>
</file>