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05D7" w14:textId="77777777" w:rsidR="00DF7781" w:rsidRPr="00DF7781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Theme="minorHAns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781">
        <w:rPr>
          <w:noProof/>
          <w:color w:val="244061"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DF7781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DF7781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DF7781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DF7781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DF7781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DF7781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val="ru-RU"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02125, м.Київ-125, проспект Алішера Навої,3, телефон </w:t>
      </w:r>
      <w:r w:rsidRPr="00DF7781">
        <w:rPr>
          <w:rFonts w:eastAsia="Times New Roman"/>
          <w:i/>
          <w:iCs/>
          <w:color w:val="244061"/>
          <w:sz w:val="20"/>
          <w:szCs w:val="20"/>
          <w:lang w:val="ru-RU" w:eastAsia="ru-RU"/>
        </w:rPr>
        <w:t>201-37-02</w:t>
      </w:r>
    </w:p>
    <w:p w14:paraId="6B148E36" w14:textId="77777777" w:rsidR="00DF7781" w:rsidRPr="00DF7781" w:rsidRDefault="00DF7781" w:rsidP="00DF7781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</w:t>
      </w:r>
      <w:r w:rsidRPr="00DF7781">
        <w:rPr>
          <w:rFonts w:eastAsia="Times New Roman"/>
          <w:i/>
          <w:iCs/>
          <w:color w:val="244061"/>
          <w:sz w:val="20"/>
          <w:szCs w:val="20"/>
          <w:lang w:val="en-US" w:eastAsia="ru-RU"/>
        </w:rPr>
        <w:t>Email</w:t>
      </w: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: </w:t>
      </w:r>
      <w:hyperlink r:id="rId6" w:history="1"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kmdkl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2.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kiev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@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gmail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com</w:t>
        </w:r>
      </w:hyperlink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DF7781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DF7781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0CFDF7F8" w:rsidR="00AE322E" w:rsidRPr="00AE322E" w:rsidRDefault="00CA78BF" w:rsidP="00AE322E">
      <w:r>
        <w:t>11</w:t>
      </w:r>
      <w:r w:rsidR="00AE322E">
        <w:t>.</w:t>
      </w:r>
      <w:r>
        <w:t>01</w:t>
      </w:r>
      <w:r w:rsidR="00AE322E">
        <w:t>.</w:t>
      </w:r>
      <w:r w:rsidR="00AE322E" w:rsidRPr="008E45F6">
        <w:t>202</w:t>
      </w:r>
      <w:r>
        <w:t>1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>
        <w:t>05</w:t>
      </w:r>
      <w:r w:rsidR="00AE322E">
        <w:t>/04</w:t>
      </w:r>
    </w:p>
    <w:p w14:paraId="72D2808C" w14:textId="019BE007" w:rsidR="00CD6EFA" w:rsidRDefault="009355D3" w:rsidP="00AF1C19">
      <w:pPr>
        <w:ind w:left="5670"/>
        <w:rPr>
          <w:b/>
        </w:rPr>
      </w:pPr>
      <w:r>
        <w:rPr>
          <w:b/>
        </w:rPr>
        <w:t>Олександру</w:t>
      </w: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3662FB54" w:rsidR="00CD6EFA" w:rsidRDefault="002F1B56" w:rsidP="00B963D7">
      <w:pPr>
        <w:jc w:val="center"/>
        <w:rPr>
          <w:b/>
        </w:rPr>
      </w:pPr>
      <w:r>
        <w:rPr>
          <w:b/>
        </w:rPr>
        <w:t>Шановн</w:t>
      </w:r>
      <w:r w:rsidR="007F190F">
        <w:rPr>
          <w:b/>
        </w:rPr>
        <w:t>ий</w:t>
      </w:r>
      <w:r w:rsidR="00082FE9">
        <w:rPr>
          <w:b/>
        </w:rPr>
        <w:t xml:space="preserve"> пан</w:t>
      </w:r>
      <w:r w:rsidR="007F190F">
        <w:rPr>
          <w:b/>
        </w:rPr>
        <w:t>е</w:t>
      </w:r>
      <w:r w:rsidR="00263243">
        <w:rPr>
          <w:b/>
        </w:rPr>
        <w:t xml:space="preserve"> </w:t>
      </w:r>
      <w:r w:rsidR="009355D3">
        <w:rPr>
          <w:b/>
        </w:rPr>
        <w:t>Олександре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7D88CEB7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876858">
        <w:t>10</w:t>
      </w:r>
      <w:r>
        <w:t>.</w:t>
      </w:r>
      <w:r w:rsidR="00253E29">
        <w:t>1</w:t>
      </w:r>
      <w:r w:rsidR="00502F08">
        <w:t>2</w:t>
      </w:r>
      <w:r>
        <w:t>.20</w:t>
      </w:r>
      <w:r w:rsidR="005D01A2">
        <w:t>20</w:t>
      </w:r>
      <w:r>
        <w:t xml:space="preserve"> р. надає інформацію про те, що </w:t>
      </w:r>
      <w:r w:rsidR="002A2CA8">
        <w:t>на 202</w:t>
      </w:r>
      <w:r w:rsidR="00852946">
        <w:t>1</w:t>
      </w:r>
      <w:r w:rsidR="002A2CA8">
        <w:t xml:space="preserve">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1864AE" w:rsidRDefault="00E05761" w:rsidP="00E05761">
      <w:pPr>
        <w:ind w:firstLine="567"/>
        <w:jc w:val="both"/>
        <w:rPr>
          <w:lang w:val="ru-UA"/>
        </w:rPr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B1EBA8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8A0818">
        <w:rPr>
          <w:b/>
        </w:rPr>
        <w:t>Л</w:t>
      </w:r>
      <w:r w:rsidR="00C77891">
        <w:rPr>
          <w:b/>
        </w:rPr>
        <w:t>ариса</w:t>
      </w:r>
      <w:r w:rsidR="008A0818">
        <w:rPr>
          <w:b/>
        </w:rPr>
        <w:t xml:space="preserve"> </w:t>
      </w:r>
      <w:r w:rsidR="00C77891">
        <w:rPr>
          <w:b/>
        </w:rPr>
        <w:t>ВОРОНЮК</w:t>
      </w:r>
    </w:p>
    <w:p w14:paraId="7FE6B674" w14:textId="77777777" w:rsidR="00E41675" w:rsidRPr="00875A04" w:rsidRDefault="00E41675" w:rsidP="00E05761">
      <w:pPr>
        <w:ind w:firstLine="567"/>
        <w:jc w:val="both"/>
        <w:rPr>
          <w:b/>
          <w:lang w:val="en-US"/>
        </w:rPr>
      </w:pPr>
    </w:p>
    <w:sectPr w:rsidR="00E41675" w:rsidRPr="00875A04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2E19"/>
    <w:rsid w:val="000E720D"/>
    <w:rsid w:val="000F604C"/>
    <w:rsid w:val="0010059F"/>
    <w:rsid w:val="00105A68"/>
    <w:rsid w:val="00110A6D"/>
    <w:rsid w:val="00111D5A"/>
    <w:rsid w:val="0011281C"/>
    <w:rsid w:val="00112B78"/>
    <w:rsid w:val="00117042"/>
    <w:rsid w:val="0011766B"/>
    <w:rsid w:val="00120BFD"/>
    <w:rsid w:val="001306E8"/>
    <w:rsid w:val="00151FA0"/>
    <w:rsid w:val="00161A9F"/>
    <w:rsid w:val="00170F22"/>
    <w:rsid w:val="00175B55"/>
    <w:rsid w:val="00180346"/>
    <w:rsid w:val="001864AE"/>
    <w:rsid w:val="00192978"/>
    <w:rsid w:val="001A15B4"/>
    <w:rsid w:val="001A4180"/>
    <w:rsid w:val="001A4CF0"/>
    <w:rsid w:val="001A7574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15D4C"/>
    <w:rsid w:val="00215E84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C2E43"/>
    <w:rsid w:val="002C72EE"/>
    <w:rsid w:val="002C7C5C"/>
    <w:rsid w:val="002D4230"/>
    <w:rsid w:val="002E0A8B"/>
    <w:rsid w:val="002E0BC1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4152"/>
    <w:rsid w:val="00374F83"/>
    <w:rsid w:val="00380779"/>
    <w:rsid w:val="00380921"/>
    <w:rsid w:val="003809D8"/>
    <w:rsid w:val="00384983"/>
    <w:rsid w:val="00385842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B1C17"/>
    <w:rsid w:val="003B2561"/>
    <w:rsid w:val="003B35D3"/>
    <w:rsid w:val="003C3F5A"/>
    <w:rsid w:val="003C7AEB"/>
    <w:rsid w:val="003D1980"/>
    <w:rsid w:val="003E398F"/>
    <w:rsid w:val="003E3FA4"/>
    <w:rsid w:val="003E73F5"/>
    <w:rsid w:val="003F706A"/>
    <w:rsid w:val="00401DE9"/>
    <w:rsid w:val="00404825"/>
    <w:rsid w:val="004134A7"/>
    <w:rsid w:val="00415EC5"/>
    <w:rsid w:val="00420866"/>
    <w:rsid w:val="00421701"/>
    <w:rsid w:val="004247B6"/>
    <w:rsid w:val="004320FB"/>
    <w:rsid w:val="004347B3"/>
    <w:rsid w:val="00434D85"/>
    <w:rsid w:val="00435F75"/>
    <w:rsid w:val="00437235"/>
    <w:rsid w:val="004540F6"/>
    <w:rsid w:val="00454230"/>
    <w:rsid w:val="00461FA8"/>
    <w:rsid w:val="004673B8"/>
    <w:rsid w:val="00467D9B"/>
    <w:rsid w:val="00474D9A"/>
    <w:rsid w:val="004808E0"/>
    <w:rsid w:val="004835CF"/>
    <w:rsid w:val="00486B3D"/>
    <w:rsid w:val="004A5CEF"/>
    <w:rsid w:val="004C1BBB"/>
    <w:rsid w:val="004C2C8E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123BC"/>
    <w:rsid w:val="005125B4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A004D"/>
    <w:rsid w:val="005B158E"/>
    <w:rsid w:val="005B5160"/>
    <w:rsid w:val="005C479D"/>
    <w:rsid w:val="005D01A2"/>
    <w:rsid w:val="005E148A"/>
    <w:rsid w:val="005E1667"/>
    <w:rsid w:val="00605CDA"/>
    <w:rsid w:val="0060765C"/>
    <w:rsid w:val="006135DE"/>
    <w:rsid w:val="006201E3"/>
    <w:rsid w:val="0063272C"/>
    <w:rsid w:val="0063314C"/>
    <w:rsid w:val="0065033A"/>
    <w:rsid w:val="00651195"/>
    <w:rsid w:val="00651EA9"/>
    <w:rsid w:val="00663480"/>
    <w:rsid w:val="0066439C"/>
    <w:rsid w:val="006652FD"/>
    <w:rsid w:val="0067095D"/>
    <w:rsid w:val="00677AD4"/>
    <w:rsid w:val="00686266"/>
    <w:rsid w:val="00696CF9"/>
    <w:rsid w:val="00697786"/>
    <w:rsid w:val="006A6194"/>
    <w:rsid w:val="006A7F7D"/>
    <w:rsid w:val="006B128A"/>
    <w:rsid w:val="006B2184"/>
    <w:rsid w:val="006B752F"/>
    <w:rsid w:val="006D79EC"/>
    <w:rsid w:val="006E470A"/>
    <w:rsid w:val="006E5CAF"/>
    <w:rsid w:val="006F4092"/>
    <w:rsid w:val="006F4580"/>
    <w:rsid w:val="006F6762"/>
    <w:rsid w:val="00702B56"/>
    <w:rsid w:val="007055E5"/>
    <w:rsid w:val="00705B01"/>
    <w:rsid w:val="007138B2"/>
    <w:rsid w:val="00730B03"/>
    <w:rsid w:val="0073108A"/>
    <w:rsid w:val="00734F0C"/>
    <w:rsid w:val="00740A76"/>
    <w:rsid w:val="00742EF4"/>
    <w:rsid w:val="00747E80"/>
    <w:rsid w:val="00763B1D"/>
    <w:rsid w:val="0076485B"/>
    <w:rsid w:val="00773E4F"/>
    <w:rsid w:val="00773F7D"/>
    <w:rsid w:val="007764B5"/>
    <w:rsid w:val="00777943"/>
    <w:rsid w:val="00786278"/>
    <w:rsid w:val="007B0220"/>
    <w:rsid w:val="007B2502"/>
    <w:rsid w:val="007B66AB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786D"/>
    <w:rsid w:val="00814BB4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BC1"/>
    <w:rsid w:val="0086517F"/>
    <w:rsid w:val="00866E2D"/>
    <w:rsid w:val="00871961"/>
    <w:rsid w:val="00875A04"/>
    <w:rsid w:val="00876858"/>
    <w:rsid w:val="00885ED2"/>
    <w:rsid w:val="008962FF"/>
    <w:rsid w:val="008A0818"/>
    <w:rsid w:val="008A5BF6"/>
    <w:rsid w:val="008C0FC6"/>
    <w:rsid w:val="008C26A2"/>
    <w:rsid w:val="008C3BA3"/>
    <w:rsid w:val="008C5C2F"/>
    <w:rsid w:val="008D08B2"/>
    <w:rsid w:val="008D2732"/>
    <w:rsid w:val="008D56B4"/>
    <w:rsid w:val="008D636C"/>
    <w:rsid w:val="008E45F6"/>
    <w:rsid w:val="008E6995"/>
    <w:rsid w:val="008E7426"/>
    <w:rsid w:val="008F0432"/>
    <w:rsid w:val="008F48D4"/>
    <w:rsid w:val="008F5644"/>
    <w:rsid w:val="00903B38"/>
    <w:rsid w:val="00917FF4"/>
    <w:rsid w:val="00921553"/>
    <w:rsid w:val="00923555"/>
    <w:rsid w:val="00931108"/>
    <w:rsid w:val="00932649"/>
    <w:rsid w:val="009355D3"/>
    <w:rsid w:val="00936623"/>
    <w:rsid w:val="00952FA8"/>
    <w:rsid w:val="0096507E"/>
    <w:rsid w:val="009677B9"/>
    <w:rsid w:val="0097551A"/>
    <w:rsid w:val="0097569C"/>
    <w:rsid w:val="009806C9"/>
    <w:rsid w:val="00981C8C"/>
    <w:rsid w:val="009820E1"/>
    <w:rsid w:val="00982B0B"/>
    <w:rsid w:val="0099001C"/>
    <w:rsid w:val="009900C3"/>
    <w:rsid w:val="0099690C"/>
    <w:rsid w:val="009A3ABE"/>
    <w:rsid w:val="009A4555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F2E23"/>
    <w:rsid w:val="009F5D23"/>
    <w:rsid w:val="00A02A8F"/>
    <w:rsid w:val="00A100F1"/>
    <w:rsid w:val="00A15FDC"/>
    <w:rsid w:val="00A34CB4"/>
    <w:rsid w:val="00A427F5"/>
    <w:rsid w:val="00A4374C"/>
    <w:rsid w:val="00A457C3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A4E13"/>
    <w:rsid w:val="00AB0257"/>
    <w:rsid w:val="00AB056F"/>
    <w:rsid w:val="00AB25FB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1C19"/>
    <w:rsid w:val="00AF59CE"/>
    <w:rsid w:val="00AF60D8"/>
    <w:rsid w:val="00B02C56"/>
    <w:rsid w:val="00B0375B"/>
    <w:rsid w:val="00B3029A"/>
    <w:rsid w:val="00B4515F"/>
    <w:rsid w:val="00B4537C"/>
    <w:rsid w:val="00B57B0E"/>
    <w:rsid w:val="00B652DA"/>
    <w:rsid w:val="00B677E2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871"/>
    <w:rsid w:val="00BE6DC9"/>
    <w:rsid w:val="00BF32CA"/>
    <w:rsid w:val="00C03508"/>
    <w:rsid w:val="00C03BBF"/>
    <w:rsid w:val="00C06EBC"/>
    <w:rsid w:val="00C07060"/>
    <w:rsid w:val="00C23F7A"/>
    <w:rsid w:val="00C2592D"/>
    <w:rsid w:val="00C27862"/>
    <w:rsid w:val="00C31D5C"/>
    <w:rsid w:val="00C40391"/>
    <w:rsid w:val="00C45B4A"/>
    <w:rsid w:val="00C536D2"/>
    <w:rsid w:val="00C61DAB"/>
    <w:rsid w:val="00C67678"/>
    <w:rsid w:val="00C6782C"/>
    <w:rsid w:val="00C70FC3"/>
    <w:rsid w:val="00C72DE6"/>
    <w:rsid w:val="00C74B99"/>
    <w:rsid w:val="00C77891"/>
    <w:rsid w:val="00C81AA5"/>
    <w:rsid w:val="00C840B6"/>
    <w:rsid w:val="00C87AAE"/>
    <w:rsid w:val="00C91776"/>
    <w:rsid w:val="00C91DC5"/>
    <w:rsid w:val="00C94C20"/>
    <w:rsid w:val="00C96C41"/>
    <w:rsid w:val="00CA4338"/>
    <w:rsid w:val="00CA78BF"/>
    <w:rsid w:val="00CB25E3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1347A"/>
    <w:rsid w:val="00D1347E"/>
    <w:rsid w:val="00D24C33"/>
    <w:rsid w:val="00D31452"/>
    <w:rsid w:val="00D3154C"/>
    <w:rsid w:val="00D33150"/>
    <w:rsid w:val="00D517A9"/>
    <w:rsid w:val="00D552BB"/>
    <w:rsid w:val="00D80C82"/>
    <w:rsid w:val="00D93B0D"/>
    <w:rsid w:val="00D94AEF"/>
    <w:rsid w:val="00D974EB"/>
    <w:rsid w:val="00DA0C84"/>
    <w:rsid w:val="00DA789C"/>
    <w:rsid w:val="00DC7EB8"/>
    <w:rsid w:val="00DE09B1"/>
    <w:rsid w:val="00DF06E6"/>
    <w:rsid w:val="00DF0F5C"/>
    <w:rsid w:val="00DF5CDD"/>
    <w:rsid w:val="00DF6E96"/>
    <w:rsid w:val="00DF7781"/>
    <w:rsid w:val="00E03C5E"/>
    <w:rsid w:val="00E05761"/>
    <w:rsid w:val="00E135F0"/>
    <w:rsid w:val="00E24244"/>
    <w:rsid w:val="00E34C5E"/>
    <w:rsid w:val="00E41675"/>
    <w:rsid w:val="00E428F9"/>
    <w:rsid w:val="00E4295A"/>
    <w:rsid w:val="00E42B4E"/>
    <w:rsid w:val="00E437DD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07AB"/>
    <w:rsid w:val="00ED16D3"/>
    <w:rsid w:val="00EE0D06"/>
    <w:rsid w:val="00EF69C0"/>
    <w:rsid w:val="00F04380"/>
    <w:rsid w:val="00F10A7E"/>
    <w:rsid w:val="00F15474"/>
    <w:rsid w:val="00F23787"/>
    <w:rsid w:val="00F26D18"/>
    <w:rsid w:val="00F351E5"/>
    <w:rsid w:val="00F35D8B"/>
    <w:rsid w:val="00F413DE"/>
    <w:rsid w:val="00F44DD8"/>
    <w:rsid w:val="00F52EDF"/>
    <w:rsid w:val="00F530A3"/>
    <w:rsid w:val="00F635F8"/>
    <w:rsid w:val="00F67AC2"/>
    <w:rsid w:val="00F72744"/>
    <w:rsid w:val="00F7490E"/>
    <w:rsid w:val="00F755BD"/>
    <w:rsid w:val="00F7747E"/>
    <w:rsid w:val="00F82CDF"/>
    <w:rsid w:val="00F9483B"/>
    <w:rsid w:val="00F94D48"/>
    <w:rsid w:val="00FA2C84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2021-01-11T10:38:00Z</cp:lastPrinted>
  <dcterms:created xsi:type="dcterms:W3CDTF">2021-01-11T10:36:00Z</dcterms:created>
  <dcterms:modified xsi:type="dcterms:W3CDTF">2021-01-11T10:38:00Z</dcterms:modified>
</cp:coreProperties>
</file>