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9BE" w:rsidRPr="00BB5A20" w:rsidRDefault="005E39BE" w:rsidP="00283436">
      <w:pPr>
        <w:tabs>
          <w:tab w:val="left" w:pos="3402"/>
          <w:tab w:val="left" w:pos="3686"/>
        </w:tabs>
        <w:jc w:val="center"/>
        <w:rPr>
          <w:lang w:val="en-US"/>
        </w:rPr>
      </w:pPr>
    </w:p>
    <w:p w:rsidR="005E39BE" w:rsidRPr="003764B7" w:rsidRDefault="005E39BE" w:rsidP="005E39BE">
      <w:pPr>
        <w:jc w:val="center"/>
      </w:pPr>
    </w:p>
    <w:p w:rsidR="003764B7" w:rsidRPr="003764B7" w:rsidRDefault="00D17C47" w:rsidP="005E39BE">
      <w:pPr>
        <w:keepNext/>
        <w:jc w:val="center"/>
        <w:outlineLvl w:val="0"/>
        <w:rPr>
          <w:b/>
          <w:smallCaps/>
        </w:rPr>
      </w:pPr>
      <w:r w:rsidRPr="003764B7">
        <w:rPr>
          <w:color w:val="000000"/>
          <w:sz w:val="28"/>
          <w:szCs w:val="28"/>
        </w:rPr>
        <w:object w:dxaOrig="858" w:dyaOrig="13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57pt" o:ole="" fillcolor="window">
            <v:imagedata r:id="rId7" o:title=""/>
            <o:lock v:ext="edit" aspectratio="f"/>
          </v:shape>
          <o:OLEObject Type="Embed" ProgID="Unknown" ShapeID="_x0000_i1025" DrawAspect="Content" ObjectID="_1656500725" r:id="rId8"/>
        </w:object>
      </w:r>
    </w:p>
    <w:p w:rsidR="008441B9" w:rsidRDefault="008441B9" w:rsidP="005E39BE">
      <w:pPr>
        <w:keepNext/>
        <w:jc w:val="center"/>
        <w:outlineLvl w:val="0"/>
        <w:rPr>
          <w:b/>
          <w:smallCaps/>
          <w:lang w:val="en-US"/>
        </w:rPr>
      </w:pPr>
    </w:p>
    <w:p w:rsidR="0018642D" w:rsidRPr="00F14127" w:rsidRDefault="0018642D" w:rsidP="0018642D">
      <w:pPr>
        <w:tabs>
          <w:tab w:val="left" w:pos="1110"/>
          <w:tab w:val="left" w:pos="1965"/>
        </w:tabs>
        <w:jc w:val="center"/>
        <w:rPr>
          <w:b/>
        </w:rPr>
      </w:pPr>
      <w:r w:rsidRPr="00F14127">
        <w:rPr>
          <w:b/>
        </w:rPr>
        <w:t>ЧУГУЇВСЬКА РАЙОННА РАДА ХАРКІВСЬКОЇ ОБЛАСТІ</w:t>
      </w:r>
    </w:p>
    <w:p w:rsidR="0018642D" w:rsidRPr="00F14127" w:rsidRDefault="0018642D" w:rsidP="0018642D">
      <w:pPr>
        <w:keepNext/>
        <w:tabs>
          <w:tab w:val="left" w:pos="0"/>
          <w:tab w:val="left" w:pos="990"/>
          <w:tab w:val="center" w:pos="4890"/>
        </w:tabs>
        <w:jc w:val="center"/>
        <w:outlineLvl w:val="1"/>
        <w:rPr>
          <w:b/>
        </w:rPr>
      </w:pPr>
      <w:r w:rsidRPr="00F14127">
        <w:rPr>
          <w:b/>
        </w:rPr>
        <w:t>КОМУНАЛЬНЕ НЕКОМЕРЦІЙНЕ ПІДПРИЄМСТВО</w:t>
      </w:r>
    </w:p>
    <w:p w:rsidR="0018642D" w:rsidRPr="00F14127" w:rsidRDefault="0018642D" w:rsidP="0018642D">
      <w:pPr>
        <w:keepNext/>
        <w:tabs>
          <w:tab w:val="left" w:pos="0"/>
          <w:tab w:val="left" w:pos="990"/>
          <w:tab w:val="center" w:pos="4890"/>
        </w:tabs>
        <w:jc w:val="center"/>
        <w:outlineLvl w:val="1"/>
        <w:rPr>
          <w:b/>
        </w:rPr>
      </w:pPr>
      <w:r w:rsidRPr="00F14127">
        <w:rPr>
          <w:b/>
        </w:rPr>
        <w:t>« ЧУГУЇВСЬКА ЦЕНТРАЛЬНА РАЙОННА ЛІКАРНЯ ім. М. І. Кононенка»</w:t>
      </w:r>
    </w:p>
    <w:p w:rsidR="00123B3E" w:rsidRPr="00F14127" w:rsidRDefault="00123B3E" w:rsidP="00123B3E">
      <w:pPr>
        <w:pStyle w:val="2"/>
        <w:tabs>
          <w:tab w:val="left" w:pos="0"/>
          <w:tab w:val="left" w:pos="990"/>
          <w:tab w:val="center" w:pos="4890"/>
        </w:tabs>
        <w:spacing w:line="240" w:lineRule="auto"/>
        <w:jc w:val="left"/>
        <w:rPr>
          <w:i/>
          <w:szCs w:val="24"/>
        </w:rPr>
      </w:pPr>
      <w:r w:rsidRPr="00F14127">
        <w:rPr>
          <w:i/>
          <w:szCs w:val="24"/>
        </w:rPr>
        <w:t>63503 м. Чугуїв, Харківської області, вул. Гвардійська 52, тел. 40-800, факс 40-800 2-55-79</w:t>
      </w:r>
    </w:p>
    <w:p w:rsidR="005E39BE" w:rsidRPr="00123B3E" w:rsidRDefault="00123B3E" w:rsidP="00123B3E">
      <w:pPr>
        <w:pStyle w:val="2"/>
        <w:tabs>
          <w:tab w:val="left" w:pos="0"/>
          <w:tab w:val="left" w:pos="990"/>
          <w:tab w:val="center" w:pos="4890"/>
        </w:tabs>
        <w:spacing w:line="240" w:lineRule="auto"/>
        <w:jc w:val="left"/>
        <w:rPr>
          <w:b/>
          <w:bCs/>
          <w:i/>
        </w:rPr>
      </w:pPr>
      <w:r w:rsidRPr="00F14127">
        <w:tab/>
      </w:r>
      <w:r w:rsidRPr="00123B3E">
        <w:rPr>
          <w:i/>
          <w:szCs w:val="24"/>
        </w:rPr>
        <w:t xml:space="preserve">                               E –mail : сhuguev_сrb@ukr.net</w:t>
      </w:r>
      <w:r w:rsidR="005E39BE" w:rsidRPr="00123B3E">
        <w:rPr>
          <w:spacing w:val="-10"/>
        </w:rPr>
        <w:t xml:space="preserve"> </w:t>
      </w:r>
    </w:p>
    <w:p w:rsidR="005E39BE" w:rsidRPr="003764B7" w:rsidRDefault="005E39BE" w:rsidP="005E39BE">
      <w:pPr>
        <w:rPr>
          <w:color w:val="FFFFFF"/>
          <w:sz w:val="28"/>
          <w:szCs w:val="28"/>
        </w:rPr>
      </w:pPr>
      <w:r w:rsidRPr="003764B7">
        <w:rPr>
          <w:noProof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970B84" wp14:editId="5FA170B0">
                <wp:simplePos x="0" y="0"/>
                <wp:positionH relativeFrom="column">
                  <wp:posOffset>0</wp:posOffset>
                </wp:positionH>
                <wp:positionV relativeFrom="paragraph">
                  <wp:posOffset>60960</wp:posOffset>
                </wp:positionV>
                <wp:extent cx="6120130" cy="0"/>
                <wp:effectExtent l="13335" t="12065" r="10160" b="698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8pt" to="481.9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"/>
            </w:pict>
          </mc:Fallback>
        </mc:AlternateContent>
      </w:r>
      <w:r w:rsidRPr="003764B7">
        <w:rPr>
          <w:noProof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6CF072" wp14:editId="21511D75">
                <wp:simplePos x="0" y="0"/>
                <wp:positionH relativeFrom="column">
                  <wp:align>center</wp:align>
                </wp:positionH>
                <wp:positionV relativeFrom="paragraph">
                  <wp:posOffset>29210</wp:posOffset>
                </wp:positionV>
                <wp:extent cx="6120130" cy="0"/>
                <wp:effectExtent l="11430" t="9525" r="12065" b="952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2.3pt" to="481.9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" strokeweight="1.5pt"/>
            </w:pict>
          </mc:Fallback>
        </mc:AlternateContent>
      </w:r>
    </w:p>
    <w:p w:rsidR="005E39BE" w:rsidRPr="001B4039" w:rsidRDefault="00005916" w:rsidP="005E39BE">
      <w:r>
        <w:rPr>
          <w:u w:val="single"/>
        </w:rPr>
        <w:t>17.07.2020</w:t>
      </w:r>
      <w:r w:rsidR="00672C87">
        <w:t xml:space="preserve"> </w:t>
      </w:r>
      <w:r w:rsidR="00211AB3" w:rsidRPr="00F1693D">
        <w:t>року</w:t>
      </w:r>
      <w:r w:rsidR="00F567D3" w:rsidRPr="00F1693D">
        <w:rPr>
          <w:lang w:val="ru-RU"/>
        </w:rPr>
        <w:t xml:space="preserve"> </w:t>
      </w:r>
      <w:r w:rsidR="005E39BE" w:rsidRPr="001B4039">
        <w:t xml:space="preserve"> №</w:t>
      </w:r>
      <w:r w:rsidR="00211AB3">
        <w:t xml:space="preserve"> </w:t>
      </w:r>
      <w:r>
        <w:rPr>
          <w:u w:val="single"/>
        </w:rPr>
        <w:t>01-12/3216</w:t>
      </w:r>
      <w:bookmarkStart w:id="0" w:name="_GoBack"/>
      <w:bookmarkEnd w:id="0"/>
      <w:r w:rsidR="005E39BE" w:rsidRPr="001B4039">
        <w:t xml:space="preserve">  </w:t>
      </w:r>
    </w:p>
    <w:p w:rsidR="005E39BE" w:rsidRPr="001B4039" w:rsidRDefault="005E39BE" w:rsidP="005E39BE">
      <w:r w:rsidRPr="001B4039">
        <w:t>на № ________ від _________</w:t>
      </w:r>
    </w:p>
    <w:p w:rsidR="00025AB5" w:rsidRPr="003764B7" w:rsidRDefault="00025AB5"/>
    <w:p w:rsidR="0047758C" w:rsidRPr="003764B7" w:rsidRDefault="0047758C"/>
    <w:p w:rsidR="0047758C" w:rsidRPr="003764B7" w:rsidRDefault="0047758C"/>
    <w:p w:rsidR="0047758C" w:rsidRPr="00C672B9" w:rsidRDefault="00580703" w:rsidP="00283436">
      <w:pPr>
        <w:pStyle w:val="11"/>
        <w:keepNext/>
        <w:keepLines/>
        <w:pBdr>
          <w:bottom w:val="single" w:sz="4" w:space="0" w:color="auto"/>
        </w:pBdr>
        <w:shd w:val="clear" w:color="auto" w:fill="auto"/>
        <w:ind w:left="3828"/>
        <w:rPr>
          <w:lang w:val="ru-RU"/>
        </w:rPr>
      </w:pPr>
      <w:r>
        <w:rPr>
          <w:lang w:val="uk-UA" w:eastAsia="uk-UA" w:bidi="uk-UA"/>
        </w:rPr>
        <w:t>Ма</w:t>
      </w:r>
      <w:r w:rsidR="00F1693D">
        <w:rPr>
          <w:lang w:val="uk-UA" w:eastAsia="uk-UA" w:bidi="uk-UA"/>
        </w:rPr>
        <w:t>ксиму ЧУХЛІБА</w:t>
      </w:r>
    </w:p>
    <w:p w:rsidR="00C2240A" w:rsidRPr="00283436" w:rsidRDefault="00283436" w:rsidP="00283436">
      <w:pPr>
        <w:pStyle w:val="1"/>
        <w:shd w:val="clear" w:color="auto" w:fill="auto"/>
        <w:spacing w:after="0" w:line="240" w:lineRule="auto"/>
        <w:ind w:left="3828"/>
        <w:rPr>
          <w:sz w:val="26"/>
          <w:szCs w:val="26"/>
        </w:rPr>
      </w:pPr>
      <w:r w:rsidRPr="00283436">
        <w:rPr>
          <w:sz w:val="26"/>
          <w:szCs w:val="26"/>
          <w:lang w:val="en-US"/>
        </w:rPr>
        <w:t>Foi</w:t>
      </w:r>
      <w:r w:rsidRPr="00283436">
        <w:rPr>
          <w:sz w:val="26"/>
          <w:szCs w:val="26"/>
        </w:rPr>
        <w:t>+</w:t>
      </w:r>
      <w:r w:rsidR="009E5595">
        <w:rPr>
          <w:sz w:val="26"/>
          <w:szCs w:val="26"/>
          <w:lang w:val="en-US"/>
        </w:rPr>
        <w:t>request</w:t>
      </w:r>
      <w:r w:rsidR="00F1693D">
        <w:rPr>
          <w:sz w:val="26"/>
          <w:szCs w:val="26"/>
        </w:rPr>
        <w:t>-72029-58807</w:t>
      </w:r>
      <w:r w:rsidR="00F1693D">
        <w:rPr>
          <w:sz w:val="26"/>
          <w:szCs w:val="26"/>
          <w:lang w:val="en-US"/>
        </w:rPr>
        <w:t>d</w:t>
      </w:r>
      <w:r w:rsidR="00F1693D" w:rsidRPr="00672C87">
        <w:rPr>
          <w:sz w:val="26"/>
          <w:szCs w:val="26"/>
          <w:lang w:val="ru-RU"/>
        </w:rPr>
        <w:t>5</w:t>
      </w:r>
      <w:r w:rsidR="00F1693D">
        <w:rPr>
          <w:sz w:val="26"/>
          <w:szCs w:val="26"/>
          <w:lang w:val="en-US"/>
        </w:rPr>
        <w:t>a</w:t>
      </w:r>
      <w:r w:rsidRPr="00283436">
        <w:rPr>
          <w:sz w:val="26"/>
          <w:szCs w:val="26"/>
        </w:rPr>
        <w:t>@</w:t>
      </w:r>
      <w:r w:rsidRPr="00283436">
        <w:rPr>
          <w:sz w:val="26"/>
          <w:szCs w:val="26"/>
          <w:lang w:val="en-US"/>
        </w:rPr>
        <w:t>dostup</w:t>
      </w:r>
      <w:r w:rsidRPr="00283436">
        <w:rPr>
          <w:sz w:val="26"/>
          <w:szCs w:val="26"/>
        </w:rPr>
        <w:t>.</w:t>
      </w:r>
      <w:r w:rsidRPr="00283436">
        <w:rPr>
          <w:sz w:val="26"/>
          <w:szCs w:val="26"/>
          <w:lang w:val="en-US"/>
        </w:rPr>
        <w:t>pravda</w:t>
      </w:r>
      <w:r w:rsidRPr="00283436">
        <w:rPr>
          <w:sz w:val="26"/>
          <w:szCs w:val="26"/>
        </w:rPr>
        <w:t>.</w:t>
      </w:r>
      <w:r w:rsidRPr="00283436">
        <w:rPr>
          <w:sz w:val="26"/>
          <w:szCs w:val="26"/>
          <w:lang w:val="en-US"/>
        </w:rPr>
        <w:t>com</w:t>
      </w:r>
      <w:r w:rsidRPr="00283436">
        <w:rPr>
          <w:sz w:val="26"/>
          <w:szCs w:val="26"/>
        </w:rPr>
        <w:t>.</w:t>
      </w:r>
      <w:r w:rsidRPr="00283436">
        <w:rPr>
          <w:sz w:val="26"/>
          <w:szCs w:val="26"/>
          <w:lang w:val="en-US"/>
        </w:rPr>
        <w:t>ua</w:t>
      </w:r>
    </w:p>
    <w:p w:rsidR="00C2240A" w:rsidRDefault="00C2240A" w:rsidP="007827B3">
      <w:pPr>
        <w:pStyle w:val="1"/>
        <w:shd w:val="clear" w:color="auto" w:fill="auto"/>
        <w:spacing w:after="0" w:line="240" w:lineRule="auto"/>
        <w:ind w:left="4248"/>
      </w:pPr>
      <w:r w:rsidRPr="00097B12">
        <w:t xml:space="preserve">   </w:t>
      </w:r>
    </w:p>
    <w:p w:rsidR="00C2240A" w:rsidRDefault="00C2240A" w:rsidP="00C2240A">
      <w:pPr>
        <w:pStyle w:val="1"/>
        <w:shd w:val="clear" w:color="auto" w:fill="auto"/>
        <w:spacing w:after="0" w:line="360" w:lineRule="auto"/>
        <w:ind w:firstLine="680"/>
      </w:pPr>
    </w:p>
    <w:p w:rsidR="00C672B9" w:rsidRDefault="00C672B9" w:rsidP="00C2240A">
      <w:pPr>
        <w:pStyle w:val="1"/>
        <w:shd w:val="clear" w:color="auto" w:fill="auto"/>
        <w:spacing w:after="0" w:line="360" w:lineRule="auto"/>
        <w:ind w:firstLine="680"/>
      </w:pPr>
    </w:p>
    <w:p w:rsidR="002D62DD" w:rsidRDefault="002D62DD" w:rsidP="00C2240A">
      <w:pPr>
        <w:pStyle w:val="1"/>
        <w:shd w:val="clear" w:color="auto" w:fill="auto"/>
        <w:spacing w:after="0" w:line="360" w:lineRule="auto"/>
        <w:ind w:firstLine="680"/>
      </w:pPr>
      <w:r w:rsidRPr="003764B7">
        <w:t xml:space="preserve">На Ваш інформаційний запит щодо </w:t>
      </w:r>
      <w:r w:rsidR="00283436">
        <w:t xml:space="preserve">наявності вакантних посад для працевлаштування випускників вищих медичних навчальних закладів </w:t>
      </w:r>
      <w:r w:rsidR="00560E73">
        <w:br/>
      </w:r>
      <w:r w:rsidR="00283436">
        <w:t>ІІІ-І</w:t>
      </w:r>
      <w:r w:rsidR="00283436">
        <w:rPr>
          <w:lang w:val="en-US"/>
        </w:rPr>
        <w:t>V</w:t>
      </w:r>
      <w:r w:rsidR="00283436" w:rsidRPr="00283436">
        <w:t xml:space="preserve"> </w:t>
      </w:r>
      <w:r w:rsidR="00283436">
        <w:t xml:space="preserve">рівня акредитації </w:t>
      </w:r>
      <w:r w:rsidRPr="003764B7">
        <w:t>адміністрація КНП «Чугуївська центральна районна лікарня ім. М.І. Кононенка» повідомляє, що вакантних посад лікар</w:t>
      </w:r>
      <w:r w:rsidR="007827B3">
        <w:t>ів</w:t>
      </w:r>
      <w:r w:rsidRPr="003764B7">
        <w:t xml:space="preserve"> </w:t>
      </w:r>
      <w:r w:rsidR="00181C04">
        <w:t>–</w:t>
      </w:r>
      <w:r w:rsidR="007827B3" w:rsidRPr="007827B3">
        <w:t xml:space="preserve"> </w:t>
      </w:r>
      <w:r w:rsidR="007827B3">
        <w:t>інтернів</w:t>
      </w:r>
      <w:r w:rsidR="007827B3" w:rsidRPr="003764B7">
        <w:t xml:space="preserve"> </w:t>
      </w:r>
      <w:r w:rsidRPr="003764B7">
        <w:t>в лікарні немає.</w:t>
      </w:r>
    </w:p>
    <w:p w:rsidR="00C2240A" w:rsidRDefault="00C2240A" w:rsidP="00C2240A">
      <w:pPr>
        <w:pStyle w:val="1"/>
        <w:shd w:val="clear" w:color="auto" w:fill="auto"/>
        <w:spacing w:after="0" w:line="360" w:lineRule="auto"/>
        <w:ind w:firstLine="680"/>
      </w:pPr>
    </w:p>
    <w:p w:rsidR="006B3ECD" w:rsidRDefault="006B3ECD" w:rsidP="00C2240A">
      <w:pPr>
        <w:pStyle w:val="1"/>
        <w:shd w:val="clear" w:color="auto" w:fill="auto"/>
        <w:spacing w:after="0" w:line="360" w:lineRule="auto"/>
        <w:ind w:firstLine="680"/>
      </w:pPr>
    </w:p>
    <w:p w:rsidR="007C3932" w:rsidRDefault="007C3932" w:rsidP="00C2240A">
      <w:pPr>
        <w:pStyle w:val="1"/>
        <w:shd w:val="clear" w:color="auto" w:fill="auto"/>
        <w:spacing w:after="0" w:line="360" w:lineRule="auto"/>
        <w:ind w:firstLine="680"/>
      </w:pPr>
    </w:p>
    <w:p w:rsidR="007C3932" w:rsidRPr="003764B7" w:rsidRDefault="007C3932" w:rsidP="00C2240A">
      <w:pPr>
        <w:pStyle w:val="1"/>
        <w:shd w:val="clear" w:color="auto" w:fill="auto"/>
        <w:spacing w:after="0" w:line="360" w:lineRule="auto"/>
        <w:ind w:firstLine="680"/>
      </w:pPr>
    </w:p>
    <w:p w:rsidR="006B3ECD" w:rsidRDefault="006B3ECD" w:rsidP="006B3ECD">
      <w:pPr>
        <w:rPr>
          <w:b/>
        </w:rPr>
      </w:pPr>
      <w:r>
        <w:rPr>
          <w:b/>
        </w:rPr>
        <w:t xml:space="preserve">Керівник районної (міської) спеціалізованої </w:t>
      </w:r>
    </w:p>
    <w:p w:rsidR="006B3ECD" w:rsidRDefault="006B3ECD" w:rsidP="006B3ECD">
      <w:pPr>
        <w:rPr>
          <w:b/>
        </w:rPr>
      </w:pPr>
      <w:r>
        <w:rPr>
          <w:b/>
        </w:rPr>
        <w:t xml:space="preserve">медичної служби цивільного захисту, </w:t>
      </w:r>
    </w:p>
    <w:p w:rsidR="006B3ECD" w:rsidRPr="00F14127" w:rsidRDefault="006B3ECD" w:rsidP="006B3ECD">
      <w:pPr>
        <w:rPr>
          <w:b/>
          <w:sz w:val="28"/>
          <w:szCs w:val="28"/>
        </w:rPr>
      </w:pPr>
      <w:r>
        <w:rPr>
          <w:b/>
        </w:rPr>
        <w:t>Директор КНП «Чугуївська ЦРЛ ім. М. І. Кононенка»</w:t>
      </w:r>
      <w:r>
        <w:rPr>
          <w:b/>
        </w:rPr>
        <w:tab/>
      </w:r>
      <w:r w:rsidR="002748CE">
        <w:rPr>
          <w:b/>
        </w:rPr>
        <w:t xml:space="preserve">       </w:t>
      </w:r>
      <w:r>
        <w:rPr>
          <w:b/>
        </w:rPr>
        <w:t xml:space="preserve">      </w:t>
      </w:r>
      <w:r w:rsidRPr="00752A6B">
        <w:rPr>
          <w:b/>
        </w:rPr>
        <w:t xml:space="preserve">В"ячеслав </w:t>
      </w:r>
      <w:r>
        <w:rPr>
          <w:b/>
        </w:rPr>
        <w:t>ГРУШКА</w:t>
      </w:r>
    </w:p>
    <w:p w:rsidR="007827B3" w:rsidRDefault="007827B3" w:rsidP="002D62DD">
      <w:pPr>
        <w:pStyle w:val="1"/>
        <w:shd w:val="clear" w:color="auto" w:fill="auto"/>
        <w:tabs>
          <w:tab w:val="left" w:pos="5974"/>
        </w:tabs>
        <w:spacing w:after="340" w:line="240" w:lineRule="auto"/>
        <w:jc w:val="left"/>
      </w:pPr>
    </w:p>
    <w:p w:rsidR="007827B3" w:rsidRDefault="007827B3" w:rsidP="002D62DD">
      <w:pPr>
        <w:pStyle w:val="1"/>
        <w:shd w:val="clear" w:color="auto" w:fill="auto"/>
        <w:tabs>
          <w:tab w:val="left" w:pos="5974"/>
        </w:tabs>
        <w:spacing w:after="340" w:line="240" w:lineRule="auto"/>
        <w:jc w:val="left"/>
      </w:pPr>
    </w:p>
    <w:p w:rsidR="007827B3" w:rsidRPr="00283436" w:rsidRDefault="00283436" w:rsidP="00283436">
      <w:pPr>
        <w:pStyle w:val="1"/>
        <w:shd w:val="clear" w:color="auto" w:fill="auto"/>
        <w:tabs>
          <w:tab w:val="left" w:pos="5974"/>
        </w:tabs>
        <w:spacing w:after="0" w:line="240" w:lineRule="auto"/>
        <w:jc w:val="left"/>
        <w:rPr>
          <w:sz w:val="24"/>
          <w:szCs w:val="24"/>
        </w:rPr>
      </w:pPr>
      <w:r w:rsidRPr="00283436">
        <w:rPr>
          <w:sz w:val="24"/>
          <w:szCs w:val="24"/>
        </w:rPr>
        <w:t>Тамара Даніщук</w:t>
      </w:r>
    </w:p>
    <w:p w:rsidR="00283436" w:rsidRPr="00283436" w:rsidRDefault="004026BE" w:rsidP="00283436">
      <w:pPr>
        <w:pStyle w:val="1"/>
        <w:shd w:val="clear" w:color="auto" w:fill="auto"/>
        <w:tabs>
          <w:tab w:val="left" w:pos="5974"/>
        </w:tabs>
        <w:spacing w:after="0"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>05746 (</w:t>
      </w:r>
      <w:r w:rsidR="00283436" w:rsidRPr="00283436">
        <w:rPr>
          <w:sz w:val="24"/>
          <w:szCs w:val="24"/>
        </w:rPr>
        <w:t>26580</w:t>
      </w:r>
      <w:r>
        <w:rPr>
          <w:sz w:val="24"/>
          <w:szCs w:val="24"/>
        </w:rPr>
        <w:t>)</w:t>
      </w:r>
    </w:p>
    <w:p w:rsidR="007827B3" w:rsidRPr="003764B7" w:rsidRDefault="007827B3" w:rsidP="002D62DD">
      <w:pPr>
        <w:pStyle w:val="1"/>
        <w:shd w:val="clear" w:color="auto" w:fill="auto"/>
        <w:tabs>
          <w:tab w:val="left" w:pos="5974"/>
        </w:tabs>
        <w:spacing w:after="340" w:line="240" w:lineRule="auto"/>
        <w:jc w:val="left"/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4A3457A" wp14:editId="66AD564C">
                <wp:simplePos x="0" y="0"/>
                <wp:positionH relativeFrom="page">
                  <wp:posOffset>1090930</wp:posOffset>
                </wp:positionH>
                <wp:positionV relativeFrom="page">
                  <wp:posOffset>8212455</wp:posOffset>
                </wp:positionV>
                <wp:extent cx="999490" cy="97790"/>
                <wp:effectExtent l="0" t="0" r="8255" b="0"/>
                <wp:wrapNone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9490" cy="977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txbx>
                        <w:txbxContent>
                          <w:p w:rsidR="00F1693D" w:rsidRPr="00283436" w:rsidRDefault="00F1693D" w:rsidP="007827B3">
                            <w:pPr>
                              <w:pStyle w:val="22"/>
                              <w:shd w:val="clear" w:color="auto" w:fill="auto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283436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Даніщук,5746-2-65-80</w:t>
                            </w:r>
                          </w:p>
                        </w:txbxContent>
                      </wps:txbx>
                      <wps:bodyPr wrap="none" lIns="0" tIns="0" rIns="0" bIns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5" o:spid="_x0000_s1026" type="#_x0000_t202" style="position:absolute;margin-left:85.9pt;margin-top:646.65pt;width:78.7pt;height:7.7pt;z-index:-251654144;visibility:visible;mso-wrap-style:non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" fillcolor="white [3212]" stroked="f">
                <v:textbox style="mso-fit-shape-to-text:t" inset="0,0,0,0">
                  <w:txbxContent>
                    <w:p w:rsidR="006B3ECD" w:rsidRPr="00283436" w:rsidRDefault="006B3ECD" w:rsidP="007827B3">
                      <w:pPr>
                        <w:pStyle w:val="22"/>
                        <w:shd w:val="clear" w:color="auto" w:fill="auto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283436">
                        <w:rPr>
                          <w:color w:val="FFFFFF" w:themeColor="background1"/>
                          <w:sz w:val="24"/>
                          <w:szCs w:val="24"/>
                        </w:rPr>
                        <w:t>Даніщук,5746-2-65-80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7758C" w:rsidRPr="003764B7" w:rsidRDefault="0047758C" w:rsidP="002D62DD">
      <w:pPr>
        <w:pStyle w:val="1"/>
        <w:shd w:val="clear" w:color="auto" w:fill="auto"/>
        <w:spacing w:after="640" w:line="360" w:lineRule="auto"/>
        <w:ind w:firstLine="680"/>
      </w:pPr>
    </w:p>
    <w:sectPr w:rsidR="0047758C" w:rsidRPr="003764B7" w:rsidSect="00C45A83">
      <w:pgSz w:w="11906" w:h="16838"/>
      <w:pgMar w:top="227" w:right="567" w:bottom="1134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attachedTemplate r:id="rId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58C"/>
    <w:rsid w:val="00005916"/>
    <w:rsid w:val="00025AB5"/>
    <w:rsid w:val="00030D4A"/>
    <w:rsid w:val="0009234F"/>
    <w:rsid w:val="00097B12"/>
    <w:rsid w:val="000E647F"/>
    <w:rsid w:val="00123B3E"/>
    <w:rsid w:val="00181C04"/>
    <w:rsid w:val="0018642D"/>
    <w:rsid w:val="001B4039"/>
    <w:rsid w:val="00211AB3"/>
    <w:rsid w:val="002748CE"/>
    <w:rsid w:val="00283436"/>
    <w:rsid w:val="002D62DD"/>
    <w:rsid w:val="00351742"/>
    <w:rsid w:val="003764B7"/>
    <w:rsid w:val="00383B02"/>
    <w:rsid w:val="004026BE"/>
    <w:rsid w:val="0047758C"/>
    <w:rsid w:val="00560E73"/>
    <w:rsid w:val="00580703"/>
    <w:rsid w:val="005A015F"/>
    <w:rsid w:val="005E39BE"/>
    <w:rsid w:val="006014A8"/>
    <w:rsid w:val="00672C87"/>
    <w:rsid w:val="006B3ECD"/>
    <w:rsid w:val="00701A9B"/>
    <w:rsid w:val="007827B3"/>
    <w:rsid w:val="007A2C78"/>
    <w:rsid w:val="007B1354"/>
    <w:rsid w:val="007C3932"/>
    <w:rsid w:val="008441B9"/>
    <w:rsid w:val="009558EC"/>
    <w:rsid w:val="0096162B"/>
    <w:rsid w:val="009E5595"/>
    <w:rsid w:val="00A6508A"/>
    <w:rsid w:val="00BB5A20"/>
    <w:rsid w:val="00C137F2"/>
    <w:rsid w:val="00C2240A"/>
    <w:rsid w:val="00C4400D"/>
    <w:rsid w:val="00C45A83"/>
    <w:rsid w:val="00C672B9"/>
    <w:rsid w:val="00C80EAB"/>
    <w:rsid w:val="00CE4C40"/>
    <w:rsid w:val="00D17C47"/>
    <w:rsid w:val="00D2458A"/>
    <w:rsid w:val="00D7676E"/>
    <w:rsid w:val="00DC33FD"/>
    <w:rsid w:val="00DD1005"/>
    <w:rsid w:val="00E20E1D"/>
    <w:rsid w:val="00EF2201"/>
    <w:rsid w:val="00F1693D"/>
    <w:rsid w:val="00F27D37"/>
    <w:rsid w:val="00F4002D"/>
    <w:rsid w:val="00F43F7C"/>
    <w:rsid w:val="00F567D3"/>
    <w:rsid w:val="00F7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23B3E"/>
    <w:pPr>
      <w:keepNext/>
      <w:numPr>
        <w:ilvl w:val="1"/>
        <w:numId w:val="1"/>
      </w:numPr>
      <w:suppressAutoHyphens/>
      <w:spacing w:line="360" w:lineRule="auto"/>
      <w:jc w:val="center"/>
      <w:outlineLvl w:val="1"/>
    </w:pPr>
    <w:rPr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7758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47758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  <w:lang w:val="en-US" w:bidi="en-US"/>
    </w:rPr>
  </w:style>
  <w:style w:type="paragraph" w:customStyle="1" w:styleId="1">
    <w:name w:val="Основной текст1"/>
    <w:basedOn w:val="a"/>
    <w:link w:val="a3"/>
    <w:rsid w:val="0047758C"/>
    <w:pPr>
      <w:widowControl w:val="0"/>
      <w:shd w:val="clear" w:color="auto" w:fill="FFFFFF"/>
      <w:spacing w:after="600" w:line="300" w:lineRule="auto"/>
      <w:jc w:val="both"/>
    </w:pPr>
    <w:rPr>
      <w:sz w:val="28"/>
      <w:szCs w:val="28"/>
      <w:lang w:eastAsia="en-US"/>
    </w:rPr>
  </w:style>
  <w:style w:type="paragraph" w:customStyle="1" w:styleId="11">
    <w:name w:val="Заголовок №1"/>
    <w:basedOn w:val="a"/>
    <w:link w:val="10"/>
    <w:rsid w:val="0047758C"/>
    <w:pPr>
      <w:widowControl w:val="0"/>
      <w:shd w:val="clear" w:color="auto" w:fill="FFFFFF"/>
      <w:ind w:left="4500"/>
      <w:outlineLvl w:val="0"/>
    </w:pPr>
    <w:rPr>
      <w:b/>
      <w:bCs/>
      <w:sz w:val="28"/>
      <w:szCs w:val="28"/>
      <w:lang w:val="en-US" w:eastAsia="en-US" w:bidi="en-US"/>
    </w:rPr>
  </w:style>
  <w:style w:type="character" w:styleId="a4">
    <w:name w:val="Hyperlink"/>
    <w:basedOn w:val="a0"/>
    <w:uiPriority w:val="99"/>
    <w:unhideWhenUsed/>
    <w:rsid w:val="002D62DD"/>
    <w:rPr>
      <w:color w:val="0000FF" w:themeColor="hyperlink"/>
      <w:u w:val="single"/>
    </w:rPr>
  </w:style>
  <w:style w:type="character" w:customStyle="1" w:styleId="21">
    <w:name w:val="Колонтитул (2)_"/>
    <w:basedOn w:val="a0"/>
    <w:link w:val="22"/>
    <w:rsid w:val="007827B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7827B3"/>
    <w:pPr>
      <w:widowControl w:val="0"/>
      <w:shd w:val="clear" w:color="auto" w:fill="FFFFFF"/>
    </w:pPr>
    <w:rPr>
      <w:sz w:val="20"/>
      <w:szCs w:val="20"/>
      <w:lang w:eastAsia="en-US"/>
    </w:rPr>
  </w:style>
  <w:style w:type="character" w:customStyle="1" w:styleId="20">
    <w:name w:val="Заголовок 2 Знак"/>
    <w:basedOn w:val="a0"/>
    <w:link w:val="2"/>
    <w:rsid w:val="00123B3E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23B3E"/>
    <w:pPr>
      <w:keepNext/>
      <w:numPr>
        <w:ilvl w:val="1"/>
        <w:numId w:val="1"/>
      </w:numPr>
      <w:suppressAutoHyphens/>
      <w:spacing w:line="360" w:lineRule="auto"/>
      <w:jc w:val="center"/>
      <w:outlineLvl w:val="1"/>
    </w:pPr>
    <w:rPr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7758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47758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  <w:lang w:val="en-US" w:bidi="en-US"/>
    </w:rPr>
  </w:style>
  <w:style w:type="paragraph" w:customStyle="1" w:styleId="1">
    <w:name w:val="Основной текст1"/>
    <w:basedOn w:val="a"/>
    <w:link w:val="a3"/>
    <w:rsid w:val="0047758C"/>
    <w:pPr>
      <w:widowControl w:val="0"/>
      <w:shd w:val="clear" w:color="auto" w:fill="FFFFFF"/>
      <w:spacing w:after="600" w:line="300" w:lineRule="auto"/>
      <w:jc w:val="both"/>
    </w:pPr>
    <w:rPr>
      <w:sz w:val="28"/>
      <w:szCs w:val="28"/>
      <w:lang w:eastAsia="en-US"/>
    </w:rPr>
  </w:style>
  <w:style w:type="paragraph" w:customStyle="1" w:styleId="11">
    <w:name w:val="Заголовок №1"/>
    <w:basedOn w:val="a"/>
    <w:link w:val="10"/>
    <w:rsid w:val="0047758C"/>
    <w:pPr>
      <w:widowControl w:val="0"/>
      <w:shd w:val="clear" w:color="auto" w:fill="FFFFFF"/>
      <w:ind w:left="4500"/>
      <w:outlineLvl w:val="0"/>
    </w:pPr>
    <w:rPr>
      <w:b/>
      <w:bCs/>
      <w:sz w:val="28"/>
      <w:szCs w:val="28"/>
      <w:lang w:val="en-US" w:eastAsia="en-US" w:bidi="en-US"/>
    </w:rPr>
  </w:style>
  <w:style w:type="character" w:styleId="a4">
    <w:name w:val="Hyperlink"/>
    <w:basedOn w:val="a0"/>
    <w:uiPriority w:val="99"/>
    <w:unhideWhenUsed/>
    <w:rsid w:val="002D62DD"/>
    <w:rPr>
      <w:color w:val="0000FF" w:themeColor="hyperlink"/>
      <w:u w:val="single"/>
    </w:rPr>
  </w:style>
  <w:style w:type="character" w:customStyle="1" w:styleId="21">
    <w:name w:val="Колонтитул (2)_"/>
    <w:basedOn w:val="a0"/>
    <w:link w:val="22"/>
    <w:rsid w:val="007827B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7827B3"/>
    <w:pPr>
      <w:widowControl w:val="0"/>
      <w:shd w:val="clear" w:color="auto" w:fill="FFFFFF"/>
    </w:pPr>
    <w:rPr>
      <w:sz w:val="20"/>
      <w:szCs w:val="20"/>
      <w:lang w:eastAsia="en-US"/>
    </w:rPr>
  </w:style>
  <w:style w:type="character" w:customStyle="1" w:styleId="20">
    <w:name w:val="Заголовок 2 Знак"/>
    <w:basedOn w:val="a0"/>
    <w:link w:val="2"/>
    <w:rsid w:val="00123B3E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76;&#1080;&#1089;&#1082;%20&#1076;\&#1076;&#1086;&#1082;&#1091;&#1084;&#1077;&#1085;&#1090;&#1099;%20&#1089;%20&#1057;\&#1041;&#1051;&#1040;&#1053;&#1050;%20&#1044;&#1051;&#1071;%20&#1051;&#1048;&#1057;&#1058;&#1059;&#1042;&#1040;&#1053;&#1053;&#1071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A4492-85F7-4163-9EFD-52E4F3D0B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ДЛЯ ЛИСТУВАННЯ</Template>
  <TotalTime>0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</dc:creator>
  <cp:lastModifiedBy>kadr</cp:lastModifiedBy>
  <cp:revision>3</cp:revision>
  <cp:lastPrinted>2020-05-04T06:33:00Z</cp:lastPrinted>
  <dcterms:created xsi:type="dcterms:W3CDTF">2020-07-16T08:31:00Z</dcterms:created>
  <dcterms:modified xsi:type="dcterms:W3CDTF">2020-07-17T11:19:00Z</dcterms:modified>
</cp:coreProperties>
</file>