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FCB07" w14:textId="117311B9" w:rsidR="00AE322E" w:rsidRPr="00AE322E" w:rsidRDefault="0096507E" w:rsidP="00AE322E">
      <w:pPr>
        <w:jc w:val="center"/>
        <w:rPr>
          <w:b/>
          <w:color w:val="244061"/>
          <w:sz w:val="24"/>
          <w:szCs w:val="20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F28FED" wp14:editId="574F1F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3A85" id="Полилиния: фигура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" filled="f" stroked="f">
                <v:path arrowok="t" textboxrect="@1,@1,@1,@1"/>
                <o:lock v:ext="edit" aspectratio="t" selection="t"/>
              </v:shape>
            </w:pict>
          </mc:Fallback>
        </mc:AlternateContent>
      </w:r>
      <w:r w:rsidRPr="00AE322E">
        <w:rPr>
          <w:noProof/>
          <w:color w:val="244061"/>
          <w:sz w:val="24"/>
          <w:szCs w:val="20"/>
          <w:lang w:val="ru-RU"/>
        </w:rPr>
        <w:drawing>
          <wp:inline distT="0" distB="0" distL="0" distR="0" wp14:anchorId="63FE1162" wp14:editId="2C17FC7B">
            <wp:extent cx="5429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CB903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>ВИКОНАВЧИЙ ОРГАН КИЇВСЬКОЇ МІСЬКОЇ РАДИ</w:t>
      </w:r>
    </w:p>
    <w:p w14:paraId="45829064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>(КИЇВСЬКА МІСЬКА ДЕРЖАВНА АДМІНІСТРАЦІЯ)</w:t>
      </w:r>
    </w:p>
    <w:p w14:paraId="3CEA202C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 xml:space="preserve">ДЕПАРТАМЕНТ ОХОРОНИ ЗДОРОВ'Я </w:t>
      </w:r>
    </w:p>
    <w:p w14:paraId="7CE11BA3" w14:textId="77777777" w:rsidR="00AE322E" w:rsidRPr="00AE322E" w:rsidRDefault="00AE322E" w:rsidP="00AE322E">
      <w:pPr>
        <w:jc w:val="center"/>
        <w:rPr>
          <w:rFonts w:eastAsia="Times New Roman"/>
          <w:b/>
          <w:bCs/>
          <w:color w:val="244061"/>
          <w:lang w:eastAsia="uk-UA"/>
        </w:rPr>
      </w:pPr>
      <w:r w:rsidRPr="00AE322E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2EE2C61" w14:textId="77777777" w:rsidR="00AE322E" w:rsidRPr="00AE322E" w:rsidRDefault="00AE322E" w:rsidP="00AE322E">
      <w:pPr>
        <w:ind w:left="-284"/>
        <w:jc w:val="center"/>
        <w:rPr>
          <w:rFonts w:eastAsia="Times New Roman"/>
          <w:b/>
          <w:color w:val="244061"/>
          <w:sz w:val="30"/>
          <w:szCs w:val="30"/>
          <w:lang w:eastAsia="uk-UA"/>
        </w:rPr>
      </w:pPr>
      <w:r w:rsidRPr="00AE322E">
        <w:rPr>
          <w:rFonts w:eastAsia="Times New Roman"/>
          <w:b/>
          <w:color w:val="244061"/>
          <w:sz w:val="30"/>
          <w:szCs w:val="30"/>
          <w:lang w:eastAsia="uk-UA"/>
        </w:rPr>
        <w:t>«КИЇВСЬКА МІСЬКА ДИТЯЧА КЛІНІЧНА ЛІКАРНЯ №2»</w:t>
      </w:r>
    </w:p>
    <w:p w14:paraId="6629824B" w14:textId="77777777" w:rsidR="00AE322E" w:rsidRPr="00AE322E" w:rsidRDefault="00AE322E" w:rsidP="00AE322E">
      <w:pPr>
        <w:pBdr>
          <w:bottom w:val="thinThickSmallGap" w:sz="24" w:space="1" w:color="auto"/>
        </w:pBdr>
        <w:rPr>
          <w:rFonts w:eastAsia="Times New Roman"/>
          <w:b/>
          <w:color w:val="244061"/>
          <w:szCs w:val="20"/>
          <w:lang w:eastAsia="ru-RU"/>
        </w:rPr>
      </w:pPr>
    </w:p>
    <w:p w14:paraId="61785727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16"/>
          <w:szCs w:val="20"/>
          <w:lang w:eastAsia="ru-RU"/>
        </w:rPr>
      </w:pPr>
      <w:r w:rsidRPr="00AE322E">
        <w:rPr>
          <w:rFonts w:eastAsia="Times New Roman"/>
          <w:color w:val="244061"/>
          <w:sz w:val="16"/>
          <w:szCs w:val="20"/>
          <w:lang w:eastAsia="ru-RU"/>
        </w:rPr>
        <w:t>02125, м.Київ-125, проспект Алішера Навої,3,  телефон 540-96-64</w:t>
      </w:r>
    </w:p>
    <w:p w14:paraId="60B46030" w14:textId="77777777" w:rsidR="00AE322E" w:rsidRPr="00AE322E" w:rsidRDefault="00AE322E" w:rsidP="00AE322E">
      <w:pPr>
        <w:jc w:val="center"/>
        <w:rPr>
          <w:rFonts w:eastAsia="Times New Roman"/>
          <w:sz w:val="24"/>
          <w:szCs w:val="20"/>
          <w:lang w:eastAsia="ru-RU"/>
        </w:rPr>
      </w:pPr>
      <w:r w:rsidRPr="00AE322E">
        <w:rPr>
          <w:rFonts w:eastAsia="Times New Roman"/>
          <w:color w:val="244061"/>
          <w:sz w:val="16"/>
          <w:szCs w:val="20"/>
          <w:lang w:eastAsia="ru-RU"/>
        </w:rPr>
        <w:t xml:space="preserve">код ЕДРПОУ 05415941, </w:t>
      </w:r>
      <w:r w:rsidRPr="00AE322E">
        <w:rPr>
          <w:rFonts w:eastAsia="Times New Roman"/>
          <w:color w:val="244061"/>
          <w:sz w:val="16"/>
          <w:szCs w:val="20"/>
          <w:lang w:val="en-US" w:eastAsia="ru-RU"/>
        </w:rPr>
        <w:t>Email</w:t>
      </w:r>
      <w:r w:rsidRPr="00AE322E">
        <w:rPr>
          <w:rFonts w:eastAsia="Times New Roman"/>
          <w:color w:val="244061"/>
          <w:sz w:val="16"/>
          <w:szCs w:val="20"/>
          <w:lang w:eastAsia="ru-RU"/>
        </w:rPr>
        <w:t xml:space="preserve">: </w:t>
      </w:r>
      <w:hyperlink r:id="rId6" w:history="1"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kmdkl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2.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kiev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@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gmail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.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com</w:t>
        </w:r>
      </w:hyperlink>
    </w:p>
    <w:p w14:paraId="02DAF64C" w14:textId="77777777" w:rsidR="00AE322E" w:rsidRPr="00AE322E" w:rsidRDefault="00AE322E" w:rsidP="00AE322E"/>
    <w:p w14:paraId="25276175" w14:textId="2F4184AD" w:rsidR="00AE322E" w:rsidRPr="00AE322E" w:rsidRDefault="0029425C" w:rsidP="00AE322E">
      <w:r w:rsidRPr="0029425C">
        <w:t>05</w:t>
      </w:r>
      <w:r w:rsidR="00AE322E">
        <w:t>.</w:t>
      </w:r>
      <w:r w:rsidR="00AE322E" w:rsidRPr="008E45F6">
        <w:t>0</w:t>
      </w:r>
      <w:r w:rsidRPr="0029425C">
        <w:t>3</w:t>
      </w:r>
      <w:r w:rsidR="00AE322E">
        <w:t>.</w:t>
      </w:r>
      <w:r w:rsidR="00AE322E" w:rsidRPr="008E45F6">
        <w:t>2020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39652E" w:rsidRPr="00A83650">
        <w:t>6</w:t>
      </w:r>
      <w:r w:rsidR="008E3A25" w:rsidRPr="008E3A25">
        <w:t>8</w:t>
      </w:r>
      <w:r w:rsidR="00AE322E">
        <w:t>/04</w:t>
      </w:r>
    </w:p>
    <w:p w14:paraId="72D2808C" w14:textId="77777777" w:rsidR="00CD6EFA" w:rsidRDefault="00CD6EFA" w:rsidP="00836F7C">
      <w:pPr>
        <w:jc w:val="center"/>
        <w:rPr>
          <w:b/>
        </w:rPr>
      </w:pP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3034AA84" w:rsidR="00CD6EFA" w:rsidRDefault="002F1B56" w:rsidP="0060765C">
      <w:pPr>
        <w:jc w:val="center"/>
        <w:rPr>
          <w:b/>
        </w:rPr>
      </w:pPr>
      <w:r>
        <w:rPr>
          <w:b/>
        </w:rPr>
        <w:t>Шановн</w:t>
      </w:r>
      <w:r w:rsidR="00EA56EA">
        <w:rPr>
          <w:b/>
        </w:rPr>
        <w:t>а</w:t>
      </w:r>
      <w:r w:rsidR="00082FE9">
        <w:rPr>
          <w:b/>
        </w:rPr>
        <w:t xml:space="preserve"> пан</w:t>
      </w:r>
      <w:r w:rsidR="00EA56EA">
        <w:rPr>
          <w:b/>
        </w:rPr>
        <w:t>і</w:t>
      </w:r>
      <w:r w:rsidR="003E398F">
        <w:rPr>
          <w:b/>
        </w:rPr>
        <w:t xml:space="preserve"> </w:t>
      </w:r>
      <w:r w:rsidR="008E3A25">
        <w:rPr>
          <w:b/>
        </w:rPr>
        <w:t>Анастасія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6D47794F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8E3A25">
        <w:t>19</w:t>
      </w:r>
      <w:bookmarkStart w:id="0" w:name="_GoBack"/>
      <w:bookmarkEnd w:id="0"/>
      <w:r>
        <w:t>.</w:t>
      </w:r>
      <w:r w:rsidR="005D01A2">
        <w:t>0</w:t>
      </w:r>
      <w:r w:rsidR="00AF60D8">
        <w:t>2</w:t>
      </w:r>
      <w:r>
        <w:t>.20</w:t>
      </w:r>
      <w:r w:rsidR="005D01A2">
        <w:t>20</w:t>
      </w:r>
      <w:r>
        <w:t xml:space="preserve"> р. надає інформацію про те, що </w:t>
      </w:r>
      <w:r w:rsidR="002A2CA8">
        <w:t>на 2020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Default="00E05761" w:rsidP="00E05761">
      <w:pPr>
        <w:ind w:firstLine="567"/>
        <w:jc w:val="both"/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7777777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>
        <w:rPr>
          <w:b/>
        </w:rPr>
        <w:t>С.М. Гнатюк</w:t>
      </w:r>
    </w:p>
    <w:p w14:paraId="7FE6B674" w14:textId="77777777" w:rsidR="00E41675" w:rsidRDefault="00E41675" w:rsidP="00E05761">
      <w:pPr>
        <w:ind w:firstLine="567"/>
        <w:jc w:val="both"/>
        <w:rPr>
          <w:b/>
        </w:rPr>
      </w:pPr>
    </w:p>
    <w:sectPr w:rsidR="00E41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22BF7"/>
    <w:rsid w:val="00033056"/>
    <w:rsid w:val="00034CDE"/>
    <w:rsid w:val="0003528E"/>
    <w:rsid w:val="00073019"/>
    <w:rsid w:val="00082FE9"/>
    <w:rsid w:val="000868EC"/>
    <w:rsid w:val="00086A75"/>
    <w:rsid w:val="00094C5D"/>
    <w:rsid w:val="00094DAD"/>
    <w:rsid w:val="00095E87"/>
    <w:rsid w:val="000B4E66"/>
    <w:rsid w:val="000B7DA2"/>
    <w:rsid w:val="000C27DF"/>
    <w:rsid w:val="000D564B"/>
    <w:rsid w:val="000E0AF2"/>
    <w:rsid w:val="000E1523"/>
    <w:rsid w:val="000E161E"/>
    <w:rsid w:val="000E720D"/>
    <w:rsid w:val="0010059F"/>
    <w:rsid w:val="00105A68"/>
    <w:rsid w:val="00110A6D"/>
    <w:rsid w:val="00112B78"/>
    <w:rsid w:val="00117042"/>
    <w:rsid w:val="00151FA0"/>
    <w:rsid w:val="00161A9F"/>
    <w:rsid w:val="00170F22"/>
    <w:rsid w:val="00180346"/>
    <w:rsid w:val="00192978"/>
    <w:rsid w:val="001A15B4"/>
    <w:rsid w:val="001A4CF0"/>
    <w:rsid w:val="001B2EFD"/>
    <w:rsid w:val="001B7960"/>
    <w:rsid w:val="001C33DA"/>
    <w:rsid w:val="001D1EE2"/>
    <w:rsid w:val="001D6783"/>
    <w:rsid w:val="001E541A"/>
    <w:rsid w:val="001E7568"/>
    <w:rsid w:val="001F2ABB"/>
    <w:rsid w:val="00215D4C"/>
    <w:rsid w:val="00215E84"/>
    <w:rsid w:val="00224A1F"/>
    <w:rsid w:val="0022605C"/>
    <w:rsid w:val="002348EA"/>
    <w:rsid w:val="00243D6A"/>
    <w:rsid w:val="00252E6A"/>
    <w:rsid w:val="0026348F"/>
    <w:rsid w:val="00277542"/>
    <w:rsid w:val="00280C4D"/>
    <w:rsid w:val="00283554"/>
    <w:rsid w:val="0029425C"/>
    <w:rsid w:val="002A2CA8"/>
    <w:rsid w:val="002B366B"/>
    <w:rsid w:val="002C2E43"/>
    <w:rsid w:val="002C72EE"/>
    <w:rsid w:val="002C7C5C"/>
    <w:rsid w:val="002E0A8B"/>
    <w:rsid w:val="002E0BC1"/>
    <w:rsid w:val="002F1733"/>
    <w:rsid w:val="002F1B56"/>
    <w:rsid w:val="002F6567"/>
    <w:rsid w:val="002F7B51"/>
    <w:rsid w:val="003037CE"/>
    <w:rsid w:val="00310E28"/>
    <w:rsid w:val="0032092A"/>
    <w:rsid w:val="00321B05"/>
    <w:rsid w:val="003257AA"/>
    <w:rsid w:val="0034328C"/>
    <w:rsid w:val="00345FFF"/>
    <w:rsid w:val="0036329E"/>
    <w:rsid w:val="00364CDA"/>
    <w:rsid w:val="00366591"/>
    <w:rsid w:val="00374F83"/>
    <w:rsid w:val="00380779"/>
    <w:rsid w:val="00380921"/>
    <w:rsid w:val="00384983"/>
    <w:rsid w:val="00390D65"/>
    <w:rsid w:val="00391FE3"/>
    <w:rsid w:val="0039394D"/>
    <w:rsid w:val="0039652E"/>
    <w:rsid w:val="003B2561"/>
    <w:rsid w:val="003E398F"/>
    <w:rsid w:val="003F706A"/>
    <w:rsid w:val="00404825"/>
    <w:rsid w:val="004134A7"/>
    <w:rsid w:val="00415EC5"/>
    <w:rsid w:val="00420866"/>
    <w:rsid w:val="00421701"/>
    <w:rsid w:val="004347B3"/>
    <w:rsid w:val="00434D85"/>
    <w:rsid w:val="00435F75"/>
    <w:rsid w:val="004540F6"/>
    <w:rsid w:val="00454230"/>
    <w:rsid w:val="00461FA8"/>
    <w:rsid w:val="004673B8"/>
    <w:rsid w:val="00467D9B"/>
    <w:rsid w:val="004808E0"/>
    <w:rsid w:val="00486B3D"/>
    <w:rsid w:val="004C1BBB"/>
    <w:rsid w:val="004C2C8E"/>
    <w:rsid w:val="004D34CE"/>
    <w:rsid w:val="004E1514"/>
    <w:rsid w:val="004E6C4E"/>
    <w:rsid w:val="004E7889"/>
    <w:rsid w:val="004F2669"/>
    <w:rsid w:val="0050312D"/>
    <w:rsid w:val="005155F6"/>
    <w:rsid w:val="00530351"/>
    <w:rsid w:val="0055416F"/>
    <w:rsid w:val="00556043"/>
    <w:rsid w:val="00570451"/>
    <w:rsid w:val="005708B4"/>
    <w:rsid w:val="00571619"/>
    <w:rsid w:val="005726FD"/>
    <w:rsid w:val="00572B24"/>
    <w:rsid w:val="00573C8D"/>
    <w:rsid w:val="00580930"/>
    <w:rsid w:val="005930BB"/>
    <w:rsid w:val="005B158E"/>
    <w:rsid w:val="005D01A2"/>
    <w:rsid w:val="005E148A"/>
    <w:rsid w:val="005E1667"/>
    <w:rsid w:val="00605CDA"/>
    <w:rsid w:val="0060765C"/>
    <w:rsid w:val="006135DE"/>
    <w:rsid w:val="0063272C"/>
    <w:rsid w:val="0065033A"/>
    <w:rsid w:val="00651195"/>
    <w:rsid w:val="00663480"/>
    <w:rsid w:val="0066439C"/>
    <w:rsid w:val="006652FD"/>
    <w:rsid w:val="00677AD4"/>
    <w:rsid w:val="00686266"/>
    <w:rsid w:val="00696CF9"/>
    <w:rsid w:val="00697786"/>
    <w:rsid w:val="006A7F7D"/>
    <w:rsid w:val="006B128A"/>
    <w:rsid w:val="006D79EC"/>
    <w:rsid w:val="006F4092"/>
    <w:rsid w:val="006F4580"/>
    <w:rsid w:val="007055E5"/>
    <w:rsid w:val="00705B01"/>
    <w:rsid w:val="007138B2"/>
    <w:rsid w:val="00730B03"/>
    <w:rsid w:val="0073108A"/>
    <w:rsid w:val="00742EF4"/>
    <w:rsid w:val="00763B1D"/>
    <w:rsid w:val="00773F7D"/>
    <w:rsid w:val="007764B5"/>
    <w:rsid w:val="00777943"/>
    <w:rsid w:val="007B0220"/>
    <w:rsid w:val="007E1083"/>
    <w:rsid w:val="007E6D44"/>
    <w:rsid w:val="007F128D"/>
    <w:rsid w:val="00800035"/>
    <w:rsid w:val="008029D8"/>
    <w:rsid w:val="00803088"/>
    <w:rsid w:val="0080786D"/>
    <w:rsid w:val="00824E67"/>
    <w:rsid w:val="008255C3"/>
    <w:rsid w:val="00825765"/>
    <w:rsid w:val="00830070"/>
    <w:rsid w:val="00836F7C"/>
    <w:rsid w:val="0084221B"/>
    <w:rsid w:val="0084296B"/>
    <w:rsid w:val="00847249"/>
    <w:rsid w:val="00852000"/>
    <w:rsid w:val="00855317"/>
    <w:rsid w:val="0086517F"/>
    <w:rsid w:val="00866E2D"/>
    <w:rsid w:val="00871961"/>
    <w:rsid w:val="00885ED2"/>
    <w:rsid w:val="008A5BF6"/>
    <w:rsid w:val="008C0FC6"/>
    <w:rsid w:val="008C26A2"/>
    <w:rsid w:val="008C3BA3"/>
    <w:rsid w:val="008C5C2F"/>
    <w:rsid w:val="008D08B2"/>
    <w:rsid w:val="008D2732"/>
    <w:rsid w:val="008E3A25"/>
    <w:rsid w:val="008E45F6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6507E"/>
    <w:rsid w:val="009677B9"/>
    <w:rsid w:val="0097569C"/>
    <w:rsid w:val="00981C8C"/>
    <w:rsid w:val="00982B0B"/>
    <w:rsid w:val="009900C3"/>
    <w:rsid w:val="009A3ABE"/>
    <w:rsid w:val="009A75CC"/>
    <w:rsid w:val="009B283E"/>
    <w:rsid w:val="009D3F45"/>
    <w:rsid w:val="009D499D"/>
    <w:rsid w:val="009D6DB8"/>
    <w:rsid w:val="009E1781"/>
    <w:rsid w:val="009E277F"/>
    <w:rsid w:val="009F2E23"/>
    <w:rsid w:val="009F5D23"/>
    <w:rsid w:val="00A15FDC"/>
    <w:rsid w:val="00A34CB4"/>
    <w:rsid w:val="00A427F5"/>
    <w:rsid w:val="00A6367A"/>
    <w:rsid w:val="00A70BF0"/>
    <w:rsid w:val="00A83650"/>
    <w:rsid w:val="00A83F8C"/>
    <w:rsid w:val="00A85D79"/>
    <w:rsid w:val="00AA4E13"/>
    <w:rsid w:val="00AB0257"/>
    <w:rsid w:val="00AB25FB"/>
    <w:rsid w:val="00AB547A"/>
    <w:rsid w:val="00AB6A33"/>
    <w:rsid w:val="00AC1BE2"/>
    <w:rsid w:val="00AC46EA"/>
    <w:rsid w:val="00AE322E"/>
    <w:rsid w:val="00AF60D8"/>
    <w:rsid w:val="00B02C56"/>
    <w:rsid w:val="00B0375B"/>
    <w:rsid w:val="00B3029A"/>
    <w:rsid w:val="00B4537C"/>
    <w:rsid w:val="00B57B0E"/>
    <w:rsid w:val="00B652DA"/>
    <w:rsid w:val="00B677E2"/>
    <w:rsid w:val="00B803DC"/>
    <w:rsid w:val="00B97BD7"/>
    <w:rsid w:val="00BA007E"/>
    <w:rsid w:val="00BA16AB"/>
    <w:rsid w:val="00BA5AA7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E26FD"/>
    <w:rsid w:val="00BE2FD5"/>
    <w:rsid w:val="00BE4871"/>
    <w:rsid w:val="00C03508"/>
    <w:rsid w:val="00C06EBC"/>
    <w:rsid w:val="00C23F7A"/>
    <w:rsid w:val="00C31D5C"/>
    <w:rsid w:val="00C40391"/>
    <w:rsid w:val="00C536D2"/>
    <w:rsid w:val="00C67678"/>
    <w:rsid w:val="00C70FC3"/>
    <w:rsid w:val="00C72DE6"/>
    <w:rsid w:val="00C74B99"/>
    <w:rsid w:val="00C840B6"/>
    <w:rsid w:val="00C91776"/>
    <w:rsid w:val="00C96C41"/>
    <w:rsid w:val="00CA4338"/>
    <w:rsid w:val="00CB25E3"/>
    <w:rsid w:val="00CC7F73"/>
    <w:rsid w:val="00CD07BE"/>
    <w:rsid w:val="00CD4C4F"/>
    <w:rsid w:val="00CD6EFA"/>
    <w:rsid w:val="00CE2F4B"/>
    <w:rsid w:val="00CE63C3"/>
    <w:rsid w:val="00D001DD"/>
    <w:rsid w:val="00D1347E"/>
    <w:rsid w:val="00D24C33"/>
    <w:rsid w:val="00D31452"/>
    <w:rsid w:val="00D33150"/>
    <w:rsid w:val="00D517A9"/>
    <w:rsid w:val="00D80C82"/>
    <w:rsid w:val="00D93B0D"/>
    <w:rsid w:val="00D94AEF"/>
    <w:rsid w:val="00DA0C84"/>
    <w:rsid w:val="00DE09B1"/>
    <w:rsid w:val="00DF06E6"/>
    <w:rsid w:val="00DF0F5C"/>
    <w:rsid w:val="00DF5CDD"/>
    <w:rsid w:val="00DF6E96"/>
    <w:rsid w:val="00E03C5E"/>
    <w:rsid w:val="00E05761"/>
    <w:rsid w:val="00E41675"/>
    <w:rsid w:val="00E428F9"/>
    <w:rsid w:val="00E42B4E"/>
    <w:rsid w:val="00E437DD"/>
    <w:rsid w:val="00E503BC"/>
    <w:rsid w:val="00E85616"/>
    <w:rsid w:val="00E927C4"/>
    <w:rsid w:val="00E9568E"/>
    <w:rsid w:val="00EA56EA"/>
    <w:rsid w:val="00EA6EB1"/>
    <w:rsid w:val="00EC27E6"/>
    <w:rsid w:val="00EE0D06"/>
    <w:rsid w:val="00EF69C0"/>
    <w:rsid w:val="00F15474"/>
    <w:rsid w:val="00F35D8B"/>
    <w:rsid w:val="00F413DE"/>
    <w:rsid w:val="00F530A3"/>
    <w:rsid w:val="00F635F8"/>
    <w:rsid w:val="00F72744"/>
    <w:rsid w:val="00F755BD"/>
    <w:rsid w:val="00F7747E"/>
    <w:rsid w:val="00F82CDF"/>
    <w:rsid w:val="00F9483B"/>
    <w:rsid w:val="00FB358D"/>
    <w:rsid w:val="00FB592D"/>
    <w:rsid w:val="00FB6911"/>
    <w:rsid w:val="00FD39C9"/>
    <w:rsid w:val="00FE0841"/>
    <w:rsid w:val="00FE342F"/>
    <w:rsid w:val="00FE7094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h2\AppData\Roaming\Microsoft\&#1064;&#1072;&#1073;&#1083;&#1086;&#1085;&#1099;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2020-03-05T08:26:00Z</cp:lastPrinted>
  <dcterms:created xsi:type="dcterms:W3CDTF">2020-03-05T08:39:00Z</dcterms:created>
  <dcterms:modified xsi:type="dcterms:W3CDTF">2020-03-05T08:40:00Z</dcterms:modified>
</cp:coreProperties>
</file>