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3AE" w:rsidRDefault="009853AE" w:rsidP="00F836BE">
      <w:pPr>
        <w:jc w:val="center"/>
        <w:rPr>
          <w:sz w:val="28"/>
          <w:szCs w:val="28"/>
          <w:lang w:val="en-US"/>
        </w:rPr>
      </w:pPr>
      <w:r w:rsidRPr="008C62C7">
        <w:rPr>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1.5pt;height:45.75pt;visibility:visible">
            <v:imagedata r:id="rId5" o:title=""/>
          </v:shape>
        </w:pict>
      </w:r>
    </w:p>
    <w:p w:rsidR="009853AE" w:rsidRDefault="009853AE" w:rsidP="00F836BE">
      <w:pPr>
        <w:jc w:val="center"/>
        <w:rPr>
          <w:b/>
          <w:sz w:val="16"/>
          <w:szCs w:val="16"/>
          <w:lang w:val="uk-UA"/>
        </w:rPr>
      </w:pPr>
      <w:r>
        <w:rPr>
          <w:b/>
          <w:lang w:val="uk-UA"/>
        </w:rPr>
        <w:t>УКРАЇНА</w:t>
      </w:r>
    </w:p>
    <w:p w:rsidR="009853AE" w:rsidRDefault="009853AE" w:rsidP="00F836BE">
      <w:pPr>
        <w:jc w:val="center"/>
        <w:rPr>
          <w:sz w:val="6"/>
          <w:szCs w:val="6"/>
          <w:lang w:val="uk-UA"/>
        </w:rPr>
      </w:pPr>
    </w:p>
    <w:p w:rsidR="009853AE" w:rsidRDefault="009853AE" w:rsidP="00F836BE">
      <w:pPr>
        <w:jc w:val="center"/>
        <w:rPr>
          <w:sz w:val="28"/>
          <w:szCs w:val="28"/>
          <w:lang w:val="uk-UA"/>
        </w:rPr>
      </w:pPr>
      <w:r>
        <w:rPr>
          <w:sz w:val="28"/>
          <w:szCs w:val="28"/>
          <w:lang w:val="uk-UA"/>
        </w:rPr>
        <w:t>КОРЕЦЬКА РАЙОННА ДЕРЖАВНА АДМІНІСТРАЦІЯ</w:t>
      </w:r>
    </w:p>
    <w:p w:rsidR="009853AE" w:rsidRDefault="009853AE" w:rsidP="00F836BE">
      <w:pPr>
        <w:keepNext/>
        <w:jc w:val="center"/>
        <w:outlineLvl w:val="0"/>
        <w:rPr>
          <w:sz w:val="28"/>
          <w:szCs w:val="20"/>
          <w:lang w:val="uk-UA"/>
        </w:rPr>
      </w:pPr>
      <w:r>
        <w:rPr>
          <w:sz w:val="28"/>
          <w:szCs w:val="20"/>
          <w:lang w:val="uk-UA"/>
        </w:rPr>
        <w:t>РІВНЕНСЬКОЇ ОБЛАСТІ</w:t>
      </w:r>
    </w:p>
    <w:p w:rsidR="009853AE" w:rsidRDefault="009853AE" w:rsidP="00F836BE">
      <w:pPr>
        <w:jc w:val="center"/>
        <w:rPr>
          <w:rFonts w:cs="Academy"/>
          <w:spacing w:val="20"/>
          <w:sz w:val="20"/>
          <w:szCs w:val="20"/>
          <w:lang w:val="uk-UA"/>
        </w:rPr>
      </w:pPr>
      <w:r>
        <w:rPr>
          <w:rFonts w:ascii="Times New Roman CYR" w:hAnsi="Times New Roman CYR" w:cs="Times New Roman CYR"/>
          <w:sz w:val="20"/>
          <w:szCs w:val="20"/>
          <w:lang w:val="uk-UA"/>
        </w:rPr>
        <w:t xml:space="preserve">Площа Київська, </w:t>
      </w:r>
      <w:smartTag w:uri="urn:schemas-microsoft-com:office:smarttags" w:element="metricconverter">
        <w:smartTagPr>
          <w:attr w:name="ProductID" w:val="5, м"/>
        </w:smartTagPr>
        <w:r>
          <w:rPr>
            <w:rFonts w:ascii="Times New Roman CYR" w:hAnsi="Times New Roman CYR" w:cs="Times New Roman CYR"/>
            <w:sz w:val="20"/>
            <w:szCs w:val="20"/>
            <w:lang w:val="uk-UA"/>
          </w:rPr>
          <w:t>5, м</w:t>
        </w:r>
      </w:smartTag>
      <w:r>
        <w:rPr>
          <w:rFonts w:ascii="Times New Roman CYR" w:hAnsi="Times New Roman CYR" w:cs="Times New Roman CYR"/>
          <w:sz w:val="20"/>
          <w:szCs w:val="20"/>
          <w:lang w:val="uk-UA"/>
        </w:rPr>
        <w:t>. Корець, Рівненської області</w:t>
      </w:r>
      <w:r>
        <w:rPr>
          <w:sz w:val="20"/>
          <w:szCs w:val="20"/>
          <w:lang w:val="uk-UA"/>
        </w:rPr>
        <w:t xml:space="preserve"> 347</w:t>
      </w:r>
      <w:r>
        <w:rPr>
          <w:rFonts w:ascii="Times New Roman CYR" w:hAnsi="Times New Roman CYR" w:cs="Times New Roman CYR"/>
          <w:sz w:val="20"/>
          <w:szCs w:val="20"/>
          <w:lang w:val="uk-UA"/>
        </w:rPr>
        <w:t xml:space="preserve">00, тел. (036-51) 2-04-12, факс (036-51) 2-12-00                                                                             E-mail: </w:t>
      </w:r>
      <w:hyperlink r:id="rId6" w:history="1">
        <w:r>
          <w:rPr>
            <w:rStyle w:val="Hyperlink"/>
            <w:sz w:val="20"/>
            <w:szCs w:val="20"/>
            <w:lang w:val="en-US"/>
          </w:rPr>
          <w:t>korc</w:t>
        </w:r>
        <w:r>
          <w:rPr>
            <w:rStyle w:val="Hyperlink"/>
            <w:sz w:val="20"/>
            <w:szCs w:val="20"/>
            <w:lang w:val="uk-UA"/>
          </w:rPr>
          <w:t>@</w:t>
        </w:r>
        <w:r>
          <w:rPr>
            <w:rStyle w:val="Hyperlink"/>
            <w:sz w:val="20"/>
            <w:szCs w:val="20"/>
            <w:lang w:val="uk-UA" w:eastAsia="uk-UA"/>
          </w:rPr>
          <w:t>rv.gov.ua</w:t>
        </w:r>
      </w:hyperlink>
      <w:r>
        <w:rPr>
          <w:color w:val="000000"/>
          <w:sz w:val="20"/>
          <w:szCs w:val="20"/>
          <w:lang w:val="uk-UA" w:eastAsia="uk-UA"/>
        </w:rPr>
        <w:t>, веб-</w:t>
      </w:r>
      <w:r>
        <w:rPr>
          <w:sz w:val="20"/>
          <w:szCs w:val="20"/>
          <w:lang w:val="uk-UA"/>
        </w:rPr>
        <w:t>сайт:</w:t>
      </w:r>
      <w:r>
        <w:rPr>
          <w:color w:val="000000"/>
          <w:sz w:val="20"/>
          <w:szCs w:val="20"/>
          <w:lang w:val="uk-UA" w:eastAsia="uk-UA"/>
        </w:rPr>
        <w:t xml:space="preserve"> </w:t>
      </w:r>
      <w:hyperlink r:id="rId7" w:history="1">
        <w:r>
          <w:rPr>
            <w:rStyle w:val="Hyperlink"/>
            <w:color w:val="008000"/>
            <w:sz w:val="20"/>
            <w:szCs w:val="20"/>
            <w:shd w:val="clear" w:color="auto" w:fill="FFFFFF"/>
            <w:lang w:val="uk-UA"/>
          </w:rPr>
          <w:t>http://korc.gov.ua</w:t>
        </w:r>
      </w:hyperlink>
      <w:r>
        <w:rPr>
          <w:rFonts w:ascii="Times New Roman CYR" w:hAnsi="Times New Roman CYR" w:cs="Times New Roman CYR"/>
          <w:sz w:val="20"/>
          <w:szCs w:val="20"/>
          <w:lang w:val="uk-UA"/>
        </w:rPr>
        <w:t xml:space="preserve">  Код ЄДРПОУ 22563979</w:t>
      </w:r>
    </w:p>
    <w:tbl>
      <w:tblPr>
        <w:tblW w:w="99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79"/>
        <w:gridCol w:w="4666"/>
      </w:tblGrid>
      <w:tr w:rsidR="009853AE" w:rsidTr="00F836BE">
        <w:trPr>
          <w:cantSplit/>
          <w:trHeight w:val="645"/>
        </w:trPr>
        <w:tc>
          <w:tcPr>
            <w:tcW w:w="5279" w:type="dxa"/>
            <w:tcBorders>
              <w:top w:val="thinThickSmallGap" w:sz="24" w:space="0" w:color="auto"/>
              <w:left w:val="nil"/>
              <w:bottom w:val="nil"/>
              <w:right w:val="nil"/>
            </w:tcBorders>
          </w:tcPr>
          <w:p w:rsidR="009853AE" w:rsidRDefault="009853AE">
            <w:pPr>
              <w:rPr>
                <w:lang w:val="uk-UA"/>
              </w:rPr>
            </w:pPr>
          </w:p>
          <w:p w:rsidR="009853AE" w:rsidRPr="006811E5" w:rsidRDefault="009853AE">
            <w:pPr>
              <w:rPr>
                <w:u w:val="single"/>
                <w:lang w:val="uk-UA"/>
              </w:rPr>
            </w:pPr>
            <w:r>
              <w:rPr>
                <w:u w:val="single"/>
                <w:lang w:val="uk-UA"/>
              </w:rPr>
              <w:t xml:space="preserve">22.01.2020 </w:t>
            </w:r>
            <w:r>
              <w:t>№</w:t>
            </w:r>
            <w:r>
              <w:rPr>
                <w:lang w:val="uk-UA"/>
              </w:rPr>
              <w:t xml:space="preserve"> </w:t>
            </w:r>
            <w:r>
              <w:rPr>
                <w:u w:val="single"/>
                <w:lang w:val="uk-UA"/>
              </w:rPr>
              <w:t>01/37/316/20</w:t>
            </w:r>
          </w:p>
          <w:p w:rsidR="009853AE" w:rsidRDefault="009853AE">
            <w:pPr>
              <w:rPr>
                <w:rFonts w:ascii="Times New Roman CYR" w:hAnsi="Times New Roman CYR" w:cs="Times New Roman CYR"/>
                <w:lang w:val="uk-UA"/>
              </w:rPr>
            </w:pPr>
            <w:r>
              <w:rPr>
                <w:rFonts w:ascii="Times New Roman CYR" w:hAnsi="Times New Roman CYR" w:cs="Times New Roman CYR"/>
              </w:rPr>
              <w:t xml:space="preserve">На  №зп-14/0/16-80/20 від </w:t>
            </w:r>
            <w:r>
              <w:rPr>
                <w:rFonts w:ascii="Times New Roman CYR" w:hAnsi="Times New Roman CYR" w:cs="Times New Roman CYR"/>
                <w:lang w:val="uk-UA"/>
              </w:rPr>
              <w:t>20</w:t>
            </w:r>
            <w:r>
              <w:rPr>
                <w:rFonts w:ascii="Times New Roman CYR" w:hAnsi="Times New Roman CYR" w:cs="Times New Roman CYR"/>
              </w:rPr>
              <w:t>.</w:t>
            </w:r>
            <w:r>
              <w:rPr>
                <w:rFonts w:ascii="Times New Roman CYR" w:hAnsi="Times New Roman CYR" w:cs="Times New Roman CYR"/>
                <w:lang w:val="uk-UA"/>
              </w:rPr>
              <w:t>01.</w:t>
            </w:r>
            <w:r>
              <w:rPr>
                <w:rFonts w:ascii="Times New Roman CYR" w:hAnsi="Times New Roman CYR" w:cs="Times New Roman CYR"/>
              </w:rPr>
              <w:t xml:space="preserve"> 2020</w:t>
            </w:r>
            <w:bookmarkStart w:id="0" w:name="_GoBack"/>
            <w:bookmarkEnd w:id="0"/>
          </w:p>
          <w:p w:rsidR="009853AE" w:rsidRDefault="009853AE">
            <w:pPr>
              <w:rPr>
                <w:lang w:val="uk-UA"/>
              </w:rPr>
            </w:pPr>
          </w:p>
          <w:p w:rsidR="009853AE" w:rsidRDefault="009853AE">
            <w:pPr>
              <w:rPr>
                <w:lang w:val="uk-UA"/>
              </w:rPr>
            </w:pPr>
          </w:p>
        </w:tc>
        <w:tc>
          <w:tcPr>
            <w:tcW w:w="4666" w:type="dxa"/>
            <w:tcBorders>
              <w:top w:val="thinThickSmallGap" w:sz="24" w:space="0" w:color="auto"/>
              <w:left w:val="nil"/>
              <w:bottom w:val="nil"/>
              <w:right w:val="nil"/>
            </w:tcBorders>
          </w:tcPr>
          <w:p w:rsidR="009853AE" w:rsidRDefault="009853AE">
            <w:pPr>
              <w:rPr>
                <w:sz w:val="28"/>
                <w:szCs w:val="28"/>
                <w:lang w:val="uk-UA"/>
              </w:rPr>
            </w:pPr>
          </w:p>
          <w:p w:rsidR="009853AE" w:rsidRDefault="009853AE" w:rsidP="00F836BE">
            <w:pPr>
              <w:rPr>
                <w:sz w:val="28"/>
                <w:szCs w:val="28"/>
                <w:lang w:val="uk-UA"/>
              </w:rPr>
            </w:pPr>
            <w:r>
              <w:rPr>
                <w:sz w:val="28"/>
                <w:szCs w:val="28"/>
                <w:lang w:val="uk-UA"/>
              </w:rPr>
              <w:t>Рівненська обласна державна адміністрація</w:t>
            </w:r>
          </w:p>
          <w:p w:rsidR="009853AE" w:rsidRDefault="009853AE" w:rsidP="00F836BE">
            <w:pPr>
              <w:rPr>
                <w:sz w:val="28"/>
                <w:szCs w:val="28"/>
                <w:lang w:val="uk-UA"/>
              </w:rPr>
            </w:pPr>
          </w:p>
          <w:p w:rsidR="009853AE" w:rsidRDefault="009853AE" w:rsidP="00F836BE">
            <w:pPr>
              <w:rPr>
                <w:sz w:val="28"/>
                <w:szCs w:val="28"/>
                <w:lang w:val="uk-UA"/>
              </w:rPr>
            </w:pPr>
            <w:r>
              <w:rPr>
                <w:sz w:val="28"/>
                <w:szCs w:val="28"/>
                <w:lang w:val="uk-UA"/>
              </w:rPr>
              <w:t>Сергієнку Сергію</w:t>
            </w:r>
          </w:p>
        </w:tc>
      </w:tr>
    </w:tbl>
    <w:p w:rsidR="009853AE" w:rsidRDefault="009853AE" w:rsidP="00F836BE">
      <w:pPr>
        <w:rPr>
          <w:rFonts w:ascii="Calibri" w:hAnsi="Calibri"/>
          <w:sz w:val="22"/>
          <w:szCs w:val="22"/>
          <w:lang w:eastAsia="en-US"/>
        </w:rPr>
      </w:pPr>
    </w:p>
    <w:p w:rsidR="009853AE" w:rsidRDefault="009853AE" w:rsidP="007C1E13">
      <w:pPr>
        <w:jc w:val="both"/>
        <w:rPr>
          <w:sz w:val="28"/>
          <w:szCs w:val="28"/>
          <w:lang w:val="uk-UA"/>
        </w:rPr>
      </w:pPr>
      <w:r>
        <w:tab/>
      </w:r>
      <w:r>
        <w:rPr>
          <w:sz w:val="28"/>
          <w:szCs w:val="28"/>
        </w:rPr>
        <w:t xml:space="preserve">На виконання  листа першого заступника  голови  облдержадміністрації   </w:t>
      </w:r>
      <w:r>
        <w:rPr>
          <w:sz w:val="28"/>
          <w:szCs w:val="28"/>
          <w:lang w:val="uk-UA"/>
        </w:rPr>
        <w:t xml:space="preserve">             </w:t>
      </w:r>
      <w:r>
        <w:rPr>
          <w:sz w:val="28"/>
          <w:szCs w:val="28"/>
        </w:rPr>
        <w:t xml:space="preserve">   </w:t>
      </w:r>
      <w:r>
        <w:rPr>
          <w:sz w:val="28"/>
          <w:szCs w:val="28"/>
          <w:lang w:val="uk-UA"/>
        </w:rPr>
        <w:t xml:space="preserve">Сергія Подоліна </w:t>
      </w:r>
      <w:r>
        <w:rPr>
          <w:sz w:val="28"/>
          <w:szCs w:val="28"/>
        </w:rPr>
        <w:t xml:space="preserve">від </w:t>
      </w:r>
      <w:r>
        <w:rPr>
          <w:color w:val="000000"/>
          <w:sz w:val="28"/>
          <w:szCs w:val="28"/>
          <w:lang w:val="uk-UA"/>
        </w:rPr>
        <w:t xml:space="preserve">20.01.2020 №зп-14/0/16-18/20 та запит Сергія Сергієнка стосовно положень, порядків, програм, які затверджені органами місцевої влади, якими передбачені пільги для багатодітних родин на відвідування державних, комунальних, приватних стадіонів, спортивних майданчиків, спортивних комплексів, ДЮСШ повідомляємо, що в районі прийнято відповідне </w:t>
      </w:r>
      <w:r>
        <w:rPr>
          <w:sz w:val="28"/>
          <w:szCs w:val="28"/>
          <w:lang w:val="uk-UA"/>
        </w:rPr>
        <w:t xml:space="preserve">розпорядження голови райдержадміністрації від 08.09.2017 № </w:t>
      </w:r>
      <w:r w:rsidRPr="00BA0EA5">
        <w:rPr>
          <w:sz w:val="28"/>
          <w:szCs w:val="28"/>
          <w:lang w:val="uk-UA"/>
        </w:rPr>
        <w:t>287</w:t>
      </w:r>
      <w:r>
        <w:rPr>
          <w:sz w:val="28"/>
          <w:szCs w:val="28"/>
          <w:lang w:val="uk-UA"/>
        </w:rPr>
        <w:t xml:space="preserve">„Про Програму розвитку фізичної культури і спорту в Корецькому районі на період до 2020 року”, яке затверджене відповідним рішенням районної ради від      19.10.2017 № 290. </w:t>
      </w:r>
    </w:p>
    <w:p w:rsidR="009853AE" w:rsidRDefault="009853AE" w:rsidP="004D0338">
      <w:pPr>
        <w:ind w:firstLine="708"/>
        <w:jc w:val="both"/>
        <w:rPr>
          <w:sz w:val="28"/>
          <w:szCs w:val="28"/>
          <w:lang w:val="uk-UA"/>
        </w:rPr>
      </w:pPr>
      <w:r>
        <w:rPr>
          <w:sz w:val="28"/>
          <w:szCs w:val="28"/>
          <w:lang w:val="uk-UA"/>
        </w:rPr>
        <w:t>Пункт 41 заходів реалізації Програми передбачає пільги для багатодітних родин ( розпорядження додається).</w:t>
      </w:r>
    </w:p>
    <w:p w:rsidR="009853AE" w:rsidRDefault="009853AE" w:rsidP="00F836BE">
      <w:pPr>
        <w:ind w:firstLine="708"/>
        <w:jc w:val="both"/>
        <w:rPr>
          <w:sz w:val="28"/>
          <w:szCs w:val="28"/>
          <w:lang w:val="uk-UA"/>
        </w:rPr>
      </w:pPr>
    </w:p>
    <w:p w:rsidR="009853AE" w:rsidRDefault="009853AE" w:rsidP="00F836BE">
      <w:pPr>
        <w:ind w:firstLine="708"/>
        <w:jc w:val="both"/>
        <w:rPr>
          <w:sz w:val="28"/>
          <w:szCs w:val="28"/>
          <w:lang w:val="uk-UA"/>
        </w:rPr>
      </w:pPr>
    </w:p>
    <w:p w:rsidR="009853AE" w:rsidRDefault="009853AE" w:rsidP="00F836BE">
      <w:pPr>
        <w:ind w:firstLine="708"/>
        <w:jc w:val="both"/>
        <w:rPr>
          <w:sz w:val="28"/>
          <w:szCs w:val="28"/>
          <w:lang w:val="uk-UA"/>
        </w:rPr>
      </w:pPr>
    </w:p>
    <w:p w:rsidR="009853AE" w:rsidRDefault="009853AE" w:rsidP="00F836BE">
      <w:pPr>
        <w:ind w:firstLine="708"/>
        <w:jc w:val="both"/>
        <w:rPr>
          <w:sz w:val="28"/>
          <w:szCs w:val="28"/>
          <w:lang w:val="uk-UA"/>
        </w:rPr>
      </w:pPr>
    </w:p>
    <w:p w:rsidR="009853AE" w:rsidRDefault="009853AE" w:rsidP="00F836BE">
      <w:pPr>
        <w:jc w:val="center"/>
        <w:rPr>
          <w:sz w:val="28"/>
          <w:szCs w:val="28"/>
          <w:lang w:val="uk-UA"/>
        </w:rPr>
      </w:pPr>
    </w:p>
    <w:p w:rsidR="009853AE" w:rsidRDefault="009853AE" w:rsidP="00F836BE">
      <w:pPr>
        <w:jc w:val="center"/>
        <w:rPr>
          <w:sz w:val="28"/>
          <w:szCs w:val="28"/>
        </w:rPr>
      </w:pPr>
    </w:p>
    <w:p w:rsidR="009853AE" w:rsidRDefault="009853AE" w:rsidP="00F836BE">
      <w:pPr>
        <w:pStyle w:val="BodyText"/>
        <w:jc w:val="both"/>
        <w:rPr>
          <w:sz w:val="28"/>
          <w:szCs w:val="28"/>
        </w:rPr>
      </w:pPr>
      <w:r>
        <w:rPr>
          <w:sz w:val="28"/>
          <w:szCs w:val="28"/>
        </w:rPr>
        <w:t>Заступник голови адміністрації                                                 Олександр СУХИЙ</w:t>
      </w:r>
    </w:p>
    <w:p w:rsidR="009853AE" w:rsidRDefault="009853AE" w:rsidP="00F836BE">
      <w:pPr>
        <w:pStyle w:val="BodyText"/>
        <w:jc w:val="both"/>
        <w:rPr>
          <w:sz w:val="16"/>
          <w:szCs w:val="16"/>
        </w:rPr>
      </w:pPr>
      <w:r>
        <w:rPr>
          <w:sz w:val="16"/>
          <w:szCs w:val="16"/>
        </w:rPr>
        <w:t xml:space="preserve">Сергій Демковський </w:t>
      </w:r>
    </w:p>
    <w:p w:rsidR="009853AE" w:rsidRDefault="009853AE" w:rsidP="00F836BE">
      <w:pPr>
        <w:pStyle w:val="BodyText"/>
        <w:jc w:val="both"/>
        <w:rPr>
          <w:sz w:val="16"/>
          <w:szCs w:val="16"/>
        </w:rPr>
      </w:pPr>
    </w:p>
    <w:p w:rsidR="009853AE" w:rsidRDefault="009853AE" w:rsidP="00F836BE">
      <w:pPr>
        <w:pStyle w:val="BodyText"/>
        <w:jc w:val="both"/>
        <w:rPr>
          <w:sz w:val="16"/>
          <w:szCs w:val="16"/>
        </w:rPr>
      </w:pPr>
    </w:p>
    <w:p w:rsidR="009853AE" w:rsidRDefault="009853AE" w:rsidP="00F836BE">
      <w:pPr>
        <w:pStyle w:val="BodyText"/>
        <w:jc w:val="both"/>
        <w:rPr>
          <w:sz w:val="16"/>
          <w:szCs w:val="16"/>
        </w:rPr>
      </w:pPr>
    </w:p>
    <w:p w:rsidR="009853AE" w:rsidRDefault="009853AE" w:rsidP="00F836BE">
      <w:pPr>
        <w:pStyle w:val="BodyText"/>
        <w:jc w:val="both"/>
        <w:rPr>
          <w:sz w:val="16"/>
          <w:szCs w:val="16"/>
        </w:rPr>
      </w:pPr>
    </w:p>
    <w:p w:rsidR="009853AE" w:rsidRDefault="009853AE" w:rsidP="00F836BE">
      <w:pPr>
        <w:pStyle w:val="BodyText"/>
        <w:jc w:val="both"/>
        <w:rPr>
          <w:sz w:val="16"/>
          <w:szCs w:val="16"/>
        </w:rPr>
      </w:pPr>
    </w:p>
    <w:p w:rsidR="009853AE" w:rsidRDefault="009853AE" w:rsidP="00F836BE">
      <w:pPr>
        <w:pStyle w:val="BodyText"/>
        <w:jc w:val="both"/>
        <w:rPr>
          <w:sz w:val="16"/>
          <w:szCs w:val="16"/>
        </w:rPr>
      </w:pPr>
    </w:p>
    <w:p w:rsidR="009853AE" w:rsidRDefault="009853AE" w:rsidP="00F836BE">
      <w:pPr>
        <w:pStyle w:val="BodyText"/>
        <w:jc w:val="both"/>
        <w:rPr>
          <w:sz w:val="16"/>
          <w:szCs w:val="16"/>
        </w:rPr>
      </w:pPr>
    </w:p>
    <w:p w:rsidR="009853AE" w:rsidRDefault="009853AE" w:rsidP="00F836BE">
      <w:pPr>
        <w:pStyle w:val="BodyText"/>
        <w:jc w:val="both"/>
        <w:rPr>
          <w:sz w:val="16"/>
          <w:szCs w:val="16"/>
        </w:rPr>
      </w:pPr>
    </w:p>
    <w:p w:rsidR="009853AE" w:rsidRDefault="009853AE" w:rsidP="00F836BE">
      <w:pPr>
        <w:pStyle w:val="BodyText"/>
        <w:jc w:val="both"/>
        <w:rPr>
          <w:sz w:val="16"/>
          <w:szCs w:val="16"/>
        </w:rPr>
      </w:pPr>
    </w:p>
    <w:p w:rsidR="009853AE" w:rsidRDefault="009853AE" w:rsidP="00F836BE">
      <w:pPr>
        <w:pStyle w:val="BodyText"/>
        <w:jc w:val="both"/>
        <w:rPr>
          <w:sz w:val="16"/>
          <w:szCs w:val="16"/>
        </w:rPr>
      </w:pPr>
    </w:p>
    <w:p w:rsidR="009853AE" w:rsidRPr="00EA5A19" w:rsidRDefault="009853AE" w:rsidP="004D0338">
      <w:pPr>
        <w:jc w:val="center"/>
      </w:pPr>
      <w:r w:rsidRPr="008C62C7">
        <w:rPr>
          <w:noProof/>
          <w:lang w:val="uk-UA" w:eastAsia="uk-UA"/>
        </w:rPr>
        <w:pict>
          <v:shape id="Рисунок 2" o:spid="_x0000_i1026" type="#_x0000_t75" style="width:31.5pt;height:45.75pt;visibility:visible">
            <v:imagedata r:id="rId5" o:title=""/>
          </v:shape>
        </w:pict>
      </w:r>
    </w:p>
    <w:p w:rsidR="009853AE" w:rsidRPr="00EA5A19" w:rsidRDefault="009853AE" w:rsidP="004D0338">
      <w:pPr>
        <w:jc w:val="center"/>
        <w:rPr>
          <w:b/>
        </w:rPr>
      </w:pPr>
    </w:p>
    <w:p w:rsidR="009853AE" w:rsidRPr="00EA5A19" w:rsidRDefault="009853AE" w:rsidP="004D0338">
      <w:pPr>
        <w:jc w:val="center"/>
        <w:rPr>
          <w:b/>
        </w:rPr>
      </w:pPr>
      <w:r w:rsidRPr="00EA5A19">
        <w:rPr>
          <w:b/>
        </w:rPr>
        <w:t>У К Р А Ї Н А</w:t>
      </w:r>
    </w:p>
    <w:p w:rsidR="009853AE" w:rsidRPr="00EA5A19" w:rsidRDefault="009853AE" w:rsidP="004D0338">
      <w:pPr>
        <w:jc w:val="center"/>
        <w:rPr>
          <w:b/>
        </w:rPr>
      </w:pPr>
    </w:p>
    <w:p w:rsidR="009853AE" w:rsidRPr="00EA5A19" w:rsidRDefault="009853AE" w:rsidP="004D0338">
      <w:pPr>
        <w:keepNext/>
        <w:jc w:val="center"/>
        <w:outlineLvl w:val="1"/>
        <w:rPr>
          <w:b/>
          <w:bCs/>
          <w:iCs/>
          <w:lang w:val="uk-UA"/>
        </w:rPr>
      </w:pPr>
      <w:r w:rsidRPr="00EA5A19">
        <w:rPr>
          <w:b/>
          <w:bCs/>
          <w:iCs/>
          <w:lang w:val="uk-UA"/>
        </w:rPr>
        <w:t>КОРЕЦЬКА РАЙОННА ДЕРЖАВНА АДМІНІСТРАЦІЯ</w:t>
      </w:r>
    </w:p>
    <w:p w:rsidR="009853AE" w:rsidRPr="00EA5A19" w:rsidRDefault="009853AE" w:rsidP="004D0338">
      <w:pPr>
        <w:keepNext/>
        <w:jc w:val="center"/>
        <w:outlineLvl w:val="1"/>
        <w:rPr>
          <w:b/>
          <w:bCs/>
          <w:i/>
          <w:iCs/>
          <w:lang w:val="uk-UA"/>
        </w:rPr>
      </w:pPr>
    </w:p>
    <w:p w:rsidR="009853AE" w:rsidRPr="00EA5A19" w:rsidRDefault="009853AE" w:rsidP="004D0338">
      <w:pPr>
        <w:keepNext/>
        <w:jc w:val="center"/>
        <w:outlineLvl w:val="1"/>
        <w:rPr>
          <w:b/>
          <w:bCs/>
          <w:iCs/>
          <w:lang w:val="uk-UA"/>
        </w:rPr>
      </w:pPr>
      <w:r w:rsidRPr="00EA5A19">
        <w:rPr>
          <w:b/>
          <w:bCs/>
          <w:iCs/>
          <w:lang w:val="uk-UA"/>
        </w:rPr>
        <w:t>РІВНЕНСЬКОЇ ОБЛАСТІ</w:t>
      </w:r>
    </w:p>
    <w:p w:rsidR="009853AE" w:rsidRPr="00EA5A19" w:rsidRDefault="009853AE" w:rsidP="004D0338">
      <w:pPr>
        <w:jc w:val="center"/>
        <w:rPr>
          <w:b/>
        </w:rPr>
      </w:pPr>
    </w:p>
    <w:p w:rsidR="009853AE" w:rsidRPr="00EA5A19" w:rsidRDefault="009853AE" w:rsidP="004D0338">
      <w:pPr>
        <w:jc w:val="center"/>
        <w:rPr>
          <w:b/>
        </w:rPr>
      </w:pPr>
      <w:r w:rsidRPr="00EA5A19">
        <w:rPr>
          <w:b/>
          <w:bCs/>
        </w:rPr>
        <w:t>Р О З П О Р Я Д Ж Е Н Н Я</w:t>
      </w:r>
    </w:p>
    <w:p w:rsidR="009853AE" w:rsidRPr="00EA5A19" w:rsidRDefault="009853AE" w:rsidP="004D0338">
      <w:pPr>
        <w:jc w:val="center"/>
        <w:rPr>
          <w:b/>
        </w:rPr>
      </w:pPr>
      <w:r w:rsidRPr="00EA5A19">
        <w:rPr>
          <w:b/>
        </w:rPr>
        <w:t>голови районної державної адміністрації</w:t>
      </w:r>
    </w:p>
    <w:p w:rsidR="009853AE" w:rsidRPr="00EA5A19" w:rsidRDefault="009853AE" w:rsidP="004D0338">
      <w:pPr>
        <w:spacing w:before="240" w:after="60"/>
        <w:ind w:left="-426" w:right="-432"/>
        <w:outlineLvl w:val="6"/>
        <w:rPr>
          <w:b/>
        </w:rPr>
      </w:pPr>
      <w:r w:rsidRPr="00EA5A19">
        <w:t xml:space="preserve">                                                                                                                                                                                                                          </w:t>
      </w:r>
    </w:p>
    <w:p w:rsidR="009853AE" w:rsidRPr="00EA5A19" w:rsidRDefault="009853AE" w:rsidP="004D0338">
      <w:pPr>
        <w:rPr>
          <w:lang w:val="uk-UA"/>
        </w:rPr>
      </w:pPr>
      <w:r w:rsidRPr="00EA5A19">
        <w:rPr>
          <w:lang w:val="uk-UA"/>
        </w:rPr>
        <w:t xml:space="preserve"> 08 вересня 2017</w:t>
      </w:r>
      <w:r w:rsidRPr="00EA5A19">
        <w:t xml:space="preserve"> року                             </w:t>
      </w:r>
      <w:r w:rsidRPr="00EA5A19">
        <w:rPr>
          <w:lang w:val="uk-UA"/>
        </w:rPr>
        <w:t xml:space="preserve">                                                       </w:t>
      </w:r>
      <w:r w:rsidRPr="00EA5A19">
        <w:t xml:space="preserve">     № </w:t>
      </w:r>
      <w:r w:rsidRPr="00EA5A19">
        <w:rPr>
          <w:lang w:val="uk-UA"/>
        </w:rPr>
        <w:t>287</w:t>
      </w:r>
    </w:p>
    <w:p w:rsidR="009853AE" w:rsidRPr="00EA5A19" w:rsidRDefault="009853AE" w:rsidP="004D0338">
      <w:pPr>
        <w:jc w:val="center"/>
      </w:pPr>
    </w:p>
    <w:p w:rsidR="009853AE" w:rsidRPr="00EA5A19" w:rsidRDefault="009853AE" w:rsidP="004D0338">
      <w:pPr>
        <w:jc w:val="center"/>
      </w:pPr>
    </w:p>
    <w:tbl>
      <w:tblPr>
        <w:tblW w:w="9771" w:type="dxa"/>
        <w:tblLook w:val="00A0"/>
      </w:tblPr>
      <w:tblGrid>
        <w:gridCol w:w="4957"/>
        <w:gridCol w:w="4814"/>
      </w:tblGrid>
      <w:tr w:rsidR="009853AE" w:rsidRPr="00EA5A19" w:rsidTr="008C62C7">
        <w:tc>
          <w:tcPr>
            <w:tcW w:w="4957" w:type="dxa"/>
          </w:tcPr>
          <w:p w:rsidR="009853AE" w:rsidRPr="008C62C7" w:rsidRDefault="009853AE" w:rsidP="008C62C7">
            <w:pPr>
              <w:ind w:left="-108"/>
              <w:jc w:val="both"/>
              <w:rPr>
                <w:sz w:val="22"/>
                <w:szCs w:val="22"/>
                <w:lang w:val="uk-UA"/>
              </w:rPr>
            </w:pPr>
            <w:r w:rsidRPr="008C62C7">
              <w:rPr>
                <w:sz w:val="22"/>
                <w:szCs w:val="22"/>
                <w:lang w:val="uk-UA"/>
              </w:rPr>
              <w:t>Про  Програму  розвитку фізичної культури і спорту в Корецькому районі на період до 2020 року</w:t>
            </w:r>
          </w:p>
          <w:p w:rsidR="009853AE" w:rsidRPr="008C62C7" w:rsidRDefault="009853AE" w:rsidP="004D0338">
            <w:pPr>
              <w:rPr>
                <w:sz w:val="22"/>
                <w:szCs w:val="22"/>
              </w:rPr>
            </w:pPr>
          </w:p>
        </w:tc>
        <w:tc>
          <w:tcPr>
            <w:tcW w:w="4814" w:type="dxa"/>
          </w:tcPr>
          <w:p w:rsidR="009853AE" w:rsidRPr="008C62C7" w:rsidRDefault="009853AE" w:rsidP="004D0338">
            <w:pPr>
              <w:rPr>
                <w:sz w:val="22"/>
                <w:szCs w:val="22"/>
              </w:rPr>
            </w:pPr>
          </w:p>
        </w:tc>
      </w:tr>
    </w:tbl>
    <w:p w:rsidR="009853AE" w:rsidRPr="00EA5A19" w:rsidRDefault="009853AE" w:rsidP="004D0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val="uk-UA"/>
        </w:rPr>
      </w:pPr>
      <w:r w:rsidRPr="00EA5A19">
        <w:rPr>
          <w:color w:val="000000"/>
          <w:lang w:val="uk-UA"/>
        </w:rPr>
        <w:t>Відповідно до Закону України ,,Про фізичну культуру і спорт</w:t>
      </w:r>
      <w:r w:rsidRPr="00EA5A19">
        <w:rPr>
          <w:color w:val="000000"/>
        </w:rPr>
        <w:t>”</w:t>
      </w:r>
      <w:r w:rsidRPr="00EA5A19">
        <w:rPr>
          <w:color w:val="000000"/>
          <w:lang w:val="uk-UA"/>
        </w:rPr>
        <w:t xml:space="preserve">, Указу Президента України від 28.09.2004 № 1148/2004 ,,Про Національну доктрину розвитку фізичної культури і спорту”, постанови Кабінету Міністрів України від 01.03.2017 № 115 ,,Про затвердження Державної цільової соціальної програми розвитку фізичної культури і спорту на період до 2020 року”, на виконання розпорядження голови облдержадміністрації від 02.08.2017 № 422 ,,Про Програму розвитку фізичної культури і спорту в Рівненській області на період до 2020 року”, з метою ефективного </w:t>
      </w:r>
      <w:r w:rsidRPr="00EA5A19">
        <w:rPr>
          <w:color w:val="000000"/>
          <w:shd w:val="clear" w:color="auto" w:fill="FFFFFF"/>
          <w:lang w:val="uk-UA"/>
        </w:rPr>
        <w:t>розвитку фізичної культури і спорту, пропаганди здорового способу життя, профілактики захворювань, формування гуманістичних цінностей, створення умов для всебічного гармонійного розвитку людини, сприяння досягненню фізичної та духовної досконалості людини, формування патріотичних почуттів у жителів Корецького району</w:t>
      </w:r>
      <w:r w:rsidRPr="00EA5A19">
        <w:rPr>
          <w:color w:val="000000"/>
          <w:lang w:val="uk-UA"/>
        </w:rPr>
        <w:t>:</w:t>
      </w:r>
    </w:p>
    <w:p w:rsidR="009853AE" w:rsidRPr="00EA5A19" w:rsidRDefault="009853AE" w:rsidP="004D0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val="uk-UA"/>
        </w:rPr>
      </w:pPr>
    </w:p>
    <w:p w:rsidR="009853AE" w:rsidRPr="00EA5A19" w:rsidRDefault="009853AE" w:rsidP="004D0338">
      <w:pPr>
        <w:ind w:firstLine="720"/>
        <w:jc w:val="both"/>
        <w:rPr>
          <w:lang w:val="uk-UA"/>
        </w:rPr>
      </w:pPr>
      <w:r w:rsidRPr="00EA5A19">
        <w:rPr>
          <w:lang w:val="uk-UA"/>
        </w:rPr>
        <w:t>1. Схвалити Програму розвитку фізичної культури і спорту в Корецькому районі на період до 2020 року (далі - Програма), що додається.</w:t>
      </w:r>
    </w:p>
    <w:p w:rsidR="009853AE" w:rsidRPr="00EA5A19" w:rsidRDefault="009853AE" w:rsidP="004D0338">
      <w:pPr>
        <w:ind w:firstLine="720"/>
        <w:jc w:val="both"/>
        <w:rPr>
          <w:lang w:val="uk-UA"/>
        </w:rPr>
      </w:pPr>
    </w:p>
    <w:p w:rsidR="009853AE" w:rsidRPr="00EA5A19" w:rsidRDefault="009853AE" w:rsidP="004D0338">
      <w:pPr>
        <w:ind w:firstLine="720"/>
        <w:jc w:val="both"/>
        <w:rPr>
          <w:lang w:val="uk-UA"/>
        </w:rPr>
      </w:pPr>
      <w:r w:rsidRPr="00EA5A19">
        <w:rPr>
          <w:lang w:val="uk-UA"/>
        </w:rPr>
        <w:t>2. Управлінню освіти, молоді та спорту райдержадміністрації подати Програму на затвердження районній раді в установленому порядку.</w:t>
      </w:r>
    </w:p>
    <w:p w:rsidR="009853AE" w:rsidRPr="00EA5A19" w:rsidRDefault="009853AE" w:rsidP="004D0338">
      <w:pPr>
        <w:ind w:firstLine="720"/>
        <w:jc w:val="both"/>
        <w:rPr>
          <w:lang w:val="uk-UA"/>
        </w:rPr>
      </w:pPr>
    </w:p>
    <w:p w:rsidR="009853AE" w:rsidRPr="00EA5A19" w:rsidRDefault="009853AE" w:rsidP="004D0338">
      <w:pPr>
        <w:ind w:firstLine="720"/>
        <w:jc w:val="both"/>
        <w:rPr>
          <w:lang w:val="uk-UA"/>
        </w:rPr>
      </w:pPr>
      <w:r w:rsidRPr="00EA5A19">
        <w:rPr>
          <w:lang w:val="uk-UA"/>
        </w:rPr>
        <w:t xml:space="preserve">3. Фінансовому управлінню райдержадміністрації при внесенні змін </w:t>
      </w:r>
      <w:r w:rsidRPr="00EA5A19">
        <w:rPr>
          <w:lang w:val="uk-UA"/>
        </w:rPr>
        <w:br/>
        <w:t xml:space="preserve">до районного бюджету на 2017 рік та формуванні районного бюджету </w:t>
      </w:r>
      <w:r w:rsidRPr="00EA5A19">
        <w:rPr>
          <w:lang w:val="uk-UA"/>
        </w:rPr>
        <w:br/>
        <w:t xml:space="preserve">на наступні роки передбачати у видатковій частині бюджету кошти </w:t>
      </w:r>
      <w:r w:rsidRPr="00EA5A19">
        <w:rPr>
          <w:lang w:val="uk-UA"/>
        </w:rPr>
        <w:br/>
        <w:t>на реалізацію заходів Програми у межах наявних фінансових ресурсів.</w:t>
      </w:r>
    </w:p>
    <w:p w:rsidR="009853AE" w:rsidRPr="00EA5A19" w:rsidRDefault="009853AE" w:rsidP="004D0338">
      <w:pPr>
        <w:ind w:firstLine="720"/>
        <w:jc w:val="both"/>
        <w:rPr>
          <w:lang w:val="uk-UA"/>
        </w:rPr>
      </w:pPr>
    </w:p>
    <w:p w:rsidR="009853AE" w:rsidRPr="00EA5A19" w:rsidRDefault="009853AE" w:rsidP="004D0338">
      <w:pPr>
        <w:spacing w:before="120" w:after="120"/>
        <w:ind w:firstLine="720"/>
        <w:jc w:val="both"/>
        <w:rPr>
          <w:lang w:val="uk-UA"/>
        </w:rPr>
      </w:pPr>
      <w:r w:rsidRPr="00EA5A19">
        <w:rPr>
          <w:lang w:val="uk-UA"/>
        </w:rPr>
        <w:t>4. Рекомендувати міському, сільським головам:</w:t>
      </w:r>
    </w:p>
    <w:p w:rsidR="009853AE" w:rsidRPr="00EA5A19" w:rsidRDefault="009853AE" w:rsidP="004D0338">
      <w:pPr>
        <w:spacing w:before="120" w:after="120"/>
        <w:ind w:firstLine="720"/>
        <w:jc w:val="both"/>
        <w:rPr>
          <w:lang w:val="uk-UA"/>
        </w:rPr>
      </w:pPr>
      <w:r w:rsidRPr="00EA5A19">
        <w:rPr>
          <w:lang w:val="uk-UA"/>
        </w:rPr>
        <w:t xml:space="preserve">1) розробити відповідні Програми розвитку фізичної культури і спорту </w:t>
      </w:r>
      <w:r w:rsidRPr="00EA5A19">
        <w:rPr>
          <w:lang w:val="uk-UA"/>
        </w:rPr>
        <w:br/>
        <w:t>та затвердити їх в установленому порядку;</w:t>
      </w:r>
    </w:p>
    <w:p w:rsidR="009853AE" w:rsidRPr="00EA5A19" w:rsidRDefault="009853AE" w:rsidP="004D0338">
      <w:pPr>
        <w:spacing w:before="120" w:after="120"/>
        <w:ind w:firstLine="720"/>
        <w:jc w:val="both"/>
        <w:rPr>
          <w:lang w:val="uk-UA"/>
        </w:rPr>
      </w:pPr>
      <w:r w:rsidRPr="00EA5A19">
        <w:rPr>
          <w:lang w:val="uk-UA"/>
        </w:rPr>
        <w:t>2) забезпечити виконання заходів Програми;</w:t>
      </w:r>
    </w:p>
    <w:p w:rsidR="009853AE" w:rsidRPr="00EA5A19" w:rsidRDefault="009853AE" w:rsidP="004D0338">
      <w:pPr>
        <w:ind w:firstLine="720"/>
        <w:jc w:val="both"/>
        <w:rPr>
          <w:lang w:val="uk-UA"/>
        </w:rPr>
      </w:pPr>
      <w:r w:rsidRPr="00EA5A19">
        <w:rPr>
          <w:lang w:val="uk-UA"/>
        </w:rPr>
        <w:t>3)  інформувати управління освіти, молоді та спорту райдержадміністрації про хід виконання Програми щороку до 10 січня.</w:t>
      </w:r>
    </w:p>
    <w:p w:rsidR="009853AE" w:rsidRPr="00EA5A19" w:rsidRDefault="009853AE" w:rsidP="004D0338">
      <w:pPr>
        <w:ind w:firstLine="720"/>
        <w:jc w:val="both"/>
        <w:rPr>
          <w:lang w:val="uk-UA"/>
        </w:rPr>
      </w:pPr>
    </w:p>
    <w:p w:rsidR="009853AE" w:rsidRPr="00EA5A19" w:rsidRDefault="009853AE" w:rsidP="004D0338">
      <w:pPr>
        <w:ind w:firstLine="720"/>
        <w:jc w:val="both"/>
        <w:rPr>
          <w:lang w:val="uk-UA"/>
        </w:rPr>
      </w:pPr>
      <w:r w:rsidRPr="00EA5A19">
        <w:rPr>
          <w:lang w:val="uk-UA"/>
        </w:rPr>
        <w:t>5. Управлінню освіти, молоді та спорту райдержадміністрації узагальнену інформацію про хід виконання Програми подавати райдержадміністрації щороку до 15 січня.</w:t>
      </w:r>
    </w:p>
    <w:p w:rsidR="009853AE" w:rsidRPr="00EA5A19" w:rsidRDefault="009853AE" w:rsidP="004D0338">
      <w:pPr>
        <w:ind w:firstLine="720"/>
        <w:jc w:val="both"/>
        <w:rPr>
          <w:lang w:val="uk-UA"/>
        </w:rPr>
      </w:pPr>
    </w:p>
    <w:p w:rsidR="009853AE" w:rsidRPr="00EA5A19" w:rsidRDefault="009853AE" w:rsidP="004D0338">
      <w:pPr>
        <w:ind w:firstLine="709"/>
        <w:jc w:val="both"/>
        <w:rPr>
          <w:lang w:val="uk-UA"/>
        </w:rPr>
      </w:pPr>
      <w:r w:rsidRPr="00EA5A19">
        <w:rPr>
          <w:lang w:val="uk-UA"/>
        </w:rPr>
        <w:t>6. Визнати такими, що втратили чинність, розпорядження голови райдержадміністрації:</w:t>
      </w:r>
    </w:p>
    <w:p w:rsidR="009853AE" w:rsidRPr="00EA5A19" w:rsidRDefault="009853AE" w:rsidP="004D0338">
      <w:pPr>
        <w:ind w:firstLine="708"/>
        <w:rPr>
          <w:lang w:val="uk-UA"/>
        </w:rPr>
      </w:pPr>
      <w:r w:rsidRPr="00EA5A19">
        <w:rPr>
          <w:lang w:val="uk-UA"/>
        </w:rPr>
        <w:t>від 17.01.2014 № 9 „Про програму розвитку фізичної культури і спорту в Корецькому районі на 2014-2016 роки”;</w:t>
      </w:r>
    </w:p>
    <w:p w:rsidR="009853AE" w:rsidRPr="00EA5A19" w:rsidRDefault="009853AE" w:rsidP="004D0338">
      <w:pPr>
        <w:ind w:firstLine="720"/>
        <w:jc w:val="both"/>
        <w:rPr>
          <w:lang w:val="uk-UA"/>
        </w:rPr>
      </w:pPr>
      <w:r w:rsidRPr="00EA5A19">
        <w:rPr>
          <w:lang w:val="uk-UA"/>
        </w:rPr>
        <w:t xml:space="preserve">від 04.01.2017 № 1 </w:t>
      </w:r>
      <w:r w:rsidRPr="00EA5A19">
        <w:rPr>
          <w:color w:val="000000"/>
          <w:lang w:val="uk-UA"/>
        </w:rPr>
        <w:t xml:space="preserve"> ,,</w:t>
      </w:r>
      <w:r w:rsidRPr="00EA5A19">
        <w:rPr>
          <w:lang w:val="uk-UA"/>
        </w:rPr>
        <w:t>Про схвалення змін до Програми розвитку фізичної культури і спорту в Рівненській області на 2014-2016 роки</w:t>
      </w:r>
      <w:r w:rsidRPr="00EA5A19">
        <w:rPr>
          <w:color w:val="000000"/>
        </w:rPr>
        <w:t>”</w:t>
      </w:r>
      <w:r w:rsidRPr="00EA5A19">
        <w:rPr>
          <w:color w:val="000000"/>
          <w:lang w:val="uk-UA"/>
        </w:rPr>
        <w:t>.</w:t>
      </w:r>
    </w:p>
    <w:p w:rsidR="009853AE" w:rsidRPr="00EA5A19" w:rsidRDefault="009853AE" w:rsidP="004D0338">
      <w:pPr>
        <w:ind w:firstLine="720"/>
        <w:jc w:val="both"/>
        <w:rPr>
          <w:lang w:val="uk-UA"/>
        </w:rPr>
      </w:pPr>
    </w:p>
    <w:p w:rsidR="009853AE" w:rsidRPr="00EA5A19" w:rsidRDefault="009853AE" w:rsidP="004D0338">
      <w:pPr>
        <w:ind w:firstLine="708"/>
        <w:jc w:val="both"/>
        <w:rPr>
          <w:lang w:val="uk-UA"/>
        </w:rPr>
      </w:pPr>
      <w:r w:rsidRPr="00EA5A19">
        <w:rPr>
          <w:lang w:val="uk-UA"/>
        </w:rPr>
        <w:t>7. Контроль за виконанням розпорядження покласти на першого заступника голови райдержадміністрації Кулика В.М.</w:t>
      </w:r>
    </w:p>
    <w:p w:rsidR="009853AE" w:rsidRPr="00EA5A19" w:rsidRDefault="009853AE" w:rsidP="004D0338">
      <w:pPr>
        <w:jc w:val="both"/>
        <w:rPr>
          <w:lang w:val="uk-UA"/>
        </w:rPr>
      </w:pPr>
    </w:p>
    <w:p w:rsidR="009853AE" w:rsidRPr="00EA5A19" w:rsidRDefault="009853AE" w:rsidP="004D0338">
      <w:pPr>
        <w:ind w:firstLine="720"/>
        <w:jc w:val="both"/>
        <w:rPr>
          <w:lang w:val="uk-UA"/>
        </w:rPr>
      </w:pPr>
    </w:p>
    <w:p w:rsidR="009853AE" w:rsidRPr="00EA5A19" w:rsidRDefault="009853AE" w:rsidP="004D0338">
      <w:pPr>
        <w:ind w:firstLine="720"/>
        <w:jc w:val="both"/>
        <w:rPr>
          <w:lang w:val="uk-UA"/>
        </w:rPr>
      </w:pPr>
    </w:p>
    <w:p w:rsidR="009853AE" w:rsidRPr="00EA5A19" w:rsidRDefault="009853AE" w:rsidP="004D0338">
      <w:pPr>
        <w:jc w:val="both"/>
        <w:rPr>
          <w:lang w:val="uk-UA"/>
        </w:rPr>
      </w:pPr>
    </w:p>
    <w:p w:rsidR="009853AE" w:rsidRPr="00EA5A19" w:rsidRDefault="009853AE" w:rsidP="004D0338">
      <w:pPr>
        <w:jc w:val="both"/>
        <w:rPr>
          <w:lang w:val="uk-UA"/>
        </w:rPr>
      </w:pPr>
    </w:p>
    <w:p w:rsidR="009853AE" w:rsidRPr="00EA5A19" w:rsidRDefault="009853AE" w:rsidP="004D0338">
      <w:pPr>
        <w:jc w:val="both"/>
        <w:rPr>
          <w:lang w:val="uk-UA"/>
        </w:rPr>
      </w:pPr>
    </w:p>
    <w:p w:rsidR="009853AE" w:rsidRPr="00EA5A19" w:rsidRDefault="009853AE" w:rsidP="004D0338">
      <w:pPr>
        <w:jc w:val="both"/>
        <w:rPr>
          <w:lang w:val="uk-UA"/>
        </w:rPr>
      </w:pPr>
      <w:r w:rsidRPr="00EA5A19">
        <w:rPr>
          <w:lang w:val="uk-UA"/>
        </w:rPr>
        <w:t>Голова адміністрації</w:t>
      </w:r>
      <w:r w:rsidRPr="00EA5A19">
        <w:rPr>
          <w:lang w:val="uk-UA"/>
        </w:rPr>
        <w:tab/>
      </w:r>
      <w:r w:rsidRPr="00EA5A19">
        <w:rPr>
          <w:lang w:val="uk-UA"/>
        </w:rPr>
        <w:tab/>
      </w:r>
      <w:r w:rsidRPr="00EA5A19">
        <w:rPr>
          <w:lang w:val="uk-UA"/>
        </w:rPr>
        <w:tab/>
      </w:r>
      <w:r w:rsidRPr="00EA5A19">
        <w:rPr>
          <w:lang w:val="uk-UA"/>
        </w:rPr>
        <w:tab/>
      </w:r>
      <w:r w:rsidRPr="00EA5A19">
        <w:rPr>
          <w:lang w:val="uk-UA"/>
        </w:rPr>
        <w:tab/>
        <w:t xml:space="preserve">   </w:t>
      </w:r>
      <w:r w:rsidRPr="00EA5A19">
        <w:rPr>
          <w:lang w:val="uk-UA"/>
        </w:rPr>
        <w:tab/>
      </w:r>
      <w:r w:rsidRPr="00EA5A19">
        <w:rPr>
          <w:lang w:val="uk-UA"/>
        </w:rPr>
        <w:tab/>
        <w:t xml:space="preserve">           </w:t>
      </w:r>
      <w:r w:rsidRPr="00EA5A19">
        <w:rPr>
          <w:lang w:val="uk-UA"/>
        </w:rPr>
        <w:tab/>
        <w:t>С.Черній</w:t>
      </w:r>
    </w:p>
    <w:p w:rsidR="009853AE" w:rsidRPr="00EA5A19" w:rsidRDefault="009853AE" w:rsidP="004D0338">
      <w:pPr>
        <w:jc w:val="both"/>
        <w:rPr>
          <w:lang w:val="uk-UA"/>
        </w:rPr>
      </w:pPr>
    </w:p>
    <w:p w:rsidR="009853AE" w:rsidRPr="00EA5A19" w:rsidRDefault="009853AE" w:rsidP="004D0338">
      <w:pPr>
        <w:jc w:val="both"/>
        <w:rPr>
          <w:lang w:val="uk-UA"/>
        </w:rPr>
      </w:pPr>
    </w:p>
    <w:p w:rsidR="009853AE" w:rsidRPr="00EA5A19" w:rsidRDefault="009853AE" w:rsidP="004D0338">
      <w:pPr>
        <w:rPr>
          <w:lang w:val="uk-UA"/>
        </w:rPr>
      </w:pPr>
    </w:p>
    <w:p w:rsidR="009853AE" w:rsidRPr="00EA5A19" w:rsidRDefault="009853AE" w:rsidP="004D0338">
      <w:pPr>
        <w:tabs>
          <w:tab w:val="left" w:pos="3300"/>
        </w:tabs>
        <w:rPr>
          <w:lang w:val="uk-UA"/>
        </w:rPr>
      </w:pPr>
      <w:r w:rsidRPr="00EA5A19">
        <w:rPr>
          <w:lang w:val="uk-UA"/>
        </w:rPr>
        <w:tab/>
      </w: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p>
    <w:p w:rsidR="009853AE" w:rsidRPr="00EA5A19" w:rsidRDefault="009853AE" w:rsidP="004D0338">
      <w:pPr>
        <w:tabs>
          <w:tab w:val="left" w:pos="462"/>
          <w:tab w:val="left" w:pos="3300"/>
        </w:tabs>
      </w:pPr>
    </w:p>
    <w:p w:rsidR="009853AE" w:rsidRPr="00EA5A19" w:rsidRDefault="009853AE" w:rsidP="004D0338">
      <w:pPr>
        <w:tabs>
          <w:tab w:val="left" w:pos="462"/>
          <w:tab w:val="left" w:pos="3300"/>
        </w:tabs>
      </w:pPr>
    </w:p>
    <w:p w:rsidR="009853AE" w:rsidRPr="00EA5A19" w:rsidRDefault="009853AE" w:rsidP="004D0338">
      <w:pPr>
        <w:tabs>
          <w:tab w:val="left" w:pos="462"/>
          <w:tab w:val="left" w:pos="3300"/>
        </w:tabs>
      </w:pPr>
    </w:p>
    <w:p w:rsidR="009853AE" w:rsidRPr="00EA5A19" w:rsidRDefault="009853AE" w:rsidP="004D0338">
      <w:pPr>
        <w:tabs>
          <w:tab w:val="left" w:pos="462"/>
          <w:tab w:val="left" w:pos="3300"/>
        </w:tabs>
      </w:pPr>
    </w:p>
    <w:p w:rsidR="009853AE" w:rsidRPr="00EA5A19" w:rsidRDefault="009853AE" w:rsidP="004D0338">
      <w:pPr>
        <w:tabs>
          <w:tab w:val="left" w:pos="462"/>
          <w:tab w:val="left" w:pos="3300"/>
        </w:tabs>
      </w:pPr>
    </w:p>
    <w:p w:rsidR="009853AE" w:rsidRDefault="009853AE" w:rsidP="004D0338">
      <w:pPr>
        <w:tabs>
          <w:tab w:val="left" w:pos="462"/>
          <w:tab w:val="left" w:pos="3300"/>
        </w:tabs>
      </w:pPr>
    </w:p>
    <w:p w:rsidR="009853AE" w:rsidRDefault="009853AE" w:rsidP="004D0338">
      <w:pPr>
        <w:tabs>
          <w:tab w:val="left" w:pos="462"/>
          <w:tab w:val="left" w:pos="3300"/>
        </w:tabs>
      </w:pPr>
    </w:p>
    <w:p w:rsidR="009853AE" w:rsidRDefault="009853AE" w:rsidP="004D0338">
      <w:pPr>
        <w:tabs>
          <w:tab w:val="left" w:pos="462"/>
          <w:tab w:val="left" w:pos="3300"/>
        </w:tabs>
      </w:pPr>
    </w:p>
    <w:p w:rsidR="009853AE" w:rsidRDefault="009853AE" w:rsidP="004D0338">
      <w:pPr>
        <w:tabs>
          <w:tab w:val="left" w:pos="462"/>
          <w:tab w:val="left" w:pos="3300"/>
        </w:tabs>
      </w:pPr>
    </w:p>
    <w:p w:rsidR="009853AE" w:rsidRDefault="009853AE" w:rsidP="004D0338">
      <w:pPr>
        <w:tabs>
          <w:tab w:val="left" w:pos="462"/>
          <w:tab w:val="left" w:pos="3300"/>
        </w:tabs>
      </w:pPr>
    </w:p>
    <w:p w:rsidR="009853AE" w:rsidRDefault="009853AE" w:rsidP="004D0338">
      <w:pPr>
        <w:tabs>
          <w:tab w:val="left" w:pos="462"/>
          <w:tab w:val="left" w:pos="3300"/>
        </w:tabs>
      </w:pPr>
    </w:p>
    <w:p w:rsidR="009853AE" w:rsidRDefault="009853AE" w:rsidP="004D0338">
      <w:pPr>
        <w:tabs>
          <w:tab w:val="left" w:pos="462"/>
          <w:tab w:val="left" w:pos="3300"/>
        </w:tabs>
      </w:pPr>
    </w:p>
    <w:p w:rsidR="009853AE" w:rsidRDefault="009853AE" w:rsidP="004D0338">
      <w:pPr>
        <w:tabs>
          <w:tab w:val="left" w:pos="462"/>
          <w:tab w:val="left" w:pos="3300"/>
        </w:tabs>
      </w:pPr>
    </w:p>
    <w:p w:rsidR="009853AE" w:rsidRDefault="009853AE" w:rsidP="004D0338">
      <w:pPr>
        <w:tabs>
          <w:tab w:val="left" w:pos="462"/>
          <w:tab w:val="left" w:pos="3300"/>
        </w:tabs>
      </w:pPr>
    </w:p>
    <w:p w:rsidR="009853AE" w:rsidRDefault="009853AE" w:rsidP="004D0338">
      <w:pPr>
        <w:tabs>
          <w:tab w:val="left" w:pos="462"/>
          <w:tab w:val="left" w:pos="3300"/>
        </w:tabs>
      </w:pPr>
    </w:p>
    <w:p w:rsidR="009853AE" w:rsidRDefault="009853AE" w:rsidP="004D0338">
      <w:pPr>
        <w:tabs>
          <w:tab w:val="left" w:pos="462"/>
          <w:tab w:val="left" w:pos="3300"/>
        </w:tabs>
      </w:pPr>
    </w:p>
    <w:p w:rsidR="009853AE" w:rsidRDefault="009853AE" w:rsidP="004D0338">
      <w:pPr>
        <w:tabs>
          <w:tab w:val="left" w:pos="462"/>
          <w:tab w:val="left" w:pos="3300"/>
        </w:tabs>
      </w:pPr>
    </w:p>
    <w:p w:rsidR="009853AE" w:rsidRPr="00EA5A19" w:rsidRDefault="009853AE" w:rsidP="004D0338">
      <w:pPr>
        <w:tabs>
          <w:tab w:val="left" w:pos="462"/>
          <w:tab w:val="left" w:pos="3300"/>
        </w:tabs>
      </w:pPr>
    </w:p>
    <w:p w:rsidR="009853AE" w:rsidRPr="00EA5A19" w:rsidRDefault="009853AE" w:rsidP="004D0338">
      <w:pPr>
        <w:tabs>
          <w:tab w:val="left" w:pos="462"/>
          <w:tab w:val="left" w:pos="3300"/>
        </w:tabs>
      </w:pPr>
    </w:p>
    <w:p w:rsidR="009853AE" w:rsidRPr="00EA5A19" w:rsidRDefault="009853AE" w:rsidP="004D0338">
      <w:pPr>
        <w:tabs>
          <w:tab w:val="left" w:pos="462"/>
          <w:tab w:val="left" w:pos="3300"/>
        </w:tabs>
      </w:pPr>
    </w:p>
    <w:p w:rsidR="009853AE" w:rsidRPr="00EA5A19" w:rsidRDefault="009853AE" w:rsidP="004D0338">
      <w:pPr>
        <w:tabs>
          <w:tab w:val="left" w:pos="462"/>
          <w:tab w:val="left" w:pos="3300"/>
        </w:tabs>
      </w:pPr>
    </w:p>
    <w:p w:rsidR="009853AE" w:rsidRPr="00EA5A19" w:rsidRDefault="009853AE" w:rsidP="004D0338">
      <w:pPr>
        <w:tabs>
          <w:tab w:val="left" w:pos="3300"/>
        </w:tabs>
      </w:pPr>
    </w:p>
    <w:p w:rsidR="009853AE" w:rsidRPr="00EA5A19" w:rsidRDefault="009853AE" w:rsidP="004D0338">
      <w:r w:rsidRPr="00EA5A19">
        <w:rPr>
          <w:lang w:val="uk-UA"/>
        </w:rPr>
        <w:t xml:space="preserve">                                                                                  </w:t>
      </w:r>
      <w:r>
        <w:rPr>
          <w:lang w:val="uk-UA"/>
        </w:rPr>
        <w:t xml:space="preserve">           </w:t>
      </w:r>
      <w:r w:rsidRPr="00EA5A19">
        <w:rPr>
          <w:lang w:val="uk-UA"/>
        </w:rPr>
        <w:t xml:space="preserve"> Додаток</w:t>
      </w:r>
    </w:p>
    <w:p w:rsidR="009853AE" w:rsidRPr="00EA5A19" w:rsidRDefault="009853AE" w:rsidP="004D0338">
      <w:pPr>
        <w:jc w:val="center"/>
      </w:pPr>
      <w:r w:rsidRPr="00EA5A19">
        <w:rPr>
          <w:lang w:val="uk-UA"/>
        </w:rPr>
        <w:t xml:space="preserve">                                                                       до розпорядження голови</w:t>
      </w:r>
    </w:p>
    <w:p w:rsidR="009853AE" w:rsidRPr="00EA5A19" w:rsidRDefault="009853AE" w:rsidP="004D0338">
      <w:pPr>
        <w:jc w:val="center"/>
      </w:pPr>
      <w:r w:rsidRPr="00EA5A19">
        <w:rPr>
          <w:lang w:val="uk-UA"/>
        </w:rPr>
        <w:t xml:space="preserve">                                                                                  Корецької райдержадміністрації</w:t>
      </w:r>
    </w:p>
    <w:p w:rsidR="009853AE" w:rsidRPr="00EA5A19" w:rsidRDefault="009853AE" w:rsidP="004D0338">
      <w:pPr>
        <w:jc w:val="center"/>
        <w:rPr>
          <w:lang w:val="uk-UA"/>
        </w:rPr>
      </w:pPr>
      <w:r w:rsidRPr="00EA5A19">
        <w:rPr>
          <w:lang w:val="uk-UA"/>
        </w:rPr>
        <w:t xml:space="preserve">                                                          08.09.2017  № 287</w:t>
      </w:r>
    </w:p>
    <w:p w:rsidR="009853AE" w:rsidRPr="00EA5A19" w:rsidRDefault="009853AE" w:rsidP="004D0338">
      <w:pPr>
        <w:jc w:val="center"/>
        <w:rPr>
          <w:lang w:val="uk-UA"/>
        </w:rPr>
      </w:pPr>
    </w:p>
    <w:p w:rsidR="009853AE" w:rsidRPr="00EA5A19" w:rsidRDefault="009853AE" w:rsidP="004D0338">
      <w:pPr>
        <w:jc w:val="center"/>
        <w:rPr>
          <w:lang w:val="uk-UA"/>
        </w:rPr>
      </w:pPr>
    </w:p>
    <w:p w:rsidR="009853AE" w:rsidRPr="00EA5A19" w:rsidRDefault="009853AE" w:rsidP="004D0338">
      <w:pPr>
        <w:jc w:val="center"/>
      </w:pPr>
      <w:r w:rsidRPr="00EA5A19">
        <w:t>ПРОГРАМА</w:t>
      </w:r>
    </w:p>
    <w:p w:rsidR="009853AE" w:rsidRPr="00EA5A19" w:rsidRDefault="009853AE" w:rsidP="004D0338">
      <w:pPr>
        <w:jc w:val="center"/>
        <w:rPr>
          <w:lang w:val="uk-UA"/>
        </w:rPr>
      </w:pPr>
      <w:r w:rsidRPr="00EA5A19">
        <w:t xml:space="preserve">розвитку фізичної культури і спорту в </w:t>
      </w:r>
      <w:r w:rsidRPr="00EA5A19">
        <w:rPr>
          <w:lang w:val="uk-UA"/>
        </w:rPr>
        <w:t>Корецькому районі</w:t>
      </w:r>
    </w:p>
    <w:p w:rsidR="009853AE" w:rsidRPr="00EA5A19" w:rsidRDefault="009853AE" w:rsidP="004D0338">
      <w:pPr>
        <w:jc w:val="center"/>
      </w:pPr>
      <w:r w:rsidRPr="00EA5A19">
        <w:t xml:space="preserve">на </w:t>
      </w:r>
      <w:r w:rsidRPr="00EA5A19">
        <w:rPr>
          <w:lang w:val="uk-UA"/>
        </w:rPr>
        <w:t>період до</w:t>
      </w:r>
      <w:r w:rsidRPr="00EA5A19">
        <w:t xml:space="preserve"> 2020 року</w:t>
      </w:r>
    </w:p>
    <w:p w:rsidR="009853AE" w:rsidRPr="00EA5A19" w:rsidRDefault="009853AE" w:rsidP="004D0338">
      <w:pPr>
        <w:jc w:val="both"/>
      </w:pPr>
    </w:p>
    <w:p w:rsidR="009853AE" w:rsidRPr="00EA5A19" w:rsidRDefault="009853AE" w:rsidP="004D0338">
      <w:pPr>
        <w:jc w:val="center"/>
      </w:pPr>
      <w:r w:rsidRPr="00EA5A19">
        <w:t xml:space="preserve">І. Стан та проблеми реалізації державної політики </w:t>
      </w:r>
    </w:p>
    <w:p w:rsidR="009853AE" w:rsidRPr="00EA5A19" w:rsidRDefault="009853AE" w:rsidP="004D0338">
      <w:pPr>
        <w:jc w:val="center"/>
      </w:pPr>
      <w:r w:rsidRPr="00EA5A19">
        <w:t>у сфері фізичної культури і спорту</w:t>
      </w:r>
    </w:p>
    <w:p w:rsidR="009853AE" w:rsidRPr="00EA5A19" w:rsidRDefault="009853AE" w:rsidP="004D0338"/>
    <w:p w:rsidR="009853AE" w:rsidRPr="00EA5A19" w:rsidRDefault="009853AE" w:rsidP="004D0338">
      <w:pPr>
        <w:ind w:firstLine="709"/>
        <w:jc w:val="both"/>
        <w:rPr>
          <w:lang w:val="uk-UA"/>
        </w:rPr>
      </w:pPr>
      <w:r w:rsidRPr="00EA5A19">
        <w:t xml:space="preserve">Реалізація державної політики протягом останніх років обумовила в </w:t>
      </w:r>
      <w:r w:rsidRPr="00EA5A19">
        <w:rPr>
          <w:lang w:val="uk-UA"/>
        </w:rPr>
        <w:t>Корецькому районі</w:t>
      </w:r>
      <w:r w:rsidRPr="00EA5A19">
        <w:t xml:space="preserve"> певні позитивні зміни у сфері фізичної культури і спорту. Визначено організаційно</w:t>
      </w:r>
      <w:r w:rsidRPr="00EA5A19">
        <w:rPr>
          <w:lang w:val="uk-UA"/>
        </w:rPr>
        <w:t>-</w:t>
      </w:r>
      <w:r w:rsidRPr="00EA5A19">
        <w:t>управлінські, нормативно</w:t>
      </w:r>
      <w:r w:rsidRPr="00EA5A19">
        <w:rPr>
          <w:lang w:val="uk-UA"/>
        </w:rPr>
        <w:t>-</w:t>
      </w:r>
      <w:r w:rsidRPr="00EA5A19">
        <w:t>правові та інші засади її розвитку у нових соціально-економічних умовах. Закріплено прогресивні тенденції з окремих напрямів фізкультурно</w:t>
      </w:r>
      <w:r w:rsidRPr="00EA5A19">
        <w:rPr>
          <w:lang w:val="uk-UA"/>
        </w:rPr>
        <w:t>-</w:t>
      </w:r>
      <w:r w:rsidRPr="00EA5A19">
        <w:t xml:space="preserve">оздоровчої та спортивної діяльності. Зокрема, активізується олімпійський, паралімпійський, дефлімпійський та неолімпійський, ветеранський спортивний рух;  </w:t>
      </w:r>
      <w:r w:rsidRPr="00EA5A19">
        <w:rPr>
          <w:lang w:val="uk-UA"/>
        </w:rPr>
        <w:t>створюються</w:t>
      </w:r>
      <w:r w:rsidRPr="00EA5A19">
        <w:t xml:space="preserve"> спортивні клуби різних форм власності; збережена ефективна система проведення спортивних заходів</w:t>
      </w:r>
      <w:r w:rsidRPr="00EA5A19">
        <w:rPr>
          <w:lang w:val="uk-UA"/>
        </w:rPr>
        <w:t>.</w:t>
      </w:r>
    </w:p>
    <w:p w:rsidR="009853AE" w:rsidRPr="00EA5A19" w:rsidRDefault="009853AE" w:rsidP="004D0338">
      <w:pPr>
        <w:ind w:firstLine="709"/>
        <w:jc w:val="both"/>
        <w:rPr>
          <w:lang w:val="uk-UA"/>
        </w:rPr>
      </w:pPr>
      <w:r w:rsidRPr="00EA5A19">
        <w:rPr>
          <w:lang w:val="uk-UA"/>
        </w:rPr>
        <w:t>Проте досягнутий рівень розвитку фізичної культури і спорту в Корецькому районі не забезпечує оптимальної рухової активності кожної людини впродовж усього життя, поліпшення стану здоров</w:t>
      </w:r>
      <w:r w:rsidRPr="00EA5A19">
        <w:rPr>
          <w:color w:val="000000"/>
          <w:lang w:val="uk-UA"/>
        </w:rPr>
        <w:t>’</w:t>
      </w:r>
      <w:r w:rsidRPr="00EA5A19">
        <w:rPr>
          <w:lang w:val="uk-UA"/>
        </w:rPr>
        <w:t>я, профілактики захворювань та фізичної реабілітації.</w:t>
      </w:r>
    </w:p>
    <w:p w:rsidR="009853AE" w:rsidRPr="00EA5A19" w:rsidRDefault="009853AE" w:rsidP="004D0338">
      <w:pPr>
        <w:ind w:firstLine="709"/>
        <w:jc w:val="both"/>
      </w:pPr>
      <w:r w:rsidRPr="00EA5A19">
        <w:t xml:space="preserve">Лише </w:t>
      </w:r>
      <w:r w:rsidRPr="00EA5A19">
        <w:rPr>
          <w:lang w:val="uk-UA"/>
        </w:rPr>
        <w:t>8</w:t>
      </w:r>
      <w:r w:rsidRPr="00EA5A19">
        <w:t>,</w:t>
      </w:r>
      <w:r w:rsidRPr="00EA5A19">
        <w:rPr>
          <w:lang w:val="uk-UA"/>
        </w:rPr>
        <w:t>1</w:t>
      </w:r>
      <w:r w:rsidRPr="00EA5A19">
        <w:t xml:space="preserve"> відсотка населення </w:t>
      </w:r>
      <w:r w:rsidRPr="00EA5A19">
        <w:rPr>
          <w:lang w:val="uk-UA"/>
        </w:rPr>
        <w:t>району</w:t>
      </w:r>
      <w:r w:rsidRPr="00EA5A19">
        <w:t xml:space="preserve"> охоплено регулярною спортивно-масовою діяльністю, що є нижче загально</w:t>
      </w:r>
      <w:r w:rsidRPr="00EA5A19">
        <w:rPr>
          <w:lang w:val="uk-UA"/>
        </w:rPr>
        <w:t>облас</w:t>
      </w:r>
      <w:r w:rsidRPr="00EA5A19">
        <w:t>ного показника</w:t>
      </w:r>
      <w:r w:rsidRPr="00EA5A19">
        <w:rPr>
          <w:lang w:val="uk-UA"/>
        </w:rPr>
        <w:t xml:space="preserve"> </w:t>
      </w:r>
      <w:r w:rsidRPr="00EA5A19">
        <w:t>-</w:t>
      </w:r>
      <w:r w:rsidRPr="00EA5A19">
        <w:rPr>
          <w:lang w:val="uk-UA"/>
        </w:rPr>
        <w:t xml:space="preserve"> </w:t>
      </w:r>
      <w:r w:rsidRPr="00EA5A19">
        <w:t>9</w:t>
      </w:r>
      <w:r w:rsidRPr="00EA5A19">
        <w:rPr>
          <w:lang w:val="uk-UA"/>
        </w:rPr>
        <w:t>,9</w:t>
      </w:r>
      <w:r w:rsidRPr="00EA5A19">
        <w:t xml:space="preserve"> відсотк</w:t>
      </w:r>
      <w:r w:rsidRPr="00EA5A19">
        <w:rPr>
          <w:lang w:val="uk-UA"/>
        </w:rPr>
        <w:t>и</w:t>
      </w:r>
      <w:r w:rsidRPr="00EA5A19">
        <w:t>. Фізична пасивність характерна для більшості людей працездатного та похилого віку.</w:t>
      </w:r>
    </w:p>
    <w:p w:rsidR="009853AE" w:rsidRPr="00EA5A19" w:rsidRDefault="009853AE" w:rsidP="004D0338">
      <w:pPr>
        <w:ind w:firstLine="709"/>
        <w:jc w:val="both"/>
      </w:pPr>
      <w:r w:rsidRPr="00EA5A19">
        <w:t>Особливе занепокоєння викликає загальне погіршення стану здоров</w:t>
      </w:r>
      <w:r w:rsidRPr="00EA5A19">
        <w:rPr>
          <w:color w:val="000000"/>
          <w:lang w:val="uk-UA"/>
        </w:rPr>
        <w:t>’</w:t>
      </w:r>
      <w:r w:rsidRPr="00EA5A19">
        <w:t>я населення, що призводить до зменшення кількості осіб, які можуть бути залучені до дитячо</w:t>
      </w:r>
      <w:r w:rsidRPr="00EA5A19">
        <w:rPr>
          <w:lang w:val="uk-UA"/>
        </w:rPr>
        <w:t>-</w:t>
      </w:r>
      <w:r w:rsidRPr="00EA5A19">
        <w:t>юнацького спорту та спорту вищих досягнень, зокрема спроможних витримувати значні фізичні навантаження та досягати високих спортивних результатів.</w:t>
      </w:r>
    </w:p>
    <w:p w:rsidR="009853AE" w:rsidRPr="00EA5A19" w:rsidRDefault="009853AE" w:rsidP="004D0338">
      <w:pPr>
        <w:ind w:firstLine="709"/>
        <w:jc w:val="both"/>
        <w:rPr>
          <w:lang w:val="uk-UA"/>
        </w:rPr>
      </w:pPr>
      <w:r w:rsidRPr="00EA5A19">
        <w:t>Існуюча система спорту в</w:t>
      </w:r>
      <w:r w:rsidRPr="00EA5A19">
        <w:rPr>
          <w:lang w:val="uk-UA"/>
        </w:rPr>
        <w:t xml:space="preserve"> районі</w:t>
      </w:r>
      <w:r w:rsidRPr="00EA5A19">
        <w:t xml:space="preserve">  має ряд проблем. Найістотніша  з них-  низька ефективність масового залучення дітей до початкових занять спортом, відбору найбільш обдарованих та удосконалення їхньої майстерності на етапах багаторічної спортивної підготовки. Не</w:t>
      </w:r>
      <w:r w:rsidRPr="00EA5A19">
        <w:rPr>
          <w:lang w:val="uk-UA"/>
        </w:rPr>
        <w:t xml:space="preserve"> в повному</w:t>
      </w:r>
      <w:r w:rsidRPr="00EA5A19">
        <w:t xml:space="preserve"> обся</w:t>
      </w:r>
      <w:r w:rsidRPr="00EA5A19">
        <w:rPr>
          <w:lang w:val="uk-UA"/>
        </w:rPr>
        <w:t>зі</w:t>
      </w:r>
      <w:r w:rsidRPr="00EA5A19">
        <w:t xml:space="preserve"> фінанс</w:t>
      </w:r>
      <w:r w:rsidRPr="00EA5A19">
        <w:rPr>
          <w:lang w:val="uk-UA"/>
        </w:rPr>
        <w:t>ується</w:t>
      </w:r>
      <w:r w:rsidRPr="00EA5A19">
        <w:t xml:space="preserve"> підготовк</w:t>
      </w:r>
      <w:r w:rsidRPr="00EA5A19">
        <w:rPr>
          <w:lang w:val="uk-UA"/>
        </w:rPr>
        <w:t>а</w:t>
      </w:r>
      <w:r w:rsidRPr="00EA5A19">
        <w:t xml:space="preserve"> та участ</w:t>
      </w:r>
      <w:r w:rsidRPr="00EA5A19">
        <w:rPr>
          <w:lang w:val="uk-UA"/>
        </w:rPr>
        <w:t>ь</w:t>
      </w:r>
      <w:r w:rsidRPr="00EA5A19">
        <w:t xml:space="preserve"> збірних команд</w:t>
      </w:r>
      <w:r w:rsidRPr="00EA5A19">
        <w:rPr>
          <w:lang w:val="uk-UA"/>
        </w:rPr>
        <w:t xml:space="preserve"> району у обласних </w:t>
      </w:r>
      <w:r w:rsidRPr="00EA5A19">
        <w:t xml:space="preserve"> спортивних заходах. Не</w:t>
      </w:r>
      <w:r w:rsidRPr="00EA5A19">
        <w:rPr>
          <w:lang w:val="uk-UA"/>
        </w:rPr>
        <w:t>достатньо</w:t>
      </w:r>
      <w:r w:rsidRPr="00EA5A19">
        <w:t xml:space="preserve"> сучасних спортивних споруд  для потреб </w:t>
      </w:r>
      <w:r w:rsidRPr="00EA5A19">
        <w:rPr>
          <w:lang w:val="uk-UA"/>
        </w:rPr>
        <w:t>дитячо-юнацького</w:t>
      </w:r>
      <w:r w:rsidRPr="00EA5A19">
        <w:t xml:space="preserve"> та</w:t>
      </w:r>
      <w:r w:rsidRPr="00EA5A19">
        <w:rPr>
          <w:lang w:val="uk-UA"/>
        </w:rPr>
        <w:t xml:space="preserve"> </w:t>
      </w:r>
      <w:r w:rsidRPr="00EA5A19">
        <w:t xml:space="preserve">  масового спорту.</w:t>
      </w:r>
      <w:r w:rsidRPr="00EA5A19">
        <w:rPr>
          <w:lang w:val="uk-UA"/>
        </w:rPr>
        <w:t xml:space="preserve"> В районі не налагоджено ефективних механізмів об</w:t>
      </w:r>
      <w:r w:rsidRPr="00EA5A19">
        <w:rPr>
          <w:color w:val="000000"/>
          <w:lang w:val="uk-UA"/>
        </w:rPr>
        <w:t>’</w:t>
      </w:r>
      <w:r w:rsidRPr="00EA5A19">
        <w:rPr>
          <w:lang w:val="uk-UA"/>
        </w:rPr>
        <w:t>єднання зусиль та ресурсів державних, громадських та приватних організацій, зацікавлених у динамічному розвитку фізичної культури і спорту. Основними проблемами у кадровому забезпеченні сфери фізичної культури і спорту є недостатня кількість кваліфікованих кадрів з фізкультурно-спортивної роботи та низький рівень престижності професій спортивного тренера та інструктора з фізичної культури.</w:t>
      </w:r>
    </w:p>
    <w:p w:rsidR="009853AE" w:rsidRPr="00EA5A19" w:rsidRDefault="009853AE" w:rsidP="004D0338">
      <w:pPr>
        <w:ind w:firstLine="709"/>
        <w:jc w:val="both"/>
      </w:pPr>
      <w:r w:rsidRPr="00EA5A19">
        <w:t>У сфері фізичної культури і спорту повільно впроваджуються у практику роботи передові технології, досягнення спортивної науки та спортивної медицини. Відсутня ефективна система пропаганди фізичної культури і спорту серед широких верств населення через засоби масової інформації.</w:t>
      </w:r>
    </w:p>
    <w:p w:rsidR="009853AE" w:rsidRPr="00EA5A19" w:rsidRDefault="009853AE" w:rsidP="004D0338">
      <w:pPr>
        <w:jc w:val="both"/>
      </w:pPr>
    </w:p>
    <w:p w:rsidR="009853AE" w:rsidRPr="00EA5A19" w:rsidRDefault="009853AE" w:rsidP="004D0338">
      <w:pPr>
        <w:jc w:val="center"/>
        <w:rPr>
          <w:lang w:val="uk-UA"/>
        </w:rPr>
      </w:pPr>
      <w:r w:rsidRPr="00EA5A19">
        <w:t>II. Мета та основні завдання Програми</w:t>
      </w:r>
      <w:r w:rsidRPr="00EA5A19">
        <w:rPr>
          <w:lang w:val="uk-UA"/>
        </w:rPr>
        <w:t xml:space="preserve"> </w:t>
      </w:r>
    </w:p>
    <w:p w:rsidR="009853AE" w:rsidRPr="00EA5A19" w:rsidRDefault="009853AE" w:rsidP="004D0338">
      <w:pPr>
        <w:jc w:val="center"/>
        <w:rPr>
          <w:lang w:val="uk-UA"/>
        </w:rPr>
      </w:pPr>
    </w:p>
    <w:p w:rsidR="009853AE" w:rsidRPr="00EA5A19" w:rsidRDefault="009853AE" w:rsidP="004D0338">
      <w:pPr>
        <w:widowControl w:val="0"/>
        <w:autoSpaceDE w:val="0"/>
        <w:autoSpaceDN w:val="0"/>
        <w:adjustRightInd w:val="0"/>
        <w:ind w:firstLine="709"/>
        <w:jc w:val="both"/>
        <w:rPr>
          <w:lang w:val="uk-UA"/>
        </w:rPr>
      </w:pPr>
      <w:r w:rsidRPr="00EA5A19">
        <w:rPr>
          <w:lang w:val="uk-UA"/>
        </w:rPr>
        <w:t>Мета Програми полягає у створенні умов для:</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залучення широких верств населення до систематичних занять фізичною культурою і масовим спортом, популяризації здорового способу життя та сприяння розвитку фізкультурно-спортивної реабілітації, у тому числі учасників антитерористичної операції;</w:t>
      </w:r>
    </w:p>
    <w:p w:rsidR="009853AE" w:rsidRPr="00EA5A19" w:rsidRDefault="009853AE" w:rsidP="004D0338">
      <w:pPr>
        <w:widowControl w:val="0"/>
        <w:autoSpaceDE w:val="0"/>
        <w:autoSpaceDN w:val="0"/>
        <w:adjustRightInd w:val="0"/>
        <w:ind w:firstLine="709"/>
        <w:jc w:val="both"/>
        <w:rPr>
          <w:lang w:val="uk-UA"/>
        </w:rPr>
      </w:pPr>
      <w:r w:rsidRPr="00EA5A19">
        <w:rPr>
          <w:lang w:val="uk-UA"/>
        </w:rPr>
        <w:t>максимальної реалізації здібностей обдарованої молоді, в тому числі і молоді з інвалідністю, у дитячо-юнацькому, резервному спорті, спорті вищих досягнень, виховання її в дусі олімпізму, національно-патріотичному напрямку, формуванні гуманістичних цінностей.</w:t>
      </w:r>
    </w:p>
    <w:p w:rsidR="009853AE" w:rsidRPr="00EA5A19" w:rsidRDefault="009853AE" w:rsidP="004D0338">
      <w:pPr>
        <w:widowControl w:val="0"/>
        <w:autoSpaceDE w:val="0"/>
        <w:autoSpaceDN w:val="0"/>
        <w:adjustRightInd w:val="0"/>
        <w:ind w:firstLine="709"/>
        <w:jc w:val="both"/>
        <w:rPr>
          <w:lang w:val="uk-UA"/>
        </w:rPr>
      </w:pPr>
      <w:r w:rsidRPr="00EA5A19">
        <w:rPr>
          <w:lang w:val="uk-UA"/>
        </w:rPr>
        <w:t>Для досягнення мети Програми необхідно вирішити такі основні завдання:</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забезпечення збільшення рухової активності дітей та молоді, у тому числі із залученням батьків;</w:t>
      </w:r>
    </w:p>
    <w:p w:rsidR="009853AE" w:rsidRPr="00EA5A19" w:rsidRDefault="009853AE" w:rsidP="004D0338">
      <w:pPr>
        <w:widowControl w:val="0"/>
        <w:autoSpaceDE w:val="0"/>
        <w:autoSpaceDN w:val="0"/>
        <w:adjustRightInd w:val="0"/>
        <w:ind w:firstLine="709"/>
        <w:jc w:val="both"/>
        <w:rPr>
          <w:lang w:val="uk-UA"/>
        </w:rPr>
      </w:pPr>
      <w:r w:rsidRPr="00EA5A19">
        <w:rPr>
          <w:lang w:val="uk-UA"/>
        </w:rPr>
        <w:t>збільшення чисельності населення, залученого до систематичних занять фізичною культурою і масовим спортом за місцем роботи, проживання, в місцях масового відпочинку;</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забезпечення проведення спартакіад та спортивних заходів з видів спорту за місцем роботи, проживання, масового відпочинку населення, у сільській місцевості, у тому числі на території об’єднаних територіальних громад;</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забезпечення фізкультурно-оздоровчої діяльності і фізкультурно–спортивної реабілітації інвалідів, у тому числі учасників антитерористичної операції;</w:t>
      </w:r>
    </w:p>
    <w:p w:rsidR="009853AE" w:rsidRPr="00EA5A19" w:rsidRDefault="009853AE" w:rsidP="004D0338">
      <w:pPr>
        <w:widowControl w:val="0"/>
        <w:autoSpaceDE w:val="0"/>
        <w:autoSpaceDN w:val="0"/>
        <w:adjustRightInd w:val="0"/>
        <w:ind w:firstLine="709"/>
        <w:jc w:val="both"/>
        <w:rPr>
          <w:lang w:val="uk-UA"/>
        </w:rPr>
      </w:pPr>
      <w:r w:rsidRPr="00EA5A19">
        <w:rPr>
          <w:lang w:val="uk-UA"/>
        </w:rPr>
        <w:t>сприяння розвитку дитячого, дитячо-юнацького, резервного спорту, спорту вищих досягнень та спорту ветеранів;</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забезпечення постійної модернізації матеріально-технічної бази закладів дитячо-юнацького та резервного спорту;</w:t>
      </w:r>
    </w:p>
    <w:p w:rsidR="009853AE" w:rsidRPr="00EA5A19" w:rsidRDefault="009853AE" w:rsidP="004D0338">
      <w:pPr>
        <w:widowControl w:val="0"/>
        <w:autoSpaceDE w:val="0"/>
        <w:autoSpaceDN w:val="0"/>
        <w:adjustRightInd w:val="0"/>
        <w:ind w:firstLine="709"/>
        <w:jc w:val="both"/>
        <w:rPr>
          <w:lang w:val="uk-UA"/>
        </w:rPr>
      </w:pPr>
      <w:r w:rsidRPr="00EA5A19">
        <w:rPr>
          <w:lang w:val="uk-UA"/>
        </w:rPr>
        <w:t>удосконалення процесу відбору обдарованих дітей, які мають високий рівень підготовленості та здатні під час навчально-тренувальних занять витримувати значні фізичні навантаження, для подальшого залучення їх до системи резервного спорту;</w:t>
      </w:r>
    </w:p>
    <w:p w:rsidR="009853AE" w:rsidRPr="00EA5A19" w:rsidRDefault="009853AE" w:rsidP="004D0338">
      <w:pPr>
        <w:widowControl w:val="0"/>
        <w:autoSpaceDE w:val="0"/>
        <w:autoSpaceDN w:val="0"/>
        <w:adjustRightInd w:val="0"/>
        <w:ind w:firstLine="709"/>
        <w:jc w:val="both"/>
        <w:rPr>
          <w:lang w:val="uk-UA"/>
        </w:rPr>
      </w:pPr>
      <w:r w:rsidRPr="00EA5A19">
        <w:rPr>
          <w:lang w:val="uk-UA"/>
        </w:rPr>
        <w:t>сприяння розвитку олімпійських, неолімпійських видів спорту, видів спорту інвалідів;</w:t>
      </w:r>
    </w:p>
    <w:p w:rsidR="009853AE" w:rsidRPr="00EA5A19" w:rsidRDefault="009853AE" w:rsidP="004D0338">
      <w:pPr>
        <w:widowControl w:val="0"/>
        <w:autoSpaceDE w:val="0"/>
        <w:autoSpaceDN w:val="0"/>
        <w:adjustRightInd w:val="0"/>
        <w:ind w:firstLine="709"/>
        <w:jc w:val="both"/>
        <w:rPr>
          <w:lang w:val="uk-UA"/>
        </w:rPr>
      </w:pPr>
      <w:r w:rsidRPr="00EA5A19">
        <w:rPr>
          <w:lang w:val="uk-UA"/>
        </w:rPr>
        <w:t>проведення на належному організаційному рівні на території району обласних, всеукраїнських та міжнародних спортивних та фізкультурно-оздоровчих заходів;</w:t>
      </w:r>
    </w:p>
    <w:p w:rsidR="009853AE" w:rsidRPr="00EA5A19" w:rsidRDefault="009853AE" w:rsidP="004D0338">
      <w:pPr>
        <w:widowControl w:val="0"/>
        <w:autoSpaceDE w:val="0"/>
        <w:autoSpaceDN w:val="0"/>
        <w:adjustRightInd w:val="0"/>
        <w:ind w:firstLine="709"/>
        <w:jc w:val="both"/>
        <w:rPr>
          <w:lang w:val="uk-UA"/>
        </w:rPr>
      </w:pPr>
      <w:r w:rsidRPr="00EA5A19">
        <w:rPr>
          <w:lang w:val="uk-UA"/>
        </w:rPr>
        <w:t>удосконалення системи відзначення та заохочення спортсменів, тренерів, ветеранів фізичної культури і спорту;</w:t>
      </w:r>
    </w:p>
    <w:p w:rsidR="009853AE" w:rsidRPr="00EA5A19" w:rsidRDefault="009853AE" w:rsidP="004D0338">
      <w:pPr>
        <w:widowControl w:val="0"/>
        <w:autoSpaceDE w:val="0"/>
        <w:autoSpaceDN w:val="0"/>
        <w:adjustRightInd w:val="0"/>
        <w:ind w:firstLine="709"/>
        <w:jc w:val="both"/>
        <w:rPr>
          <w:lang w:val="uk-UA"/>
        </w:rPr>
      </w:pPr>
      <w:r w:rsidRPr="00EA5A19">
        <w:rPr>
          <w:lang w:val="uk-UA"/>
        </w:rPr>
        <w:t>підтримання закладів фізичної культури і спорту, зокрема дитячо-юнацької спортивної школи, а також залучення до навчально-тренувального процесу провідних тренерів;</w:t>
      </w:r>
    </w:p>
    <w:p w:rsidR="009853AE" w:rsidRPr="00EA5A19" w:rsidRDefault="009853AE" w:rsidP="004D0338">
      <w:pPr>
        <w:widowControl w:val="0"/>
        <w:autoSpaceDE w:val="0"/>
        <w:autoSpaceDN w:val="0"/>
        <w:adjustRightInd w:val="0"/>
        <w:ind w:firstLine="709"/>
        <w:jc w:val="both"/>
        <w:rPr>
          <w:lang w:val="uk-UA"/>
        </w:rPr>
      </w:pPr>
      <w:r w:rsidRPr="00EA5A19">
        <w:rPr>
          <w:lang w:val="uk-UA"/>
        </w:rPr>
        <w:t>формування сучасної системи та забезпечення поступового підвищення кваліфікації кадрів сфери фізичної культури і спорту, в тому числі для тренерів дитячо-юнацьких спортивних шкіл, спеціалістів спортивної медицини, представників військових формувань та правоохоронних служб, а також спортсменів, що припинили свою діяльність у спорті, з метою їх соціальної адаптації;</w:t>
      </w:r>
    </w:p>
    <w:p w:rsidR="009853AE" w:rsidRPr="00EA5A19" w:rsidRDefault="009853AE" w:rsidP="004D0338">
      <w:pPr>
        <w:widowControl w:val="0"/>
        <w:autoSpaceDE w:val="0"/>
        <w:autoSpaceDN w:val="0"/>
        <w:adjustRightInd w:val="0"/>
        <w:ind w:firstLine="709"/>
        <w:jc w:val="both"/>
        <w:rPr>
          <w:lang w:val="uk-UA"/>
        </w:rPr>
      </w:pPr>
      <w:r w:rsidRPr="00EA5A19">
        <w:rPr>
          <w:lang w:val="uk-UA"/>
        </w:rPr>
        <w:t>проведення щороку семінарів для фахівців сфери фізичної культури і спорту та тренерів з видів спорту, сприяння їх участі у всеукраїнських та міжнародних форумах;</w:t>
      </w:r>
    </w:p>
    <w:p w:rsidR="009853AE" w:rsidRPr="00EA5A19" w:rsidRDefault="009853AE" w:rsidP="004D0338">
      <w:pPr>
        <w:ind w:firstLine="709"/>
        <w:jc w:val="both"/>
        <w:rPr>
          <w:lang w:val="uk-UA"/>
        </w:rPr>
      </w:pPr>
      <w:r w:rsidRPr="00EA5A19">
        <w:rPr>
          <w:lang w:val="uk-UA"/>
        </w:rPr>
        <w:t>створення системи підготовки та атестації волонтерів для сфери фізичної культури і спорту;</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забезпечення наукового та медичного супроводу підготовки спортсменів;</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забезпечення розвитку спортивної інфраструктури, у тому числі будівництва нових сучасних спортивних споруд, за участі органів виконавчої влади та органів місцевого самоврядування із залученням коштів держаного Фонду регіонального розвитку, позабюджетних коштів, а також належного обладнання спортивних споруд та ефективного використання;</w:t>
      </w:r>
    </w:p>
    <w:p w:rsidR="009853AE" w:rsidRPr="00EA5A19" w:rsidRDefault="009853AE" w:rsidP="004D0338">
      <w:pPr>
        <w:widowControl w:val="0"/>
        <w:autoSpaceDE w:val="0"/>
        <w:autoSpaceDN w:val="0"/>
        <w:adjustRightInd w:val="0"/>
        <w:ind w:firstLine="709"/>
        <w:jc w:val="both"/>
        <w:rPr>
          <w:lang w:val="uk-UA"/>
        </w:rPr>
      </w:pPr>
      <w:r w:rsidRPr="00EA5A19">
        <w:rPr>
          <w:lang w:val="uk-UA"/>
        </w:rPr>
        <w:t>сприяння залученню інвестицій до реалізації завдань з розвитку фізичної культури і спорту, поширюючи меценатство та спонсорство;</w:t>
      </w:r>
    </w:p>
    <w:p w:rsidR="009853AE" w:rsidRPr="00EA5A19" w:rsidRDefault="009853AE" w:rsidP="004D0338">
      <w:pPr>
        <w:widowControl w:val="0"/>
        <w:autoSpaceDE w:val="0"/>
        <w:autoSpaceDN w:val="0"/>
        <w:adjustRightInd w:val="0"/>
        <w:ind w:firstLine="709"/>
        <w:jc w:val="both"/>
        <w:rPr>
          <w:lang w:val="uk-UA"/>
        </w:rPr>
      </w:pPr>
      <w:r w:rsidRPr="00EA5A19">
        <w:rPr>
          <w:lang w:val="uk-UA"/>
        </w:rPr>
        <w:t>здійснення заходів, спрямованих на формування світогляду, орієнтованого на здоровий спосіб життя, престиж фізичного здоров’я, національно-патріотичне виховання;</w:t>
      </w:r>
    </w:p>
    <w:p w:rsidR="009853AE" w:rsidRPr="00EA5A19" w:rsidRDefault="009853AE" w:rsidP="004D0338">
      <w:pPr>
        <w:widowControl w:val="0"/>
        <w:autoSpaceDE w:val="0"/>
        <w:autoSpaceDN w:val="0"/>
        <w:adjustRightInd w:val="0"/>
        <w:ind w:firstLine="709"/>
        <w:jc w:val="both"/>
        <w:rPr>
          <w:lang w:val="uk-UA"/>
        </w:rPr>
      </w:pPr>
      <w:r w:rsidRPr="00EA5A19">
        <w:rPr>
          <w:lang w:val="uk-UA"/>
        </w:rPr>
        <w:t>вирішення соціально-побутових питань, у тому числі житлових, кандидатам на участь та учасникам Олімпійських ігор, Паралімпійських та Дефлімпійських ігор, Європейських ігор, Всесвітніх ігор з неолімпійських видів спорту, Глобальних ігор, спортсменам, які посіли призові місця на чемпіонатах світу або Європи, та їх тренерам;</w:t>
      </w:r>
    </w:p>
    <w:p w:rsidR="009853AE" w:rsidRPr="00EA5A19" w:rsidRDefault="009853AE" w:rsidP="004D0338">
      <w:pPr>
        <w:widowControl w:val="0"/>
        <w:autoSpaceDE w:val="0"/>
        <w:autoSpaceDN w:val="0"/>
        <w:adjustRightInd w:val="0"/>
        <w:ind w:firstLine="709"/>
        <w:jc w:val="both"/>
        <w:rPr>
          <w:lang w:val="uk-UA"/>
        </w:rPr>
      </w:pPr>
      <w:r w:rsidRPr="00EA5A19">
        <w:rPr>
          <w:lang w:val="uk-UA"/>
        </w:rPr>
        <w:t>сприяння розвитку міжнародного співробітництва у сфері фізичної культури та спорту;</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забезпечення пропаганди і впровадження відповідних принципів та ідеалів олімпійського руху;</w:t>
      </w:r>
    </w:p>
    <w:p w:rsidR="009853AE" w:rsidRPr="00EA5A19" w:rsidRDefault="009853AE" w:rsidP="004D0338">
      <w:pPr>
        <w:widowControl w:val="0"/>
        <w:autoSpaceDE w:val="0"/>
        <w:autoSpaceDN w:val="0"/>
        <w:adjustRightInd w:val="0"/>
        <w:ind w:firstLine="709"/>
        <w:jc w:val="both"/>
        <w:rPr>
          <w:lang w:val="uk-UA"/>
        </w:rPr>
      </w:pPr>
      <w:r w:rsidRPr="00EA5A19">
        <w:rPr>
          <w:lang w:val="uk-UA"/>
        </w:rPr>
        <w:t>широке залучення до співпраці з розвитку фізичної культури і спорту громадських організацій фізкультурно-спортивної спрямованості.</w:t>
      </w:r>
    </w:p>
    <w:p w:rsidR="009853AE" w:rsidRPr="00EA5A19" w:rsidRDefault="009853AE" w:rsidP="004D0338">
      <w:pPr>
        <w:tabs>
          <w:tab w:val="left" w:pos="2625"/>
        </w:tabs>
        <w:jc w:val="both"/>
        <w:rPr>
          <w:lang w:val="uk-UA"/>
        </w:rPr>
      </w:pPr>
    </w:p>
    <w:p w:rsidR="009853AE" w:rsidRPr="00EA5A19" w:rsidRDefault="009853AE" w:rsidP="004D0338">
      <w:pPr>
        <w:jc w:val="center"/>
      </w:pPr>
      <w:r w:rsidRPr="00EA5A19">
        <w:t xml:space="preserve">ІІІ. </w:t>
      </w:r>
      <w:r w:rsidRPr="00EA5A19">
        <w:rPr>
          <w:lang w:val="uk-UA"/>
        </w:rPr>
        <w:t>Шляхи та н</w:t>
      </w:r>
      <w:r w:rsidRPr="00EA5A19">
        <w:t>апрями виконання Програми</w:t>
      </w:r>
    </w:p>
    <w:p w:rsidR="009853AE" w:rsidRPr="00EA5A19" w:rsidRDefault="009853AE" w:rsidP="004D0338"/>
    <w:p w:rsidR="009853AE" w:rsidRPr="00EA5A19" w:rsidRDefault="009853AE" w:rsidP="004D0338">
      <w:pPr>
        <w:ind w:firstLine="709"/>
        <w:jc w:val="both"/>
      </w:pPr>
      <w:r w:rsidRPr="00EA5A19">
        <w:rPr>
          <w:lang w:val="uk-UA"/>
        </w:rPr>
        <w:t xml:space="preserve">Заходи щодо реалізації </w:t>
      </w:r>
      <w:r w:rsidRPr="00EA5A19">
        <w:t>Програми</w:t>
      </w:r>
      <w:r w:rsidRPr="00EA5A19">
        <w:rPr>
          <w:lang w:val="uk-UA"/>
        </w:rPr>
        <w:t xml:space="preserve"> (додаток) </w:t>
      </w:r>
      <w:r w:rsidRPr="00EA5A19">
        <w:t>здійсню</w:t>
      </w:r>
      <w:r w:rsidRPr="00EA5A19">
        <w:rPr>
          <w:lang w:val="uk-UA"/>
        </w:rPr>
        <w:t>ю</w:t>
      </w:r>
      <w:r w:rsidRPr="00EA5A19">
        <w:t>ться за такими напрямами:</w:t>
      </w:r>
    </w:p>
    <w:p w:rsidR="009853AE" w:rsidRPr="00EA5A19" w:rsidRDefault="009853AE" w:rsidP="004D0338">
      <w:pPr>
        <w:ind w:firstLine="709"/>
        <w:jc w:val="both"/>
      </w:pPr>
      <w:r w:rsidRPr="00EA5A19">
        <w:t>1. Розвиток фізичної культури:</w:t>
      </w:r>
    </w:p>
    <w:p w:rsidR="009853AE" w:rsidRPr="00EA5A19" w:rsidRDefault="009853AE" w:rsidP="004D0338">
      <w:pPr>
        <w:ind w:firstLine="709"/>
        <w:jc w:val="both"/>
      </w:pPr>
      <w:r w:rsidRPr="00EA5A19">
        <w:t>1) фізичне виховання у навчальних закладах;</w:t>
      </w:r>
    </w:p>
    <w:p w:rsidR="009853AE" w:rsidRPr="00EA5A19" w:rsidRDefault="009853AE" w:rsidP="004D0338">
      <w:pPr>
        <w:ind w:firstLine="709"/>
        <w:jc w:val="both"/>
      </w:pPr>
      <w:r w:rsidRPr="00EA5A19">
        <w:t>2) фізична культура і масовий спорт за місцем проживання та в місцях масового відпочинку населення;</w:t>
      </w:r>
    </w:p>
    <w:p w:rsidR="009853AE" w:rsidRPr="00EA5A19" w:rsidRDefault="009853AE" w:rsidP="004D0338">
      <w:pPr>
        <w:tabs>
          <w:tab w:val="left" w:pos="0"/>
        </w:tabs>
        <w:ind w:firstLine="709"/>
        <w:jc w:val="both"/>
      </w:pPr>
      <w:r w:rsidRPr="00EA5A19">
        <w:t>3) фізкультурно-оздоровча та спортивна робота серед усіх верств сільського населення;</w:t>
      </w:r>
    </w:p>
    <w:p w:rsidR="009853AE" w:rsidRPr="00EA5A19" w:rsidRDefault="009853AE" w:rsidP="004D0338">
      <w:pPr>
        <w:ind w:firstLine="709"/>
        <w:jc w:val="both"/>
        <w:rPr>
          <w:lang w:val="uk-UA"/>
        </w:rPr>
      </w:pPr>
      <w:r w:rsidRPr="00EA5A19">
        <w:t>4)</w:t>
      </w:r>
      <w:r w:rsidRPr="00EA5A19">
        <w:rPr>
          <w:lang w:val="uk-UA"/>
        </w:rPr>
        <w:t xml:space="preserve"> </w:t>
      </w:r>
      <w:r w:rsidRPr="00EA5A19">
        <w:t>фізична культура та масовий спорт за місцем роботи громадян;</w:t>
      </w:r>
    </w:p>
    <w:p w:rsidR="009853AE" w:rsidRPr="00EA5A19" w:rsidRDefault="009853AE" w:rsidP="004D0338">
      <w:pPr>
        <w:ind w:firstLine="708"/>
        <w:jc w:val="both"/>
      </w:pPr>
      <w:r w:rsidRPr="00EA5A19">
        <w:t>5)</w:t>
      </w:r>
      <w:r w:rsidRPr="00EA5A19">
        <w:rPr>
          <w:lang w:val="uk-UA"/>
        </w:rPr>
        <w:t xml:space="preserve"> </w:t>
      </w:r>
      <w:r w:rsidRPr="00EA5A19">
        <w:t>фізкультурно</w:t>
      </w:r>
      <w:r w:rsidRPr="00EA5A19">
        <w:rPr>
          <w:lang w:val="uk-UA"/>
        </w:rPr>
        <w:t>-</w:t>
      </w:r>
      <w:r w:rsidRPr="00EA5A19">
        <w:t>оздоровча</w:t>
      </w:r>
      <w:r w:rsidRPr="00EA5A19">
        <w:rPr>
          <w:lang w:val="uk-UA"/>
        </w:rPr>
        <w:t xml:space="preserve"> </w:t>
      </w:r>
      <w:r w:rsidRPr="00EA5A19">
        <w:t>діяльність, фізкультурно</w:t>
      </w:r>
      <w:r w:rsidRPr="00EA5A19">
        <w:rPr>
          <w:lang w:val="uk-UA"/>
        </w:rPr>
        <w:t>-</w:t>
      </w:r>
      <w:r w:rsidRPr="00EA5A19">
        <w:t>спортивна</w:t>
      </w:r>
      <w:r w:rsidRPr="00EA5A19">
        <w:rPr>
          <w:lang w:val="uk-UA"/>
        </w:rPr>
        <w:t xml:space="preserve"> </w:t>
      </w:r>
      <w:r w:rsidRPr="00EA5A19">
        <w:t>реабілітація та спорт інвалідів.</w:t>
      </w:r>
    </w:p>
    <w:p w:rsidR="009853AE" w:rsidRPr="00EA5A19" w:rsidRDefault="009853AE" w:rsidP="004D0338">
      <w:pPr>
        <w:ind w:firstLine="709"/>
        <w:jc w:val="both"/>
      </w:pPr>
      <w:r w:rsidRPr="00EA5A19">
        <w:t>2. Розвиток дитячого, дитячо</w:t>
      </w:r>
      <w:r w:rsidRPr="00EA5A19">
        <w:rPr>
          <w:lang w:val="uk-UA"/>
        </w:rPr>
        <w:t>-</w:t>
      </w:r>
      <w:r w:rsidRPr="00EA5A19">
        <w:t>юнацького та резервного спорту.</w:t>
      </w:r>
    </w:p>
    <w:p w:rsidR="009853AE" w:rsidRPr="00EA5A19" w:rsidRDefault="009853AE" w:rsidP="004D0338">
      <w:pPr>
        <w:ind w:firstLine="709"/>
        <w:jc w:val="both"/>
      </w:pPr>
      <w:r w:rsidRPr="00EA5A19">
        <w:t>3. Розвиток спорту вищих досягнень.</w:t>
      </w:r>
    </w:p>
    <w:p w:rsidR="009853AE" w:rsidRPr="00EA5A19" w:rsidRDefault="009853AE" w:rsidP="004D0338">
      <w:pPr>
        <w:tabs>
          <w:tab w:val="left" w:pos="5445"/>
        </w:tabs>
        <w:ind w:firstLine="709"/>
        <w:jc w:val="both"/>
      </w:pPr>
      <w:r w:rsidRPr="00EA5A19">
        <w:t>4. Розвиток ветеранського спортивного руху та спорту ветеранів.</w:t>
      </w:r>
    </w:p>
    <w:p w:rsidR="009853AE" w:rsidRPr="00EA5A19" w:rsidRDefault="009853AE" w:rsidP="004D0338">
      <w:pPr>
        <w:tabs>
          <w:tab w:val="left" w:pos="5445"/>
        </w:tabs>
        <w:ind w:firstLine="709"/>
        <w:jc w:val="both"/>
      </w:pPr>
      <w:r w:rsidRPr="00EA5A19">
        <w:t>5. Удосконалення системи забезпечення розвитку фізичної культури і спорту:</w:t>
      </w:r>
    </w:p>
    <w:p w:rsidR="009853AE" w:rsidRPr="00EA5A19" w:rsidRDefault="009853AE" w:rsidP="004D0338">
      <w:pPr>
        <w:tabs>
          <w:tab w:val="left" w:pos="5445"/>
        </w:tabs>
        <w:ind w:firstLine="709"/>
        <w:jc w:val="both"/>
      </w:pPr>
      <w:r w:rsidRPr="00EA5A19">
        <w:t>1) кадрове забезпечення;</w:t>
      </w:r>
    </w:p>
    <w:p w:rsidR="009853AE" w:rsidRPr="00EA5A19" w:rsidRDefault="009853AE" w:rsidP="004D0338">
      <w:pPr>
        <w:tabs>
          <w:tab w:val="left" w:pos="5445"/>
        </w:tabs>
        <w:ind w:firstLine="709"/>
        <w:jc w:val="both"/>
      </w:pPr>
      <w:r w:rsidRPr="00EA5A19">
        <w:t>2) матеріально</w:t>
      </w:r>
      <w:r w:rsidRPr="00EA5A19">
        <w:rPr>
          <w:lang w:val="uk-UA"/>
        </w:rPr>
        <w:t>-</w:t>
      </w:r>
      <w:r w:rsidRPr="00EA5A19">
        <w:t>технічне забезпечення;</w:t>
      </w:r>
    </w:p>
    <w:p w:rsidR="009853AE" w:rsidRPr="00EA5A19" w:rsidRDefault="009853AE" w:rsidP="004D0338">
      <w:pPr>
        <w:ind w:firstLine="709"/>
        <w:jc w:val="both"/>
      </w:pPr>
      <w:r w:rsidRPr="00EA5A19">
        <w:t>3) фінансове забезпечення;</w:t>
      </w:r>
    </w:p>
    <w:p w:rsidR="009853AE" w:rsidRPr="00EA5A19" w:rsidRDefault="009853AE" w:rsidP="004D0338">
      <w:pPr>
        <w:ind w:firstLine="709"/>
        <w:jc w:val="both"/>
      </w:pPr>
      <w:r w:rsidRPr="00EA5A19">
        <w:t>4) наукове забезпечення;</w:t>
      </w:r>
    </w:p>
    <w:p w:rsidR="009853AE" w:rsidRPr="00EA5A19" w:rsidRDefault="009853AE" w:rsidP="004D0338">
      <w:pPr>
        <w:ind w:firstLine="709"/>
        <w:jc w:val="both"/>
      </w:pPr>
      <w:r w:rsidRPr="00EA5A19">
        <w:t>5) медичне забезпечення;</w:t>
      </w:r>
    </w:p>
    <w:p w:rsidR="009853AE" w:rsidRPr="00EA5A19" w:rsidRDefault="009853AE" w:rsidP="004D0338">
      <w:pPr>
        <w:tabs>
          <w:tab w:val="left" w:pos="5445"/>
        </w:tabs>
        <w:ind w:firstLine="709"/>
        <w:jc w:val="both"/>
      </w:pPr>
      <w:r w:rsidRPr="00EA5A19">
        <w:t>6) інформаційно</w:t>
      </w:r>
      <w:r w:rsidRPr="00EA5A19">
        <w:rPr>
          <w:lang w:val="uk-UA"/>
        </w:rPr>
        <w:t>-</w:t>
      </w:r>
      <w:r w:rsidRPr="00EA5A19">
        <w:t>пропагандистське забезпечення;</w:t>
      </w:r>
    </w:p>
    <w:p w:rsidR="009853AE" w:rsidRPr="00EA5A19" w:rsidRDefault="009853AE" w:rsidP="004D0338">
      <w:pPr>
        <w:ind w:firstLine="709"/>
        <w:jc w:val="both"/>
      </w:pPr>
      <w:r w:rsidRPr="00EA5A19">
        <w:t>7) міжнародна діяльність.</w:t>
      </w:r>
    </w:p>
    <w:p w:rsidR="009853AE" w:rsidRPr="00EA5A19" w:rsidRDefault="009853AE" w:rsidP="004D0338">
      <w:pPr>
        <w:tabs>
          <w:tab w:val="left" w:pos="0"/>
        </w:tabs>
        <w:ind w:firstLine="709"/>
        <w:jc w:val="both"/>
      </w:pPr>
      <w:r w:rsidRPr="00EA5A19">
        <w:t>6. Участь державних та громадських інституцій у реалізації державної політики щодо розвитку фізичної культури і спорту.</w:t>
      </w:r>
    </w:p>
    <w:p w:rsidR="009853AE" w:rsidRPr="00EA5A19" w:rsidRDefault="009853AE" w:rsidP="004D0338"/>
    <w:p w:rsidR="009853AE" w:rsidRPr="00EA5A19" w:rsidRDefault="009853AE" w:rsidP="004D0338">
      <w:pPr>
        <w:jc w:val="center"/>
      </w:pPr>
      <w:r w:rsidRPr="00EA5A19">
        <w:t>IV. Фінансове забезпечення виконання Програми</w:t>
      </w:r>
    </w:p>
    <w:p w:rsidR="009853AE" w:rsidRPr="00EA5A19" w:rsidRDefault="009853AE" w:rsidP="004D0338"/>
    <w:p w:rsidR="009853AE" w:rsidRPr="00EA5A19" w:rsidRDefault="009853AE" w:rsidP="004D0338">
      <w:pPr>
        <w:ind w:firstLine="709"/>
        <w:jc w:val="both"/>
      </w:pPr>
      <w:r w:rsidRPr="00EA5A19">
        <w:t xml:space="preserve">Фінансування заходів Програми здійснюватиметься за рахунок коштів </w:t>
      </w:r>
      <w:r w:rsidRPr="00EA5A19">
        <w:rPr>
          <w:lang w:val="uk-UA"/>
        </w:rPr>
        <w:t>районного</w:t>
      </w:r>
      <w:r w:rsidRPr="00EA5A19">
        <w:t xml:space="preserve"> та місцевих бюджетів, а також інших джерел,</w:t>
      </w:r>
      <w:r w:rsidRPr="00EA5A19">
        <w:rPr>
          <w:lang w:val="uk-UA"/>
        </w:rPr>
        <w:t xml:space="preserve"> не заборонених законодавством України,</w:t>
      </w:r>
      <w:r w:rsidRPr="00EA5A19">
        <w:t xml:space="preserve"> включаючи власні ресурси організацій фізкультурно-спортивної спрямованості, фондів, вітчизняних та іноземних інвесторів, власні кошти громадян України.</w:t>
      </w:r>
    </w:p>
    <w:p w:rsidR="009853AE" w:rsidRPr="00EA5A19" w:rsidRDefault="009853AE" w:rsidP="004D0338">
      <w:pPr>
        <w:ind w:firstLine="709"/>
        <w:jc w:val="both"/>
        <w:rPr>
          <w:lang w:val="uk-UA"/>
        </w:rPr>
      </w:pPr>
      <w:r w:rsidRPr="00EA5A19">
        <w:rPr>
          <w:lang w:val="uk-UA"/>
        </w:rPr>
        <w:t>Обсяг видатків, необхідних для виконання Програми, визначається щороку з урахуванням можливостей районного та місцевих бюджетів під час формування їх показників.</w:t>
      </w:r>
    </w:p>
    <w:p w:rsidR="009853AE" w:rsidRPr="00EA5A19" w:rsidRDefault="009853AE" w:rsidP="004D0338">
      <w:pPr>
        <w:jc w:val="both"/>
      </w:pPr>
    </w:p>
    <w:p w:rsidR="009853AE" w:rsidRPr="00EA5A19" w:rsidRDefault="009853AE" w:rsidP="004D0338">
      <w:pPr>
        <w:jc w:val="center"/>
      </w:pPr>
      <w:r w:rsidRPr="00EA5A19">
        <w:t>V. Очікувані результати виконання Програми</w:t>
      </w:r>
    </w:p>
    <w:p w:rsidR="009853AE" w:rsidRPr="00EA5A19" w:rsidRDefault="009853AE" w:rsidP="004D0338">
      <w:pPr>
        <w:widowControl w:val="0"/>
        <w:autoSpaceDE w:val="0"/>
        <w:autoSpaceDN w:val="0"/>
        <w:adjustRightInd w:val="0"/>
        <w:ind w:firstLine="709"/>
        <w:jc w:val="both"/>
        <w:rPr>
          <w:lang w:val="uk-UA"/>
        </w:rPr>
      </w:pPr>
    </w:p>
    <w:p w:rsidR="009853AE" w:rsidRPr="00EA5A19" w:rsidRDefault="009853AE" w:rsidP="004D0338">
      <w:pPr>
        <w:widowControl w:val="0"/>
        <w:autoSpaceDE w:val="0"/>
        <w:autoSpaceDN w:val="0"/>
        <w:adjustRightInd w:val="0"/>
        <w:ind w:firstLine="709"/>
        <w:jc w:val="both"/>
        <w:rPr>
          <w:lang w:val="uk-UA"/>
        </w:rPr>
      </w:pPr>
      <w:r w:rsidRPr="00EA5A19">
        <w:rPr>
          <w:lang w:val="uk-UA"/>
        </w:rPr>
        <w:t>Виконання Програми дасть змогу:</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залучити до активного дозвілля та відпочинку населення, насамперед молодь, із використанням різноманітних форм рухової активності та щорічним збільшенням на 1-2 відсотки рівня охоплення населення руховою активністю;</w:t>
      </w:r>
    </w:p>
    <w:p w:rsidR="009853AE" w:rsidRPr="00EA5A19" w:rsidRDefault="009853AE" w:rsidP="004D0338">
      <w:pPr>
        <w:widowControl w:val="0"/>
        <w:autoSpaceDE w:val="0"/>
        <w:autoSpaceDN w:val="0"/>
        <w:adjustRightInd w:val="0"/>
        <w:ind w:firstLine="709"/>
        <w:jc w:val="both"/>
        <w:rPr>
          <w:lang w:val="uk-UA"/>
        </w:rPr>
      </w:pPr>
      <w:r w:rsidRPr="00EA5A19">
        <w:rPr>
          <w:lang w:val="uk-UA"/>
        </w:rPr>
        <w:t>підвищити рівень заінтересованості дітей та молоді до соціальних, профілактичних акцій, спрямованих на мотивацію свідомого ставлення до власного здоров’я;</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залучити понад 13 відсотків дітей та молоді віком від 6 до 23 років до занять у дитячо-юнацьких спортивних школах, створити умови для розвитку резервного спорту та ефективного поповнення основного складу  збірних команд області спортсменами району;</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забезпечити підготовку спортсменів району та їх гідну участь у обласних, всеукраїнських та міжнародних змаганнях;</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забезпечити збереження та реконструкцію існуючих спортивних об’єктів, створення розгалуженої мережі сучасних спортивних споруд, зокрема стадіонів, спортивних залів, плавальних басейнів, спортивних майданчиків, футбольних полів зі штучним покриттям тощо, які відповідають національним і міжнародним стандартам, зокрема із залученням коштів інвесторів;</w:t>
      </w:r>
    </w:p>
    <w:p w:rsidR="009853AE" w:rsidRPr="00EA5A19" w:rsidRDefault="009853AE" w:rsidP="004D0338">
      <w:pPr>
        <w:widowControl w:val="0"/>
        <w:autoSpaceDE w:val="0"/>
        <w:autoSpaceDN w:val="0"/>
        <w:adjustRightInd w:val="0"/>
        <w:ind w:firstLine="709"/>
        <w:jc w:val="both"/>
        <w:rPr>
          <w:lang w:val="uk-UA"/>
        </w:rPr>
      </w:pPr>
      <w:r w:rsidRPr="00EA5A19">
        <w:rPr>
          <w:lang w:val="uk-UA"/>
        </w:rPr>
        <w:t>забезпечити підвищення рівня професійних знань, фахового рівня та вміння працювати в нових соціально-економічних умовах, а також здійснення контролю за станом здоров’я, профілактикою травматизму, захворювань та якістю наданих медичних послуг;</w:t>
      </w:r>
    </w:p>
    <w:p w:rsidR="009853AE" w:rsidRPr="00EA5A19" w:rsidRDefault="009853AE" w:rsidP="004D0338">
      <w:pPr>
        <w:widowControl w:val="0"/>
        <w:autoSpaceDE w:val="0"/>
        <w:autoSpaceDN w:val="0"/>
        <w:adjustRightInd w:val="0"/>
        <w:ind w:firstLine="709"/>
        <w:jc w:val="both"/>
        <w:rPr>
          <w:lang w:val="uk-UA"/>
        </w:rPr>
      </w:pPr>
      <w:r w:rsidRPr="00EA5A19">
        <w:rPr>
          <w:lang w:val="uk-UA"/>
        </w:rPr>
        <w:t>створити належні умови для соціальної адаптації та фізкультурно- спортивної реабілітації інвалідів і осіб з обмеженими фізичними можливостями, у тому числі учасників антитерористичної операції.</w:t>
      </w:r>
    </w:p>
    <w:p w:rsidR="009853AE" w:rsidRPr="00EA5A19" w:rsidRDefault="009853AE" w:rsidP="004D0338">
      <w:pPr>
        <w:rPr>
          <w:lang w:val="uk-UA"/>
        </w:rPr>
      </w:pPr>
    </w:p>
    <w:p w:rsidR="009853AE" w:rsidRPr="00EA5A19" w:rsidRDefault="009853AE" w:rsidP="004D0338">
      <w:pPr>
        <w:jc w:val="center"/>
      </w:pPr>
      <w:r w:rsidRPr="00EA5A19">
        <w:t>VI. Управління та контроль за ходом виконання Програми</w:t>
      </w:r>
    </w:p>
    <w:p w:rsidR="009853AE" w:rsidRPr="00EA5A19" w:rsidRDefault="009853AE" w:rsidP="004D0338"/>
    <w:p w:rsidR="009853AE" w:rsidRPr="00EA5A19" w:rsidRDefault="009853AE" w:rsidP="004D0338">
      <w:pPr>
        <w:widowControl w:val="0"/>
        <w:autoSpaceDE w:val="0"/>
        <w:autoSpaceDN w:val="0"/>
        <w:adjustRightInd w:val="0"/>
        <w:ind w:firstLine="709"/>
        <w:jc w:val="both"/>
        <w:rPr>
          <w:lang w:val="uk-UA"/>
        </w:rPr>
      </w:pPr>
      <w:r w:rsidRPr="00EA5A19">
        <w:rPr>
          <w:lang w:val="uk-UA"/>
        </w:rPr>
        <w:t>Реалізація заходів Програми покладається на управління освіти, молоді та спорту та інші структурні підрозділи районної державної адміністрації,  міськсільвиконкоми, підприємства, установи, організації, які є виконавцями заходів Програми.</w:t>
      </w:r>
    </w:p>
    <w:p w:rsidR="009853AE" w:rsidRPr="00EA5A19" w:rsidRDefault="009853AE" w:rsidP="004D0338">
      <w:pPr>
        <w:widowControl w:val="0"/>
        <w:autoSpaceDE w:val="0"/>
        <w:autoSpaceDN w:val="0"/>
        <w:adjustRightInd w:val="0"/>
        <w:ind w:firstLine="709"/>
        <w:jc w:val="both"/>
        <w:rPr>
          <w:lang w:val="uk-UA"/>
        </w:rPr>
      </w:pPr>
      <w:r w:rsidRPr="00EA5A19">
        <w:rPr>
          <w:lang w:val="uk-UA"/>
        </w:rPr>
        <w:t>Контроль за виконанням Програми покладається на управління освіти, молоді та спорту районної державної адміністрації, міськсільвиконкоми.</w:t>
      </w:r>
    </w:p>
    <w:p w:rsidR="009853AE" w:rsidRPr="00EA5A19" w:rsidRDefault="009853AE" w:rsidP="004D0338">
      <w:pPr>
        <w:widowControl w:val="0"/>
        <w:autoSpaceDE w:val="0"/>
        <w:autoSpaceDN w:val="0"/>
        <w:adjustRightInd w:val="0"/>
        <w:ind w:firstLine="709"/>
        <w:jc w:val="both"/>
        <w:rPr>
          <w:lang w:val="uk-UA"/>
        </w:rPr>
      </w:pPr>
      <w:r w:rsidRPr="00EA5A19">
        <w:rPr>
          <w:lang w:val="uk-UA"/>
        </w:rPr>
        <w:t>Виконавці Програми щороку до 10 січня подають управлінню освіти, молоді та спорту райдержадміністрації звіт про хід виконання Програми.</w:t>
      </w:r>
    </w:p>
    <w:p w:rsidR="009853AE" w:rsidRPr="00EA5A19" w:rsidRDefault="009853AE" w:rsidP="004D0338">
      <w:pPr>
        <w:widowControl w:val="0"/>
        <w:autoSpaceDE w:val="0"/>
        <w:autoSpaceDN w:val="0"/>
        <w:adjustRightInd w:val="0"/>
        <w:rPr>
          <w:lang w:val="uk-UA"/>
        </w:rPr>
      </w:pP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r w:rsidRPr="00EA5A19">
        <w:rPr>
          <w:lang w:val="uk-UA"/>
        </w:rPr>
        <w:t>Керівник апарату адміністрації                                                                   Т.Шевчук</w:t>
      </w:r>
    </w:p>
    <w:p w:rsidR="009853AE" w:rsidRPr="00EA5A19" w:rsidRDefault="009853AE" w:rsidP="004D0338">
      <w:pPr>
        <w:tabs>
          <w:tab w:val="left" w:pos="3300"/>
        </w:tabs>
        <w:rPr>
          <w:lang w:val="uk-UA"/>
        </w:rPr>
      </w:pPr>
    </w:p>
    <w:p w:rsidR="009853AE" w:rsidRPr="00EA5A19" w:rsidRDefault="009853AE" w:rsidP="00EA5A19">
      <w:pPr>
        <w:pStyle w:val="Subtitle"/>
        <w:rPr>
          <w:rFonts w:ascii="Times New Roman" w:hAnsi="Times New Roman"/>
          <w:sz w:val="24"/>
          <w:szCs w:val="24"/>
          <w:lang w:val="uk-UA"/>
        </w:rPr>
      </w:pPr>
      <w:r>
        <w:rPr>
          <w:rFonts w:ascii="Times New Roman" w:hAnsi="Times New Roman"/>
          <w:sz w:val="24"/>
          <w:szCs w:val="24"/>
          <w:lang w:val="uk-UA"/>
        </w:rPr>
        <w:t xml:space="preserve"> </w:t>
      </w:r>
    </w:p>
    <w:p w:rsidR="009853AE" w:rsidRPr="00EA5A19" w:rsidRDefault="009853AE" w:rsidP="004D0338">
      <w:pPr>
        <w:rPr>
          <w:lang w:val="uk-UA"/>
        </w:rPr>
      </w:pPr>
    </w:p>
    <w:p w:rsidR="009853AE" w:rsidRPr="00EA5A19" w:rsidRDefault="009853AE" w:rsidP="004D0338">
      <w:pPr>
        <w:rPr>
          <w:lang w:val="uk-UA"/>
        </w:rPr>
      </w:pPr>
    </w:p>
    <w:tbl>
      <w:tblPr>
        <w:tblW w:w="9635" w:type="dxa"/>
        <w:tblLook w:val="00A0"/>
      </w:tblPr>
      <w:tblGrid>
        <w:gridCol w:w="5524"/>
        <w:gridCol w:w="4111"/>
      </w:tblGrid>
      <w:tr w:rsidR="009853AE" w:rsidRPr="00EA5A19" w:rsidTr="008C62C7">
        <w:tc>
          <w:tcPr>
            <w:tcW w:w="5524" w:type="dxa"/>
          </w:tcPr>
          <w:p w:rsidR="009853AE" w:rsidRPr="008C62C7" w:rsidRDefault="009853AE" w:rsidP="004D0338">
            <w:pPr>
              <w:rPr>
                <w:sz w:val="22"/>
                <w:szCs w:val="22"/>
                <w:lang w:val="uk-UA"/>
              </w:rPr>
            </w:pPr>
          </w:p>
        </w:tc>
        <w:tc>
          <w:tcPr>
            <w:tcW w:w="4111" w:type="dxa"/>
          </w:tcPr>
          <w:p w:rsidR="009853AE" w:rsidRPr="008C62C7" w:rsidRDefault="009853AE" w:rsidP="004D0338">
            <w:pPr>
              <w:rPr>
                <w:sz w:val="22"/>
                <w:szCs w:val="22"/>
                <w:lang w:val="uk-UA"/>
              </w:rPr>
            </w:pPr>
            <w:r w:rsidRPr="008C62C7">
              <w:rPr>
                <w:sz w:val="22"/>
                <w:szCs w:val="22"/>
                <w:lang w:val="uk-UA"/>
              </w:rPr>
              <w:t xml:space="preserve">Додаток </w:t>
            </w:r>
          </w:p>
          <w:p w:rsidR="009853AE" w:rsidRPr="008C62C7" w:rsidRDefault="009853AE" w:rsidP="004D0338">
            <w:pPr>
              <w:rPr>
                <w:sz w:val="22"/>
                <w:szCs w:val="22"/>
                <w:lang w:val="uk-UA"/>
              </w:rPr>
            </w:pPr>
            <w:r w:rsidRPr="008C62C7">
              <w:rPr>
                <w:sz w:val="22"/>
                <w:szCs w:val="22"/>
                <w:lang w:val="uk-UA"/>
              </w:rPr>
              <w:t>до Програми розвитку фізичної культури і спорту в Корецькому районі на період до 2020 року</w:t>
            </w:r>
          </w:p>
        </w:tc>
      </w:tr>
    </w:tbl>
    <w:p w:rsidR="009853AE" w:rsidRPr="00EA5A19" w:rsidRDefault="009853AE" w:rsidP="004D0338">
      <w:pPr>
        <w:jc w:val="center"/>
        <w:rPr>
          <w:lang w:val="uk-UA"/>
        </w:rPr>
      </w:pPr>
      <w:r w:rsidRPr="00EA5A19">
        <w:rPr>
          <w:lang w:val="uk-UA"/>
        </w:rPr>
        <w:t xml:space="preserve">Заходи </w:t>
      </w:r>
    </w:p>
    <w:p w:rsidR="009853AE" w:rsidRPr="00EA5A19" w:rsidRDefault="009853AE" w:rsidP="004D0338">
      <w:pPr>
        <w:jc w:val="center"/>
        <w:rPr>
          <w:lang w:val="uk-UA"/>
        </w:rPr>
      </w:pPr>
      <w:r w:rsidRPr="00EA5A19">
        <w:rPr>
          <w:lang w:val="uk-UA"/>
        </w:rPr>
        <w:t>щодо реалізації Програми розвитку фізичної культури і спорту в Корецькому районі на період до 2020 року</w:t>
      </w:r>
    </w:p>
    <w:p w:rsidR="009853AE" w:rsidRPr="00EA5A19" w:rsidRDefault="009853AE" w:rsidP="004D0338">
      <w:pPr>
        <w:rPr>
          <w:lang w:val="uk-UA"/>
        </w:rPr>
      </w:pPr>
    </w:p>
    <w:p w:rsidR="009853AE" w:rsidRPr="00EA5A19" w:rsidRDefault="009853AE" w:rsidP="004D0338">
      <w:pPr>
        <w:jc w:val="center"/>
        <w:rPr>
          <w:lang w:val="uk-UA"/>
        </w:rPr>
      </w:pPr>
      <w:r w:rsidRPr="00EA5A19">
        <w:rPr>
          <w:lang w:val="uk-UA"/>
        </w:rPr>
        <w:t>І. Розвиток фізичної культури та масового спорту</w:t>
      </w:r>
    </w:p>
    <w:p w:rsidR="009853AE" w:rsidRPr="00EA5A19" w:rsidRDefault="009853AE" w:rsidP="004D0338">
      <w:pPr>
        <w:jc w:val="center"/>
        <w:rPr>
          <w:lang w:val="uk-UA"/>
        </w:rPr>
      </w:pPr>
      <w:r w:rsidRPr="00EA5A19">
        <w:rPr>
          <w:lang w:val="uk-UA"/>
        </w:rPr>
        <w:t>Фізичне виховання у навчальних закладах</w:t>
      </w:r>
    </w:p>
    <w:p w:rsidR="009853AE" w:rsidRPr="00EA5A19" w:rsidRDefault="009853AE" w:rsidP="004D0338">
      <w:pPr>
        <w:widowControl w:val="0"/>
        <w:autoSpaceDE w:val="0"/>
        <w:autoSpaceDN w:val="0"/>
        <w:adjustRightInd w:val="0"/>
        <w:ind w:firstLine="709"/>
        <w:jc w:val="both"/>
        <w:rPr>
          <w:lang w:val="uk-UA"/>
        </w:rPr>
      </w:pPr>
      <w:r w:rsidRPr="00EA5A19">
        <w:rPr>
          <w:lang w:val="uk-UA"/>
        </w:rPr>
        <w:t>1. Проводити на високому організаційному рівні різноманітні спортивні змагання та заходи серед учнів, студентів, вчителів, у тому числі районну спартакіаду школярів, спартакіаду серед учнів професійно-технічного навчального закладу, Всеукраїнські спортивно-масові заходи,</w:t>
      </w:r>
      <w:r w:rsidRPr="00EA5A19">
        <w:rPr>
          <w:color w:val="000000"/>
          <w:lang w:val="uk-UA"/>
        </w:rPr>
        <w:t xml:space="preserve"> ,,</w:t>
      </w:r>
      <w:r w:rsidRPr="00EA5A19">
        <w:rPr>
          <w:lang w:val="uk-UA"/>
        </w:rPr>
        <w:t xml:space="preserve">Олімпійське лелеченя”, </w:t>
      </w:r>
      <w:r w:rsidRPr="00EA5A19">
        <w:rPr>
          <w:color w:val="000000"/>
          <w:lang w:val="uk-UA"/>
        </w:rPr>
        <w:t>,,</w:t>
      </w:r>
      <w:r w:rsidRPr="00EA5A19">
        <w:rPr>
          <w:lang w:val="uk-UA"/>
        </w:rPr>
        <w:t>Олімпійський урок”, ,,Олімпійський тиждень” та інші, забезпечувати підготовку та участь збірних команд району у відповідних обласних спортивних змаганнях та заходах.</w:t>
      </w:r>
    </w:p>
    <w:tbl>
      <w:tblPr>
        <w:tblW w:w="9639" w:type="dxa"/>
        <w:tblLook w:val="00A0"/>
      </w:tblPr>
      <w:tblGrid>
        <w:gridCol w:w="4111"/>
        <w:gridCol w:w="5528"/>
      </w:tblGrid>
      <w:tr w:rsidR="009853AE" w:rsidRPr="00EA5A19" w:rsidTr="008C62C7">
        <w:tc>
          <w:tcPr>
            <w:tcW w:w="4111" w:type="dxa"/>
          </w:tcPr>
          <w:p w:rsidR="009853AE" w:rsidRPr="008C62C7" w:rsidRDefault="009853AE" w:rsidP="008C62C7">
            <w:pPr>
              <w:widowControl w:val="0"/>
              <w:autoSpaceDE w:val="0"/>
              <w:autoSpaceDN w:val="0"/>
              <w:adjustRightInd w:val="0"/>
              <w:jc w:val="both"/>
              <w:rPr>
                <w:sz w:val="22"/>
                <w:szCs w:val="22"/>
                <w:lang w:val="uk-UA"/>
              </w:rPr>
            </w:pPr>
          </w:p>
        </w:tc>
        <w:tc>
          <w:tcPr>
            <w:tcW w:w="5528" w:type="dxa"/>
          </w:tcPr>
          <w:p w:rsidR="009853AE" w:rsidRPr="008C62C7" w:rsidRDefault="009853AE" w:rsidP="008C62C7">
            <w:pPr>
              <w:widowControl w:val="0"/>
              <w:autoSpaceDE w:val="0"/>
              <w:autoSpaceDN w:val="0"/>
              <w:adjustRightInd w:val="0"/>
              <w:jc w:val="both"/>
              <w:rPr>
                <w:sz w:val="22"/>
                <w:szCs w:val="22"/>
                <w:lang w:val="uk-UA"/>
              </w:rPr>
            </w:pPr>
            <w:r w:rsidRPr="008C62C7">
              <w:rPr>
                <w:sz w:val="22"/>
                <w:szCs w:val="22"/>
                <w:lang w:val="uk-UA"/>
              </w:rPr>
              <w:t>Управління освіти, молоді та спорту райдержадміністрації, дирекція ВПУ-24          ( за згодою), міськсільвиконкоми.</w:t>
            </w:r>
          </w:p>
          <w:p w:rsidR="009853AE" w:rsidRPr="008C62C7" w:rsidRDefault="009853AE" w:rsidP="008C62C7">
            <w:pPr>
              <w:widowControl w:val="0"/>
              <w:autoSpaceDE w:val="0"/>
              <w:autoSpaceDN w:val="0"/>
              <w:adjustRightInd w:val="0"/>
              <w:jc w:val="both"/>
              <w:rPr>
                <w:sz w:val="22"/>
                <w:szCs w:val="22"/>
                <w:lang w:val="uk-UA"/>
              </w:rPr>
            </w:pPr>
            <w:r w:rsidRPr="008C62C7">
              <w:rPr>
                <w:sz w:val="22"/>
                <w:szCs w:val="22"/>
                <w:lang w:val="uk-UA"/>
              </w:rPr>
              <w:t>2017 - 20</w:t>
            </w:r>
            <w:r w:rsidRPr="008C62C7">
              <w:rPr>
                <w:sz w:val="22"/>
                <w:szCs w:val="22"/>
                <w:lang w:val="en-US"/>
              </w:rPr>
              <w:t>20</w:t>
            </w:r>
            <w:r w:rsidRPr="008C62C7">
              <w:rPr>
                <w:sz w:val="22"/>
                <w:szCs w:val="22"/>
                <w:lang w:val="uk-UA"/>
              </w:rPr>
              <w:t xml:space="preserve"> роки.</w:t>
            </w:r>
          </w:p>
        </w:tc>
      </w:tr>
    </w:tbl>
    <w:p w:rsidR="009853AE" w:rsidRPr="00EA5A19" w:rsidRDefault="009853AE" w:rsidP="004D0338">
      <w:pPr>
        <w:widowControl w:val="0"/>
        <w:autoSpaceDE w:val="0"/>
        <w:autoSpaceDN w:val="0"/>
        <w:adjustRightInd w:val="0"/>
        <w:ind w:firstLine="709"/>
        <w:jc w:val="both"/>
        <w:rPr>
          <w:lang w:val="uk-UA"/>
        </w:rPr>
      </w:pPr>
      <w:r w:rsidRPr="00EA5A19">
        <w:rPr>
          <w:lang w:val="uk-UA"/>
        </w:rPr>
        <w:t>2. Сприяти покращенню організаційного, кадрового, матеріально</w:t>
      </w:r>
      <w:r w:rsidRPr="00EA5A19">
        <w:rPr>
          <w:lang w:val="uk-UA"/>
        </w:rPr>
        <w:t>–</w:t>
      </w:r>
      <w:r w:rsidRPr="00EA5A19">
        <w:rPr>
          <w:lang w:val="uk-UA"/>
        </w:rPr>
        <w:t>технічного та фінансового забезпечення навчальних закладів для занять фізичною культурою та спортом, у тому числі для збільшення рухової активності дітей та молоді.</w:t>
      </w:r>
    </w:p>
    <w:tbl>
      <w:tblPr>
        <w:tblW w:w="9639" w:type="dxa"/>
        <w:tblLook w:val="00A0"/>
      </w:tblPr>
      <w:tblGrid>
        <w:gridCol w:w="4111"/>
        <w:gridCol w:w="5528"/>
      </w:tblGrid>
      <w:tr w:rsidR="009853AE" w:rsidRPr="00EA5A19" w:rsidTr="008C62C7">
        <w:tc>
          <w:tcPr>
            <w:tcW w:w="4111" w:type="dxa"/>
          </w:tcPr>
          <w:p w:rsidR="009853AE" w:rsidRPr="008C62C7" w:rsidRDefault="009853AE" w:rsidP="008C62C7">
            <w:pPr>
              <w:widowControl w:val="0"/>
              <w:autoSpaceDE w:val="0"/>
              <w:autoSpaceDN w:val="0"/>
              <w:adjustRightInd w:val="0"/>
              <w:jc w:val="both"/>
              <w:rPr>
                <w:sz w:val="22"/>
                <w:szCs w:val="22"/>
                <w:lang w:val="uk-UA"/>
              </w:rPr>
            </w:pPr>
          </w:p>
        </w:tc>
        <w:tc>
          <w:tcPr>
            <w:tcW w:w="5528" w:type="dxa"/>
          </w:tcPr>
          <w:p w:rsidR="009853AE" w:rsidRPr="008C62C7" w:rsidRDefault="009853AE" w:rsidP="008C62C7">
            <w:pPr>
              <w:widowControl w:val="0"/>
              <w:autoSpaceDE w:val="0"/>
              <w:autoSpaceDN w:val="0"/>
              <w:adjustRightInd w:val="0"/>
              <w:jc w:val="both"/>
              <w:rPr>
                <w:sz w:val="22"/>
                <w:szCs w:val="22"/>
                <w:lang w:val="uk-UA"/>
              </w:rPr>
            </w:pPr>
            <w:r w:rsidRPr="008C62C7">
              <w:rPr>
                <w:sz w:val="22"/>
                <w:szCs w:val="22"/>
                <w:lang w:val="uk-UA"/>
              </w:rPr>
              <w:t>Управління освіти, молоді та спорту райдержадміністрації.</w:t>
            </w:r>
          </w:p>
          <w:p w:rsidR="009853AE" w:rsidRPr="008C62C7" w:rsidRDefault="009853AE" w:rsidP="008C62C7">
            <w:pPr>
              <w:widowControl w:val="0"/>
              <w:autoSpaceDE w:val="0"/>
              <w:autoSpaceDN w:val="0"/>
              <w:adjustRightInd w:val="0"/>
              <w:jc w:val="both"/>
              <w:rPr>
                <w:sz w:val="22"/>
                <w:szCs w:val="22"/>
                <w:lang w:val="uk-UA"/>
              </w:rPr>
            </w:pPr>
            <w:r w:rsidRPr="008C62C7">
              <w:rPr>
                <w:sz w:val="22"/>
                <w:szCs w:val="22"/>
                <w:lang w:val="uk-UA"/>
              </w:rPr>
              <w:t>2017-2020 роки</w:t>
            </w:r>
          </w:p>
        </w:tc>
      </w:tr>
    </w:tbl>
    <w:p w:rsidR="009853AE" w:rsidRPr="00EA5A19" w:rsidRDefault="009853AE" w:rsidP="004D0338">
      <w:pPr>
        <w:widowControl w:val="0"/>
        <w:autoSpaceDE w:val="0"/>
        <w:autoSpaceDN w:val="0"/>
        <w:adjustRightInd w:val="0"/>
        <w:ind w:firstLine="709"/>
        <w:jc w:val="both"/>
        <w:rPr>
          <w:lang w:val="uk-UA"/>
        </w:rPr>
      </w:pPr>
      <w:r w:rsidRPr="00EA5A19">
        <w:rPr>
          <w:lang w:val="uk-UA"/>
        </w:rPr>
        <w:t>3. Сприяти створенню в навчальних закладах району мережі спортивних клубів та забезпечити необхідні умови для їх функціонування.</w:t>
      </w:r>
    </w:p>
    <w:tbl>
      <w:tblPr>
        <w:tblW w:w="9639" w:type="dxa"/>
        <w:tblLook w:val="00A0"/>
      </w:tblPr>
      <w:tblGrid>
        <w:gridCol w:w="4111"/>
        <w:gridCol w:w="5528"/>
      </w:tblGrid>
      <w:tr w:rsidR="009853AE" w:rsidRPr="00EA5A19" w:rsidTr="008C62C7">
        <w:tc>
          <w:tcPr>
            <w:tcW w:w="4111" w:type="dxa"/>
          </w:tcPr>
          <w:p w:rsidR="009853AE" w:rsidRPr="008C62C7" w:rsidRDefault="009853AE" w:rsidP="004D0338">
            <w:pPr>
              <w:rPr>
                <w:sz w:val="22"/>
                <w:szCs w:val="22"/>
                <w:lang w:val="uk-UA"/>
              </w:rPr>
            </w:pPr>
          </w:p>
        </w:tc>
        <w:tc>
          <w:tcPr>
            <w:tcW w:w="5528" w:type="dxa"/>
          </w:tcPr>
          <w:p w:rsidR="009853AE" w:rsidRPr="008C62C7" w:rsidRDefault="009853AE" w:rsidP="008C62C7">
            <w:pPr>
              <w:widowControl w:val="0"/>
              <w:autoSpaceDE w:val="0"/>
              <w:autoSpaceDN w:val="0"/>
              <w:adjustRightInd w:val="0"/>
              <w:jc w:val="both"/>
              <w:rPr>
                <w:sz w:val="22"/>
                <w:szCs w:val="22"/>
                <w:lang w:val="uk-UA"/>
              </w:rPr>
            </w:pPr>
            <w:r w:rsidRPr="008C62C7">
              <w:rPr>
                <w:sz w:val="22"/>
                <w:szCs w:val="22"/>
                <w:lang w:val="uk-UA"/>
              </w:rPr>
              <w:t>Управління освіти, молоді та спорту райдержадміністрації,  міськсільвиконкоми.</w:t>
            </w:r>
          </w:p>
          <w:p w:rsidR="009853AE" w:rsidRPr="008C62C7" w:rsidRDefault="009853AE" w:rsidP="004D0338">
            <w:pPr>
              <w:rPr>
                <w:sz w:val="22"/>
                <w:szCs w:val="22"/>
                <w:lang w:val="uk-UA"/>
              </w:rPr>
            </w:pPr>
            <w:r w:rsidRPr="008C62C7">
              <w:rPr>
                <w:sz w:val="22"/>
                <w:szCs w:val="22"/>
                <w:lang w:val="uk-UA"/>
              </w:rPr>
              <w:t>2017-20</w:t>
            </w:r>
            <w:r w:rsidRPr="008C62C7">
              <w:rPr>
                <w:sz w:val="22"/>
                <w:szCs w:val="22"/>
                <w:lang w:val="en-US"/>
              </w:rPr>
              <w:t>20</w:t>
            </w:r>
            <w:r w:rsidRPr="008C62C7">
              <w:rPr>
                <w:sz w:val="22"/>
                <w:szCs w:val="22"/>
                <w:lang w:val="uk-UA"/>
              </w:rPr>
              <w:t xml:space="preserve"> роки.</w:t>
            </w:r>
          </w:p>
        </w:tc>
      </w:tr>
    </w:tbl>
    <w:p w:rsidR="009853AE" w:rsidRPr="00EA5A19" w:rsidRDefault="009853AE" w:rsidP="004D0338">
      <w:pPr>
        <w:widowControl w:val="0"/>
        <w:tabs>
          <w:tab w:val="left" w:pos="5445"/>
        </w:tabs>
        <w:autoSpaceDE w:val="0"/>
        <w:autoSpaceDN w:val="0"/>
        <w:adjustRightInd w:val="0"/>
        <w:ind w:firstLine="851"/>
        <w:jc w:val="both"/>
        <w:rPr>
          <w:color w:val="000000"/>
          <w:lang w:val="uk-UA"/>
        </w:rPr>
      </w:pPr>
      <w:r w:rsidRPr="00EA5A19">
        <w:rPr>
          <w:lang w:val="uk-UA"/>
        </w:rPr>
        <w:t xml:space="preserve">4. </w:t>
      </w:r>
      <w:r w:rsidRPr="00EA5A19">
        <w:rPr>
          <w:color w:val="000000"/>
          <w:lang w:val="uk-UA"/>
        </w:rPr>
        <w:t>Завершити введення в усіх школах району третього уроку фізкультури, а за наявності необхідного кадрового та матеріально</w:t>
      </w:r>
      <w:r w:rsidRPr="00EA5A19">
        <w:rPr>
          <w:lang w:val="uk-UA"/>
        </w:rPr>
        <w:t>-</w:t>
      </w:r>
      <w:r w:rsidRPr="00EA5A19">
        <w:rPr>
          <w:color w:val="000000"/>
          <w:lang w:val="uk-UA"/>
        </w:rPr>
        <w:t>технічного забезпечення- уроку футболу.</w:t>
      </w:r>
    </w:p>
    <w:tbl>
      <w:tblPr>
        <w:tblW w:w="9639" w:type="dxa"/>
        <w:tblLook w:val="00A0"/>
      </w:tblPr>
      <w:tblGrid>
        <w:gridCol w:w="4111"/>
        <w:gridCol w:w="5528"/>
      </w:tblGrid>
      <w:tr w:rsidR="009853AE" w:rsidRPr="00EA5A19" w:rsidTr="008C62C7">
        <w:tc>
          <w:tcPr>
            <w:tcW w:w="4111" w:type="dxa"/>
          </w:tcPr>
          <w:p w:rsidR="009853AE" w:rsidRPr="008C62C7" w:rsidRDefault="009853AE" w:rsidP="004D0338">
            <w:pPr>
              <w:rPr>
                <w:sz w:val="22"/>
                <w:szCs w:val="22"/>
                <w:lang w:val="uk-UA"/>
              </w:rPr>
            </w:pPr>
          </w:p>
        </w:tc>
        <w:tc>
          <w:tcPr>
            <w:tcW w:w="5528" w:type="dxa"/>
          </w:tcPr>
          <w:p w:rsidR="009853AE" w:rsidRPr="008C62C7" w:rsidRDefault="009853AE" w:rsidP="008C62C7">
            <w:pPr>
              <w:jc w:val="both"/>
              <w:rPr>
                <w:sz w:val="22"/>
                <w:szCs w:val="22"/>
                <w:lang w:val="uk-UA"/>
              </w:rPr>
            </w:pPr>
            <w:r w:rsidRPr="008C62C7">
              <w:rPr>
                <w:sz w:val="22"/>
                <w:szCs w:val="22"/>
                <w:lang w:val="uk-UA"/>
              </w:rPr>
              <w:t xml:space="preserve">Управління освіти, молоді та спорту райдержадміністрації,  міськсільвиконкоми, </w:t>
            </w:r>
            <w:r w:rsidRPr="008C62C7">
              <w:rPr>
                <w:sz w:val="22"/>
                <w:szCs w:val="22"/>
                <w:lang w:val="uk-UA"/>
              </w:rPr>
              <w:t>Корецька районна федерація футболу                 (за згодою).</w:t>
            </w:r>
          </w:p>
          <w:p w:rsidR="009853AE" w:rsidRPr="008C62C7" w:rsidRDefault="009853AE" w:rsidP="004D0338">
            <w:pPr>
              <w:rPr>
                <w:sz w:val="22"/>
                <w:szCs w:val="22"/>
                <w:lang w:val="uk-UA"/>
              </w:rPr>
            </w:pPr>
            <w:r w:rsidRPr="008C62C7">
              <w:rPr>
                <w:sz w:val="22"/>
                <w:szCs w:val="22"/>
                <w:lang w:val="uk-UA"/>
              </w:rPr>
              <w:t>2017-20</w:t>
            </w:r>
            <w:r w:rsidRPr="008C62C7">
              <w:rPr>
                <w:sz w:val="22"/>
                <w:szCs w:val="22"/>
                <w:lang w:val="en-US"/>
              </w:rPr>
              <w:t>20</w:t>
            </w:r>
            <w:r w:rsidRPr="008C62C7">
              <w:rPr>
                <w:sz w:val="22"/>
                <w:szCs w:val="22"/>
                <w:lang w:val="uk-UA"/>
              </w:rPr>
              <w:t xml:space="preserve"> роки.</w:t>
            </w:r>
          </w:p>
        </w:tc>
      </w:tr>
    </w:tbl>
    <w:p w:rsidR="009853AE" w:rsidRPr="00EA5A19" w:rsidRDefault="009853AE" w:rsidP="004D0338">
      <w:pPr>
        <w:widowControl w:val="0"/>
        <w:tabs>
          <w:tab w:val="left" w:pos="5445"/>
        </w:tabs>
        <w:autoSpaceDE w:val="0"/>
        <w:autoSpaceDN w:val="0"/>
        <w:adjustRightInd w:val="0"/>
        <w:ind w:firstLine="851"/>
        <w:jc w:val="both"/>
        <w:rPr>
          <w:lang w:val="uk-UA"/>
        </w:rPr>
      </w:pPr>
      <w:r w:rsidRPr="00EA5A19">
        <w:rPr>
          <w:color w:val="000000"/>
          <w:lang w:val="uk-UA"/>
        </w:rPr>
        <w:t>5.</w:t>
      </w:r>
      <w:r w:rsidRPr="00EA5A19">
        <w:rPr>
          <w:lang w:val="uk-UA"/>
        </w:rPr>
        <w:t xml:space="preserve"> З</w:t>
      </w:r>
      <w:r w:rsidRPr="00EA5A19">
        <w:rPr>
          <w:color w:val="000000"/>
          <w:lang w:val="uk-UA"/>
        </w:rPr>
        <w:t>абезпечити відкриття спеціалізованих спортивних класів, у тому числі з футболу, на базі загальноосвітніх навчальних закладів району.</w:t>
      </w:r>
    </w:p>
    <w:tbl>
      <w:tblPr>
        <w:tblW w:w="9639" w:type="dxa"/>
        <w:tblLook w:val="00A0"/>
      </w:tblPr>
      <w:tblGrid>
        <w:gridCol w:w="4111"/>
        <w:gridCol w:w="5528"/>
      </w:tblGrid>
      <w:tr w:rsidR="009853AE" w:rsidRPr="00EA5A19" w:rsidTr="008C62C7">
        <w:tc>
          <w:tcPr>
            <w:tcW w:w="4111" w:type="dxa"/>
          </w:tcPr>
          <w:p w:rsidR="009853AE" w:rsidRPr="008C62C7" w:rsidRDefault="009853AE" w:rsidP="004D0338">
            <w:pPr>
              <w:rPr>
                <w:sz w:val="22"/>
                <w:szCs w:val="22"/>
                <w:lang w:val="uk-UA"/>
              </w:rPr>
            </w:pPr>
          </w:p>
        </w:tc>
        <w:tc>
          <w:tcPr>
            <w:tcW w:w="5528" w:type="dxa"/>
          </w:tcPr>
          <w:p w:rsidR="009853AE" w:rsidRPr="008C62C7" w:rsidRDefault="009853AE" w:rsidP="008C62C7">
            <w:pPr>
              <w:jc w:val="both"/>
              <w:rPr>
                <w:sz w:val="22"/>
                <w:szCs w:val="22"/>
                <w:lang w:val="uk-UA"/>
              </w:rPr>
            </w:pPr>
            <w:r w:rsidRPr="008C62C7">
              <w:rPr>
                <w:sz w:val="22"/>
                <w:szCs w:val="22"/>
                <w:lang w:val="uk-UA"/>
              </w:rPr>
              <w:t>Управління освіти, молоді та спорту райдержадміністрації,  міськсільвиконкоми.</w:t>
            </w:r>
          </w:p>
          <w:p w:rsidR="009853AE" w:rsidRPr="008C62C7" w:rsidRDefault="009853AE" w:rsidP="004D0338">
            <w:pPr>
              <w:rPr>
                <w:sz w:val="22"/>
                <w:szCs w:val="22"/>
                <w:lang w:val="uk-UA"/>
              </w:rPr>
            </w:pPr>
            <w:r w:rsidRPr="008C62C7">
              <w:rPr>
                <w:sz w:val="22"/>
                <w:szCs w:val="22"/>
                <w:lang w:val="uk-UA"/>
              </w:rPr>
              <w:t>2017-20</w:t>
            </w:r>
            <w:r w:rsidRPr="008C62C7">
              <w:rPr>
                <w:sz w:val="22"/>
                <w:szCs w:val="22"/>
                <w:lang w:val="en-US"/>
              </w:rPr>
              <w:t>20</w:t>
            </w:r>
            <w:r w:rsidRPr="008C62C7">
              <w:rPr>
                <w:sz w:val="22"/>
                <w:szCs w:val="22"/>
                <w:lang w:val="uk-UA"/>
              </w:rPr>
              <w:t xml:space="preserve"> роки.</w:t>
            </w:r>
          </w:p>
        </w:tc>
      </w:tr>
    </w:tbl>
    <w:p w:rsidR="009853AE" w:rsidRPr="00EA5A19" w:rsidRDefault="009853AE" w:rsidP="004D0338">
      <w:pPr>
        <w:widowControl w:val="0"/>
        <w:autoSpaceDE w:val="0"/>
        <w:autoSpaceDN w:val="0"/>
        <w:adjustRightInd w:val="0"/>
        <w:ind w:firstLine="851"/>
        <w:jc w:val="both"/>
        <w:rPr>
          <w:lang w:val="uk-UA"/>
        </w:rPr>
      </w:pPr>
      <w:r w:rsidRPr="00EA5A19">
        <w:rPr>
          <w:color w:val="000000"/>
          <w:lang w:val="uk-UA"/>
        </w:rPr>
        <w:t>6. Забезпечити проведення позакласної роботи з фізичної культури і спорту в загальноосвітніх навчальних закладах району, особливо в сільській місцевості, в тому числі функціонування гуртків та секцій з футболу.</w:t>
      </w:r>
    </w:p>
    <w:tbl>
      <w:tblPr>
        <w:tblW w:w="9639" w:type="dxa"/>
        <w:tblLook w:val="00A0"/>
      </w:tblPr>
      <w:tblGrid>
        <w:gridCol w:w="4111"/>
        <w:gridCol w:w="5528"/>
      </w:tblGrid>
      <w:tr w:rsidR="009853AE" w:rsidRPr="00EA5A19" w:rsidTr="008C62C7">
        <w:tc>
          <w:tcPr>
            <w:tcW w:w="4111" w:type="dxa"/>
          </w:tcPr>
          <w:p w:rsidR="009853AE" w:rsidRPr="008C62C7" w:rsidRDefault="009853AE" w:rsidP="004D0338">
            <w:pPr>
              <w:rPr>
                <w:sz w:val="22"/>
                <w:szCs w:val="22"/>
                <w:lang w:val="uk-UA"/>
              </w:rPr>
            </w:pPr>
          </w:p>
        </w:tc>
        <w:tc>
          <w:tcPr>
            <w:tcW w:w="5528" w:type="dxa"/>
          </w:tcPr>
          <w:p w:rsidR="009853AE" w:rsidRPr="008C62C7" w:rsidRDefault="009853AE" w:rsidP="008C62C7">
            <w:pPr>
              <w:ind w:left="-108"/>
              <w:jc w:val="both"/>
              <w:rPr>
                <w:sz w:val="22"/>
                <w:szCs w:val="22"/>
                <w:lang w:val="uk-UA"/>
              </w:rPr>
            </w:pPr>
            <w:r w:rsidRPr="008C62C7">
              <w:rPr>
                <w:sz w:val="22"/>
                <w:szCs w:val="22"/>
                <w:lang w:val="uk-UA"/>
              </w:rPr>
              <w:t xml:space="preserve">Управління освіти, молоді та спорту райдержадміністрації,  міськсільвиконкоми, </w:t>
            </w:r>
            <w:r w:rsidRPr="008C62C7">
              <w:rPr>
                <w:sz w:val="22"/>
                <w:szCs w:val="22"/>
                <w:lang w:val="uk-UA"/>
              </w:rPr>
              <w:t>Корецька районна федерація футболу (за згодою).</w:t>
            </w:r>
          </w:p>
          <w:p w:rsidR="009853AE" w:rsidRPr="008C62C7" w:rsidRDefault="009853AE" w:rsidP="008C62C7">
            <w:pPr>
              <w:ind w:left="-108"/>
              <w:jc w:val="both"/>
              <w:rPr>
                <w:sz w:val="22"/>
                <w:szCs w:val="22"/>
                <w:lang w:val="uk-UA"/>
              </w:rPr>
            </w:pPr>
            <w:r w:rsidRPr="008C62C7">
              <w:rPr>
                <w:sz w:val="22"/>
                <w:szCs w:val="22"/>
                <w:lang w:val="uk-UA"/>
              </w:rPr>
              <w:t>2017-20</w:t>
            </w:r>
            <w:r w:rsidRPr="008C62C7">
              <w:rPr>
                <w:sz w:val="22"/>
                <w:szCs w:val="22"/>
                <w:lang w:val="en-US"/>
              </w:rPr>
              <w:t>20</w:t>
            </w:r>
            <w:r w:rsidRPr="008C62C7">
              <w:rPr>
                <w:sz w:val="22"/>
                <w:szCs w:val="22"/>
                <w:lang w:val="uk-UA"/>
              </w:rPr>
              <w:t xml:space="preserve"> роки.</w:t>
            </w:r>
          </w:p>
        </w:tc>
      </w:tr>
    </w:tbl>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7. Забезпечити проведення фізкультурно</w:t>
      </w:r>
      <w:r w:rsidRPr="00EA5A19">
        <w:rPr>
          <w:lang w:val="uk-UA"/>
        </w:rPr>
        <w:t>-</w:t>
      </w:r>
      <w:r w:rsidRPr="00EA5A19">
        <w:rPr>
          <w:lang w:val="uk-UA"/>
        </w:rPr>
        <w:t>оздоровчої та спортивної роботи серед педагогічних працівників, у тому числі туристично</w:t>
      </w:r>
      <w:r w:rsidRPr="00EA5A19">
        <w:rPr>
          <w:lang w:val="uk-UA"/>
        </w:rPr>
        <w:t>-</w:t>
      </w:r>
      <w:r w:rsidRPr="00EA5A19">
        <w:rPr>
          <w:lang w:val="uk-UA"/>
        </w:rPr>
        <w:t>краєзнавчу, проведення спортивних заходів та змагань серед педагогічних працівників, зокрема й туристичних.</w:t>
      </w:r>
    </w:p>
    <w:tbl>
      <w:tblPr>
        <w:tblW w:w="9639" w:type="dxa"/>
        <w:tblLook w:val="00A0"/>
      </w:tblPr>
      <w:tblGrid>
        <w:gridCol w:w="3969"/>
        <w:gridCol w:w="5670"/>
      </w:tblGrid>
      <w:tr w:rsidR="009853AE" w:rsidRPr="00EA5A19" w:rsidTr="008C62C7">
        <w:tc>
          <w:tcPr>
            <w:tcW w:w="3969" w:type="dxa"/>
          </w:tcPr>
          <w:p w:rsidR="009853AE" w:rsidRPr="008C62C7" w:rsidRDefault="009853AE" w:rsidP="004D0338">
            <w:pPr>
              <w:rPr>
                <w:sz w:val="22"/>
                <w:szCs w:val="22"/>
                <w:lang w:val="uk-UA"/>
              </w:rPr>
            </w:pPr>
          </w:p>
        </w:tc>
        <w:tc>
          <w:tcPr>
            <w:tcW w:w="5670" w:type="dxa"/>
          </w:tcPr>
          <w:p w:rsidR="009853AE" w:rsidRPr="008C62C7" w:rsidRDefault="009853AE" w:rsidP="008C62C7">
            <w:pPr>
              <w:jc w:val="both"/>
              <w:rPr>
                <w:sz w:val="22"/>
                <w:szCs w:val="22"/>
                <w:lang w:val="uk-UA"/>
              </w:rPr>
            </w:pPr>
            <w:r w:rsidRPr="008C62C7">
              <w:rPr>
                <w:sz w:val="22"/>
                <w:szCs w:val="22"/>
                <w:lang w:val="uk-UA"/>
              </w:rPr>
              <w:t>Управління освіти, молоді та спорту райдержадміністрації,  міськсільвиконкоми.</w:t>
            </w:r>
          </w:p>
          <w:p w:rsidR="009853AE" w:rsidRPr="008C62C7" w:rsidRDefault="009853AE" w:rsidP="004D0338">
            <w:pPr>
              <w:rPr>
                <w:sz w:val="22"/>
                <w:szCs w:val="22"/>
                <w:lang w:val="uk-UA"/>
              </w:rPr>
            </w:pPr>
            <w:r w:rsidRPr="008C62C7">
              <w:rPr>
                <w:sz w:val="22"/>
                <w:szCs w:val="22"/>
                <w:lang w:val="uk-UA"/>
              </w:rPr>
              <w:t>2017-20</w:t>
            </w:r>
            <w:r w:rsidRPr="008C62C7">
              <w:rPr>
                <w:sz w:val="22"/>
                <w:szCs w:val="22"/>
                <w:lang/>
              </w:rPr>
              <w:t>20</w:t>
            </w:r>
            <w:r w:rsidRPr="008C62C7">
              <w:rPr>
                <w:sz w:val="22"/>
                <w:szCs w:val="22"/>
                <w:lang w:val="uk-UA"/>
              </w:rPr>
              <w:t xml:space="preserve"> роки.</w:t>
            </w:r>
          </w:p>
        </w:tc>
      </w:tr>
    </w:tbl>
    <w:p w:rsidR="009853AE" w:rsidRPr="00EA5A19" w:rsidRDefault="009853AE" w:rsidP="004D0338">
      <w:pPr>
        <w:rPr>
          <w:lang w:val="uk-UA"/>
        </w:rPr>
      </w:pPr>
    </w:p>
    <w:p w:rsidR="009853AE" w:rsidRPr="00EA5A19" w:rsidRDefault="009853AE" w:rsidP="004D0338">
      <w:pPr>
        <w:widowControl w:val="0"/>
        <w:tabs>
          <w:tab w:val="left" w:pos="0"/>
        </w:tabs>
        <w:autoSpaceDE w:val="0"/>
        <w:autoSpaceDN w:val="0"/>
        <w:adjustRightInd w:val="0"/>
        <w:jc w:val="center"/>
        <w:rPr>
          <w:lang w:val="uk-UA"/>
        </w:rPr>
      </w:pPr>
      <w:r w:rsidRPr="00EA5A19">
        <w:rPr>
          <w:lang w:val="uk-UA"/>
        </w:rPr>
        <w:t xml:space="preserve">Фізична культура і масовий спорт за місцем проживання </w:t>
      </w:r>
    </w:p>
    <w:p w:rsidR="009853AE" w:rsidRPr="00EA5A19" w:rsidRDefault="009853AE" w:rsidP="004D0338">
      <w:pPr>
        <w:widowControl w:val="0"/>
        <w:tabs>
          <w:tab w:val="left" w:pos="0"/>
        </w:tabs>
        <w:autoSpaceDE w:val="0"/>
        <w:autoSpaceDN w:val="0"/>
        <w:adjustRightInd w:val="0"/>
        <w:jc w:val="center"/>
        <w:rPr>
          <w:lang w:val="uk-UA"/>
        </w:rPr>
      </w:pPr>
      <w:r w:rsidRPr="00EA5A19">
        <w:rPr>
          <w:lang w:val="uk-UA"/>
        </w:rPr>
        <w:t>та в місцях масового відпочинку населення</w:t>
      </w:r>
    </w:p>
    <w:p w:rsidR="009853AE" w:rsidRPr="00EA5A19" w:rsidRDefault="009853AE" w:rsidP="004D0338">
      <w:pPr>
        <w:widowControl w:val="0"/>
        <w:tabs>
          <w:tab w:val="left" w:pos="0"/>
        </w:tabs>
        <w:autoSpaceDE w:val="0"/>
        <w:autoSpaceDN w:val="0"/>
        <w:adjustRightInd w:val="0"/>
        <w:rPr>
          <w:u w:val="single"/>
          <w:lang w:val="uk-UA"/>
        </w:rPr>
      </w:pP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8. Забезпечити проведення моніторингу рівня охоплення населення району масовим спортом та щорічне оцінювання фізичної підготовленості населення.</w:t>
      </w:r>
    </w:p>
    <w:tbl>
      <w:tblPr>
        <w:tblW w:w="0" w:type="auto"/>
        <w:tblLook w:val="00A0"/>
      </w:tblPr>
      <w:tblGrid>
        <w:gridCol w:w="4106"/>
        <w:gridCol w:w="5522"/>
      </w:tblGrid>
      <w:tr w:rsidR="009853AE" w:rsidRPr="00EA5A19" w:rsidTr="008C62C7">
        <w:tc>
          <w:tcPr>
            <w:tcW w:w="4106" w:type="dxa"/>
          </w:tcPr>
          <w:p w:rsidR="009853AE" w:rsidRPr="008C62C7" w:rsidRDefault="009853AE" w:rsidP="008C62C7">
            <w:pPr>
              <w:jc w:val="both"/>
              <w:rPr>
                <w:sz w:val="22"/>
                <w:szCs w:val="22"/>
                <w:lang w:val="uk-UA"/>
              </w:rPr>
            </w:pPr>
          </w:p>
        </w:tc>
        <w:tc>
          <w:tcPr>
            <w:tcW w:w="5522" w:type="dxa"/>
          </w:tcPr>
          <w:p w:rsidR="009853AE" w:rsidRPr="008C62C7" w:rsidRDefault="009853AE" w:rsidP="008C62C7">
            <w:pPr>
              <w:jc w:val="both"/>
              <w:rPr>
                <w:sz w:val="22"/>
                <w:szCs w:val="22"/>
                <w:lang w:val="uk-UA"/>
              </w:rPr>
            </w:pPr>
            <w:r w:rsidRPr="008C62C7">
              <w:rPr>
                <w:sz w:val="22"/>
                <w:szCs w:val="22"/>
                <w:lang w:val="uk-UA"/>
              </w:rPr>
              <w:t>Управління освіти, молоді та спорту райдержадміністрації,  міськсільвиконкоми.</w:t>
            </w:r>
          </w:p>
          <w:p w:rsidR="009853AE" w:rsidRPr="008C62C7" w:rsidRDefault="009853AE" w:rsidP="008C62C7">
            <w:pPr>
              <w:jc w:val="both"/>
              <w:rPr>
                <w:sz w:val="22"/>
                <w:szCs w:val="22"/>
                <w:lang w:val="uk-UA"/>
              </w:rPr>
            </w:pPr>
            <w:r w:rsidRPr="008C62C7">
              <w:rPr>
                <w:sz w:val="22"/>
                <w:szCs w:val="22"/>
                <w:lang w:val="uk-UA"/>
              </w:rPr>
              <w:t>Щороку.</w:t>
            </w:r>
          </w:p>
        </w:tc>
      </w:tr>
    </w:tbl>
    <w:p w:rsidR="009853AE" w:rsidRPr="00EA5A19" w:rsidRDefault="009853AE" w:rsidP="004D0338">
      <w:pPr>
        <w:widowControl w:val="0"/>
        <w:autoSpaceDE w:val="0"/>
        <w:autoSpaceDN w:val="0"/>
        <w:adjustRightInd w:val="0"/>
        <w:ind w:firstLine="709"/>
        <w:jc w:val="both"/>
        <w:rPr>
          <w:lang w:val="uk-UA"/>
        </w:rPr>
      </w:pPr>
      <w:r w:rsidRPr="00EA5A19">
        <w:rPr>
          <w:lang w:val="uk-UA"/>
        </w:rPr>
        <w:t>9. Забезпечити проведення фізкультурно</w:t>
      </w:r>
      <w:r w:rsidRPr="00EA5A19">
        <w:rPr>
          <w:lang w:val="uk-UA"/>
        </w:rPr>
        <w:t>–</w:t>
      </w:r>
      <w:r w:rsidRPr="00EA5A19">
        <w:rPr>
          <w:lang w:val="uk-UA"/>
        </w:rPr>
        <w:t>оздоровчих заходів та заходів масового спорту, у тому числі обласної спортивної гри ,,Сімейні перегони</w:t>
      </w:r>
      <w:r w:rsidRPr="00EA5A19">
        <w:t>”</w:t>
      </w:r>
      <w:r w:rsidRPr="00EA5A19">
        <w:rPr>
          <w:lang w:val="uk-UA"/>
        </w:rPr>
        <w:t>, заходів в рамках ,,Олімпійського дня</w:t>
      </w:r>
      <w:r w:rsidRPr="00EA5A19">
        <w:t>”</w:t>
      </w:r>
      <w:r w:rsidRPr="00EA5A19">
        <w:rPr>
          <w:lang w:val="uk-UA"/>
        </w:rPr>
        <w:t>, ,,Олімпійського тижня</w:t>
      </w:r>
      <w:r w:rsidRPr="00EA5A19">
        <w:t>”</w:t>
      </w:r>
      <w:r w:rsidRPr="00EA5A19">
        <w:rPr>
          <w:lang w:val="uk-UA"/>
        </w:rPr>
        <w:t>, та брати участь у всеукраїнських заходах, здійснювати пошук нових форм фізкультурно</w:t>
      </w:r>
      <w:r w:rsidRPr="00EA5A19">
        <w:rPr>
          <w:lang w:val="uk-UA"/>
        </w:rPr>
        <w:t>-</w:t>
      </w:r>
      <w:r w:rsidRPr="00EA5A19">
        <w:rPr>
          <w:lang w:val="uk-UA"/>
        </w:rPr>
        <w:t>оздоровчої та спортивно</w:t>
      </w:r>
      <w:r w:rsidRPr="00EA5A19">
        <w:rPr>
          <w:lang w:val="uk-UA"/>
        </w:rPr>
        <w:t xml:space="preserve">-масової </w:t>
      </w:r>
      <w:r w:rsidRPr="00EA5A19">
        <w:rPr>
          <w:lang w:val="uk-UA"/>
        </w:rPr>
        <w:t>роботи серед усіх вікових та соціальних груп населення району.</w:t>
      </w:r>
    </w:p>
    <w:tbl>
      <w:tblPr>
        <w:tblW w:w="0" w:type="auto"/>
        <w:tblLook w:val="00A0"/>
      </w:tblPr>
      <w:tblGrid>
        <w:gridCol w:w="4106"/>
        <w:gridCol w:w="5522"/>
      </w:tblGrid>
      <w:tr w:rsidR="009853AE" w:rsidRPr="00EA5A19" w:rsidTr="008C62C7">
        <w:tc>
          <w:tcPr>
            <w:tcW w:w="4106" w:type="dxa"/>
          </w:tcPr>
          <w:p w:rsidR="009853AE" w:rsidRPr="008C62C7" w:rsidRDefault="009853AE" w:rsidP="008C62C7">
            <w:pPr>
              <w:jc w:val="both"/>
              <w:rPr>
                <w:sz w:val="22"/>
                <w:szCs w:val="22"/>
                <w:lang w:val="uk-UA"/>
              </w:rPr>
            </w:pPr>
          </w:p>
        </w:tc>
        <w:tc>
          <w:tcPr>
            <w:tcW w:w="5522" w:type="dxa"/>
          </w:tcPr>
          <w:p w:rsidR="009853AE" w:rsidRPr="008C62C7" w:rsidRDefault="009853AE" w:rsidP="008C62C7">
            <w:pPr>
              <w:jc w:val="both"/>
              <w:rPr>
                <w:sz w:val="22"/>
                <w:szCs w:val="22"/>
                <w:lang w:val="uk-UA"/>
              </w:rPr>
            </w:pPr>
            <w:r w:rsidRPr="008C62C7">
              <w:rPr>
                <w:sz w:val="22"/>
                <w:szCs w:val="22"/>
                <w:lang w:val="uk-UA"/>
              </w:rPr>
              <w:t>Управління освіти, молоді та спорту райдержадміністрації,  міськсільвиконкоми.</w:t>
            </w:r>
          </w:p>
          <w:p w:rsidR="009853AE" w:rsidRPr="008C62C7" w:rsidRDefault="009853AE" w:rsidP="008C62C7">
            <w:pPr>
              <w:jc w:val="both"/>
              <w:rPr>
                <w:sz w:val="22"/>
                <w:szCs w:val="22"/>
                <w:lang w:val="uk-UA"/>
              </w:rPr>
            </w:pPr>
            <w:r w:rsidRPr="008C62C7">
              <w:rPr>
                <w:sz w:val="22"/>
                <w:szCs w:val="22"/>
                <w:lang w:val="uk-UA"/>
              </w:rPr>
              <w:t>2017-2020 роки.</w:t>
            </w:r>
          </w:p>
        </w:tc>
      </w:tr>
    </w:tbl>
    <w:p w:rsidR="009853AE" w:rsidRPr="00EA5A19" w:rsidRDefault="009853AE" w:rsidP="004D0338">
      <w:pPr>
        <w:widowControl w:val="0"/>
        <w:autoSpaceDE w:val="0"/>
        <w:autoSpaceDN w:val="0"/>
        <w:adjustRightInd w:val="0"/>
        <w:ind w:firstLine="709"/>
        <w:jc w:val="both"/>
        <w:rPr>
          <w:lang w:val="uk-UA"/>
        </w:rPr>
      </w:pPr>
      <w:r w:rsidRPr="00EA5A19">
        <w:rPr>
          <w:lang w:val="uk-UA"/>
        </w:rPr>
        <w:t>10. Забезпечити державну реєстрацію існуючого міського центру фізичного здоров’я населення ,,Спорт для всіх</w:t>
      </w:r>
      <w:r w:rsidRPr="00EA5A19">
        <w:t>”</w:t>
      </w:r>
      <w:r w:rsidRPr="00EA5A19">
        <w:rPr>
          <w:lang w:val="uk-UA"/>
        </w:rPr>
        <w:t xml:space="preserve">. </w:t>
      </w:r>
    </w:p>
    <w:tbl>
      <w:tblPr>
        <w:tblW w:w="0" w:type="auto"/>
        <w:tblLook w:val="00A0"/>
      </w:tblPr>
      <w:tblGrid>
        <w:gridCol w:w="4106"/>
        <w:gridCol w:w="5522"/>
      </w:tblGrid>
      <w:tr w:rsidR="009853AE" w:rsidRPr="00EA5A19" w:rsidTr="008C62C7">
        <w:tc>
          <w:tcPr>
            <w:tcW w:w="4106" w:type="dxa"/>
          </w:tcPr>
          <w:p w:rsidR="009853AE" w:rsidRPr="008C62C7" w:rsidRDefault="009853AE" w:rsidP="008C62C7">
            <w:pPr>
              <w:jc w:val="both"/>
              <w:rPr>
                <w:sz w:val="22"/>
                <w:szCs w:val="22"/>
                <w:lang w:val="uk-UA"/>
              </w:rPr>
            </w:pPr>
          </w:p>
        </w:tc>
        <w:tc>
          <w:tcPr>
            <w:tcW w:w="5522" w:type="dxa"/>
          </w:tcPr>
          <w:p w:rsidR="009853AE" w:rsidRPr="008C62C7" w:rsidRDefault="009853AE" w:rsidP="008C62C7">
            <w:pPr>
              <w:jc w:val="both"/>
              <w:rPr>
                <w:sz w:val="22"/>
                <w:szCs w:val="22"/>
                <w:lang w:val="uk-UA"/>
              </w:rPr>
            </w:pPr>
            <w:r w:rsidRPr="008C62C7">
              <w:rPr>
                <w:sz w:val="22"/>
                <w:szCs w:val="22"/>
                <w:lang w:val="uk-UA"/>
              </w:rPr>
              <w:t>Корецька міська рада.</w:t>
            </w:r>
          </w:p>
          <w:p w:rsidR="009853AE" w:rsidRPr="008C62C7" w:rsidRDefault="009853AE" w:rsidP="008C62C7">
            <w:pPr>
              <w:jc w:val="both"/>
              <w:rPr>
                <w:sz w:val="22"/>
                <w:szCs w:val="22"/>
                <w:lang w:val="uk-UA"/>
              </w:rPr>
            </w:pPr>
            <w:r w:rsidRPr="008C62C7">
              <w:rPr>
                <w:sz w:val="22"/>
                <w:szCs w:val="22"/>
                <w:lang w:val="uk-UA"/>
              </w:rPr>
              <w:t>2017-2020 роки.</w:t>
            </w:r>
          </w:p>
        </w:tc>
      </w:tr>
    </w:tbl>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11. Сприяти створенню, в тому числі із залученням інвестицій, мережі сучасних спортивних організацій, центрів та клубів різних форм власності, які надаватимуть доступні та якісні фізкультурно</w:t>
      </w:r>
      <w:r w:rsidRPr="00EA5A19">
        <w:rPr>
          <w:lang w:val="uk-UA"/>
        </w:rPr>
        <w:t>-</w:t>
      </w:r>
      <w:r w:rsidRPr="00EA5A19">
        <w:rPr>
          <w:lang w:val="uk-UA"/>
        </w:rPr>
        <w:t>спортивні послуги за місцем проживання та у місцях масового відпочинку населення, облаштуванню місць масового відпочинку та фізичного дозвілля пунктами прокату спортивного обладнання та інвентарю.</w:t>
      </w:r>
    </w:p>
    <w:tbl>
      <w:tblPr>
        <w:tblW w:w="0" w:type="auto"/>
        <w:tblLook w:val="00A0"/>
      </w:tblPr>
      <w:tblGrid>
        <w:gridCol w:w="4106"/>
        <w:gridCol w:w="5522"/>
      </w:tblGrid>
      <w:tr w:rsidR="009853AE" w:rsidRPr="00EA5A19" w:rsidTr="008C62C7">
        <w:tc>
          <w:tcPr>
            <w:tcW w:w="4106" w:type="dxa"/>
          </w:tcPr>
          <w:p w:rsidR="009853AE" w:rsidRPr="008C62C7" w:rsidRDefault="009853AE" w:rsidP="008C62C7">
            <w:pPr>
              <w:jc w:val="both"/>
              <w:rPr>
                <w:sz w:val="22"/>
                <w:szCs w:val="22"/>
                <w:lang w:val="uk-UA"/>
              </w:rPr>
            </w:pPr>
          </w:p>
        </w:tc>
        <w:tc>
          <w:tcPr>
            <w:tcW w:w="5522" w:type="dxa"/>
          </w:tcPr>
          <w:p w:rsidR="009853AE" w:rsidRPr="008C62C7" w:rsidRDefault="009853AE" w:rsidP="008C62C7">
            <w:pPr>
              <w:jc w:val="both"/>
              <w:rPr>
                <w:sz w:val="22"/>
                <w:szCs w:val="22"/>
                <w:lang w:val="uk-UA"/>
              </w:rPr>
            </w:pPr>
            <w:r w:rsidRPr="008C62C7">
              <w:rPr>
                <w:sz w:val="22"/>
                <w:szCs w:val="22"/>
                <w:lang w:val="uk-UA"/>
              </w:rPr>
              <w:t>Управління освіти, молоді та спорту райдержадміністрації,  управління економіки, торгівлі та агропромислового розвитку райдержадміністрації, міськсільвиконкоми.</w:t>
            </w:r>
          </w:p>
          <w:p w:rsidR="009853AE" w:rsidRPr="008C62C7" w:rsidRDefault="009853AE" w:rsidP="008C62C7">
            <w:pPr>
              <w:jc w:val="both"/>
              <w:rPr>
                <w:sz w:val="22"/>
                <w:szCs w:val="22"/>
                <w:lang w:val="uk-UA"/>
              </w:rPr>
            </w:pPr>
            <w:r w:rsidRPr="008C62C7">
              <w:rPr>
                <w:sz w:val="22"/>
                <w:szCs w:val="22"/>
                <w:lang w:val="uk-UA"/>
              </w:rPr>
              <w:t>2017-2020 роки.</w:t>
            </w:r>
          </w:p>
        </w:tc>
      </w:tr>
    </w:tbl>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12. Забезпечити проведення фізкультурн-оздоровчих заходів ,,Олімпійське літо</w:t>
      </w:r>
      <w:r w:rsidRPr="00EA5A19">
        <w:t>”</w:t>
      </w:r>
      <w:r w:rsidRPr="00EA5A19">
        <w:rPr>
          <w:lang w:val="uk-UA"/>
        </w:rPr>
        <w:t>, ,,Школа плавання</w:t>
      </w:r>
      <w:r w:rsidRPr="00EA5A19">
        <w:t>”</w:t>
      </w:r>
      <w:r w:rsidRPr="00EA5A19">
        <w:rPr>
          <w:lang w:val="uk-UA"/>
        </w:rPr>
        <w:t>.</w:t>
      </w:r>
    </w:p>
    <w:tbl>
      <w:tblPr>
        <w:tblW w:w="0" w:type="auto"/>
        <w:tblLook w:val="00A0"/>
      </w:tblPr>
      <w:tblGrid>
        <w:gridCol w:w="4106"/>
        <w:gridCol w:w="5522"/>
      </w:tblGrid>
      <w:tr w:rsidR="009853AE" w:rsidRPr="00EA5A19" w:rsidTr="008C62C7">
        <w:tc>
          <w:tcPr>
            <w:tcW w:w="4106" w:type="dxa"/>
          </w:tcPr>
          <w:p w:rsidR="009853AE" w:rsidRPr="008C62C7" w:rsidRDefault="009853AE" w:rsidP="008C62C7">
            <w:pPr>
              <w:jc w:val="both"/>
              <w:rPr>
                <w:sz w:val="22"/>
                <w:szCs w:val="22"/>
                <w:lang w:val="uk-UA"/>
              </w:rPr>
            </w:pPr>
          </w:p>
        </w:tc>
        <w:tc>
          <w:tcPr>
            <w:tcW w:w="5522" w:type="dxa"/>
          </w:tcPr>
          <w:p w:rsidR="009853AE" w:rsidRPr="008C62C7" w:rsidRDefault="009853AE" w:rsidP="008C62C7">
            <w:pPr>
              <w:jc w:val="both"/>
              <w:rPr>
                <w:sz w:val="22"/>
                <w:szCs w:val="22"/>
                <w:lang w:val="uk-UA"/>
              </w:rPr>
            </w:pPr>
            <w:r w:rsidRPr="008C62C7">
              <w:rPr>
                <w:sz w:val="22"/>
                <w:szCs w:val="22"/>
                <w:lang w:val="uk-UA"/>
              </w:rPr>
              <w:t>Управління освіти, молоді та спорту райдержадміністрації,  комунальний заклад охорони здоров’я ,,Корецька центральна районна лікарня” Корецької районної ради Рівненської області, міськсільвиконкоми.</w:t>
            </w:r>
          </w:p>
          <w:p w:rsidR="009853AE" w:rsidRPr="008C62C7" w:rsidRDefault="009853AE" w:rsidP="008C62C7">
            <w:pPr>
              <w:jc w:val="both"/>
              <w:rPr>
                <w:sz w:val="22"/>
                <w:szCs w:val="22"/>
                <w:lang w:val="uk-UA"/>
              </w:rPr>
            </w:pPr>
            <w:r w:rsidRPr="008C62C7">
              <w:rPr>
                <w:sz w:val="22"/>
                <w:szCs w:val="22"/>
                <w:lang w:val="uk-UA"/>
              </w:rPr>
              <w:t>Щороку.</w:t>
            </w:r>
          </w:p>
        </w:tc>
      </w:tr>
    </w:tbl>
    <w:p w:rsidR="009853AE" w:rsidRPr="00EA5A19" w:rsidRDefault="009853AE" w:rsidP="004D0338">
      <w:pPr>
        <w:ind w:firstLine="708"/>
        <w:jc w:val="both"/>
        <w:rPr>
          <w:lang w:val="uk-UA"/>
        </w:rPr>
      </w:pPr>
      <w:r w:rsidRPr="00EA5A19">
        <w:rPr>
          <w:lang w:val="uk-UA"/>
        </w:rPr>
        <w:t>13. Забезпечити функціонування не менше одного дитячо</w:t>
      </w:r>
      <w:r w:rsidRPr="00EA5A19">
        <w:rPr>
          <w:lang w:val="uk-UA"/>
        </w:rPr>
        <w:t>-</w:t>
      </w:r>
      <w:r w:rsidRPr="00EA5A19">
        <w:rPr>
          <w:lang w:val="uk-UA"/>
        </w:rPr>
        <w:t>підліткового фізкультурно</w:t>
      </w:r>
      <w:r w:rsidRPr="00EA5A19">
        <w:rPr>
          <w:lang w:val="uk-UA"/>
        </w:rPr>
        <w:t>-</w:t>
      </w:r>
      <w:r w:rsidRPr="00EA5A19">
        <w:rPr>
          <w:lang w:val="uk-UA"/>
        </w:rPr>
        <w:t>спортивного клубу за місцем проживання в кожному населеному пункті.</w:t>
      </w:r>
    </w:p>
    <w:tbl>
      <w:tblPr>
        <w:tblW w:w="0" w:type="auto"/>
        <w:tblLook w:val="00A0"/>
      </w:tblPr>
      <w:tblGrid>
        <w:gridCol w:w="4106"/>
        <w:gridCol w:w="5522"/>
      </w:tblGrid>
      <w:tr w:rsidR="009853AE" w:rsidRPr="00EA5A19" w:rsidTr="008C62C7">
        <w:tc>
          <w:tcPr>
            <w:tcW w:w="4106" w:type="dxa"/>
          </w:tcPr>
          <w:p w:rsidR="009853AE" w:rsidRPr="008C62C7" w:rsidRDefault="009853AE" w:rsidP="008C62C7">
            <w:pPr>
              <w:jc w:val="both"/>
              <w:rPr>
                <w:sz w:val="22"/>
                <w:szCs w:val="22"/>
                <w:lang w:val="uk-UA"/>
              </w:rPr>
            </w:pPr>
          </w:p>
        </w:tc>
        <w:tc>
          <w:tcPr>
            <w:tcW w:w="5522" w:type="dxa"/>
          </w:tcPr>
          <w:p w:rsidR="009853AE" w:rsidRPr="008C62C7" w:rsidRDefault="009853AE" w:rsidP="008C62C7">
            <w:pPr>
              <w:jc w:val="both"/>
              <w:rPr>
                <w:sz w:val="22"/>
                <w:szCs w:val="22"/>
                <w:lang w:val="uk-UA"/>
              </w:rPr>
            </w:pPr>
            <w:r w:rsidRPr="008C62C7">
              <w:rPr>
                <w:sz w:val="22"/>
                <w:szCs w:val="22"/>
                <w:lang w:val="uk-UA"/>
              </w:rPr>
              <w:t>Управління освіти, молоді та спорту райдержадміністрації,  міськсільвиконкоми.</w:t>
            </w:r>
          </w:p>
          <w:p w:rsidR="009853AE" w:rsidRPr="008C62C7" w:rsidRDefault="009853AE" w:rsidP="008C62C7">
            <w:pPr>
              <w:jc w:val="both"/>
              <w:rPr>
                <w:sz w:val="22"/>
                <w:szCs w:val="22"/>
                <w:lang w:val="uk-UA"/>
              </w:rPr>
            </w:pPr>
            <w:r w:rsidRPr="008C62C7">
              <w:rPr>
                <w:sz w:val="22"/>
                <w:szCs w:val="22"/>
                <w:lang w:val="uk-UA"/>
              </w:rPr>
              <w:t>2017-2020 роки.</w:t>
            </w:r>
          </w:p>
        </w:tc>
      </w:tr>
    </w:tbl>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14. Проводити районний етап обласної спартакіади серед допризовної молоді та забезпечити участь команди району у обласному етапі Всеукраїнської спартакіади серед допризовної молоді.</w:t>
      </w:r>
    </w:p>
    <w:tbl>
      <w:tblPr>
        <w:tblW w:w="0" w:type="auto"/>
        <w:tblLook w:val="00A0"/>
      </w:tblPr>
      <w:tblGrid>
        <w:gridCol w:w="4106"/>
        <w:gridCol w:w="5522"/>
      </w:tblGrid>
      <w:tr w:rsidR="009853AE" w:rsidRPr="00EA5A19" w:rsidTr="008C62C7">
        <w:tc>
          <w:tcPr>
            <w:tcW w:w="4106" w:type="dxa"/>
          </w:tcPr>
          <w:p w:rsidR="009853AE" w:rsidRPr="008C62C7" w:rsidRDefault="009853AE" w:rsidP="008C62C7">
            <w:pPr>
              <w:jc w:val="both"/>
              <w:rPr>
                <w:sz w:val="22"/>
                <w:szCs w:val="22"/>
                <w:lang w:val="uk-UA"/>
              </w:rPr>
            </w:pPr>
          </w:p>
        </w:tc>
        <w:tc>
          <w:tcPr>
            <w:tcW w:w="5522" w:type="dxa"/>
          </w:tcPr>
          <w:p w:rsidR="009853AE" w:rsidRPr="008C62C7" w:rsidRDefault="009853AE" w:rsidP="008C62C7">
            <w:pPr>
              <w:jc w:val="both"/>
              <w:rPr>
                <w:sz w:val="22"/>
                <w:szCs w:val="22"/>
                <w:lang w:val="uk-UA"/>
              </w:rPr>
            </w:pPr>
            <w:r w:rsidRPr="008C62C7">
              <w:rPr>
                <w:sz w:val="22"/>
                <w:szCs w:val="22"/>
                <w:lang w:val="uk-UA"/>
              </w:rPr>
              <w:t>Управління освіти, молоді та спорту райдержадміністрації,  комунальний заклад охорони здоров’я ,,Корецька центральна районна лікарня” Корецької районної ради Рівненської області, міськсільвиконкоми,</w:t>
            </w:r>
            <w:r w:rsidRPr="008C62C7">
              <w:rPr>
                <w:color w:val="000000"/>
                <w:sz w:val="22"/>
                <w:szCs w:val="22"/>
                <w:lang w:val="uk-UA"/>
              </w:rPr>
              <w:t xml:space="preserve"> Корецька автошкола товариства сприяння обороні України.</w:t>
            </w:r>
          </w:p>
          <w:p w:rsidR="009853AE" w:rsidRPr="008C62C7" w:rsidRDefault="009853AE" w:rsidP="008C62C7">
            <w:pPr>
              <w:jc w:val="both"/>
              <w:rPr>
                <w:sz w:val="22"/>
                <w:szCs w:val="22"/>
                <w:lang w:val="uk-UA"/>
              </w:rPr>
            </w:pPr>
            <w:r w:rsidRPr="008C62C7">
              <w:rPr>
                <w:sz w:val="22"/>
                <w:szCs w:val="22"/>
                <w:lang w:val="uk-UA"/>
              </w:rPr>
              <w:t>Щороку.</w:t>
            </w:r>
          </w:p>
        </w:tc>
      </w:tr>
    </w:tbl>
    <w:p w:rsidR="009853AE" w:rsidRPr="00EA5A19" w:rsidRDefault="009853AE" w:rsidP="004D0338">
      <w:pPr>
        <w:widowControl w:val="0"/>
        <w:autoSpaceDE w:val="0"/>
        <w:autoSpaceDN w:val="0"/>
        <w:adjustRightInd w:val="0"/>
        <w:ind w:firstLine="709"/>
        <w:jc w:val="both"/>
        <w:rPr>
          <w:lang w:val="uk-UA"/>
        </w:rPr>
      </w:pPr>
      <w:r w:rsidRPr="00EA5A19">
        <w:rPr>
          <w:lang w:val="uk-UA"/>
        </w:rPr>
        <w:t>15. Забезпечити щорічне підведення підсумків рейтингу ефективності організації та проведення фізкультурно</w:t>
      </w:r>
      <w:r w:rsidRPr="00EA5A19">
        <w:rPr>
          <w:lang w:val="uk-UA"/>
        </w:rPr>
        <w:t>-</w:t>
      </w:r>
      <w:r w:rsidRPr="00EA5A19">
        <w:rPr>
          <w:lang w:val="uk-UA"/>
        </w:rPr>
        <w:t>оздоровчої роботи та масового спорту за місцем проживання та у місцях масового відпочинку населення району.</w:t>
      </w:r>
    </w:p>
    <w:tbl>
      <w:tblPr>
        <w:tblW w:w="0" w:type="auto"/>
        <w:tblLook w:val="00A0"/>
      </w:tblPr>
      <w:tblGrid>
        <w:gridCol w:w="4106"/>
        <w:gridCol w:w="5522"/>
      </w:tblGrid>
      <w:tr w:rsidR="009853AE" w:rsidRPr="00EA5A19" w:rsidTr="008C62C7">
        <w:tc>
          <w:tcPr>
            <w:tcW w:w="4106" w:type="dxa"/>
          </w:tcPr>
          <w:p w:rsidR="009853AE" w:rsidRPr="008C62C7" w:rsidRDefault="009853AE" w:rsidP="008C62C7">
            <w:pPr>
              <w:jc w:val="both"/>
              <w:rPr>
                <w:sz w:val="22"/>
                <w:szCs w:val="22"/>
                <w:lang w:val="uk-UA"/>
              </w:rPr>
            </w:pPr>
          </w:p>
        </w:tc>
        <w:tc>
          <w:tcPr>
            <w:tcW w:w="5522" w:type="dxa"/>
          </w:tcPr>
          <w:p w:rsidR="009853AE" w:rsidRPr="008C62C7" w:rsidRDefault="009853AE" w:rsidP="008C62C7">
            <w:pPr>
              <w:jc w:val="both"/>
              <w:rPr>
                <w:sz w:val="22"/>
                <w:szCs w:val="22"/>
                <w:lang w:val="uk-UA"/>
              </w:rPr>
            </w:pPr>
            <w:r w:rsidRPr="008C62C7">
              <w:rPr>
                <w:sz w:val="22"/>
                <w:szCs w:val="22"/>
                <w:lang w:val="uk-UA"/>
              </w:rPr>
              <w:t>Управління освіти, молоді та спорту райдержадміністрації,  міськсільвиконкоми.</w:t>
            </w:r>
          </w:p>
          <w:p w:rsidR="009853AE" w:rsidRPr="008C62C7" w:rsidRDefault="009853AE" w:rsidP="008C62C7">
            <w:pPr>
              <w:jc w:val="both"/>
              <w:rPr>
                <w:sz w:val="22"/>
                <w:szCs w:val="22"/>
                <w:lang w:val="uk-UA"/>
              </w:rPr>
            </w:pPr>
            <w:r w:rsidRPr="008C62C7">
              <w:rPr>
                <w:sz w:val="22"/>
                <w:szCs w:val="22"/>
                <w:lang w:val="uk-UA"/>
              </w:rPr>
              <w:t>Щороку до 01 квітня.</w:t>
            </w:r>
          </w:p>
        </w:tc>
      </w:tr>
    </w:tbl>
    <w:p w:rsidR="009853AE" w:rsidRPr="00EA5A19" w:rsidRDefault="009853AE" w:rsidP="004D0338">
      <w:pPr>
        <w:widowControl w:val="0"/>
        <w:tabs>
          <w:tab w:val="left" w:pos="0"/>
        </w:tabs>
        <w:autoSpaceDE w:val="0"/>
        <w:autoSpaceDN w:val="0"/>
        <w:adjustRightInd w:val="0"/>
        <w:rPr>
          <w:b/>
          <w:lang w:val="uk-UA"/>
        </w:rPr>
      </w:pPr>
    </w:p>
    <w:p w:rsidR="009853AE" w:rsidRPr="00EA5A19" w:rsidRDefault="009853AE" w:rsidP="004D0338">
      <w:pPr>
        <w:widowControl w:val="0"/>
        <w:tabs>
          <w:tab w:val="left" w:pos="0"/>
        </w:tabs>
        <w:autoSpaceDE w:val="0"/>
        <w:autoSpaceDN w:val="0"/>
        <w:adjustRightInd w:val="0"/>
        <w:jc w:val="center"/>
        <w:rPr>
          <w:lang w:val="uk-UA"/>
        </w:rPr>
      </w:pPr>
      <w:r w:rsidRPr="00EA5A19">
        <w:rPr>
          <w:lang w:val="uk-UA"/>
        </w:rPr>
        <w:t>Фізкультурно-оздоровча та спортивна робота</w:t>
      </w:r>
    </w:p>
    <w:p w:rsidR="009853AE" w:rsidRPr="00EA5A19" w:rsidRDefault="009853AE" w:rsidP="004D0338">
      <w:pPr>
        <w:widowControl w:val="0"/>
        <w:tabs>
          <w:tab w:val="left" w:pos="0"/>
        </w:tabs>
        <w:autoSpaceDE w:val="0"/>
        <w:autoSpaceDN w:val="0"/>
        <w:adjustRightInd w:val="0"/>
        <w:jc w:val="center"/>
        <w:rPr>
          <w:lang w:val="uk-UA"/>
        </w:rPr>
      </w:pPr>
      <w:r w:rsidRPr="00EA5A19">
        <w:rPr>
          <w:lang w:val="uk-UA"/>
        </w:rPr>
        <w:t>серед усіх верств сільського населення</w:t>
      </w:r>
    </w:p>
    <w:p w:rsidR="009853AE" w:rsidRPr="00EA5A19" w:rsidRDefault="009853AE" w:rsidP="004D0338">
      <w:pPr>
        <w:widowControl w:val="0"/>
        <w:tabs>
          <w:tab w:val="left" w:pos="0"/>
        </w:tabs>
        <w:autoSpaceDE w:val="0"/>
        <w:autoSpaceDN w:val="0"/>
        <w:adjustRightInd w:val="0"/>
        <w:jc w:val="center"/>
        <w:rPr>
          <w:lang w:val="uk-UA"/>
        </w:rPr>
      </w:pPr>
    </w:p>
    <w:p w:rsidR="009853AE" w:rsidRPr="00EA5A19" w:rsidRDefault="009853AE" w:rsidP="004D0338">
      <w:pPr>
        <w:widowControl w:val="0"/>
        <w:autoSpaceDE w:val="0"/>
        <w:autoSpaceDN w:val="0"/>
        <w:adjustRightInd w:val="0"/>
        <w:ind w:right="-93" w:firstLine="709"/>
        <w:jc w:val="both"/>
        <w:rPr>
          <w:snapToGrid w:val="0"/>
          <w:lang w:val="uk-UA"/>
        </w:rPr>
      </w:pPr>
      <w:r w:rsidRPr="00EA5A19">
        <w:rPr>
          <w:noProof/>
          <w:snapToGrid w:val="0"/>
          <w:lang w:val="uk-UA"/>
        </w:rPr>
        <w:t xml:space="preserve">16. </w:t>
      </w:r>
      <w:r w:rsidRPr="00EA5A19">
        <w:rPr>
          <w:snapToGrid w:val="0"/>
          <w:lang w:val="uk-UA"/>
        </w:rPr>
        <w:t>Забезпечити проведення спортивних та масових заходів за участю сільського населення, у тому числі районних сільських спортивних ігор, районного конкурсу ,,Краще спортивне село</w:t>
      </w:r>
      <w:r w:rsidRPr="00EA5A19">
        <w:rPr>
          <w:snapToGrid w:val="0"/>
        </w:rPr>
        <w:t>”</w:t>
      </w:r>
      <w:r w:rsidRPr="00EA5A19">
        <w:rPr>
          <w:snapToGrid w:val="0"/>
          <w:lang w:val="uk-UA"/>
        </w:rPr>
        <w:t>.</w:t>
      </w:r>
    </w:p>
    <w:tbl>
      <w:tblPr>
        <w:tblW w:w="0" w:type="auto"/>
        <w:tblLook w:val="00A0"/>
      </w:tblPr>
      <w:tblGrid>
        <w:gridCol w:w="4248"/>
        <w:gridCol w:w="5380"/>
      </w:tblGrid>
      <w:tr w:rsidR="009853AE" w:rsidRPr="00EA5A19" w:rsidTr="008C62C7">
        <w:tc>
          <w:tcPr>
            <w:tcW w:w="4248" w:type="dxa"/>
          </w:tcPr>
          <w:p w:rsidR="009853AE" w:rsidRPr="008C62C7" w:rsidRDefault="009853AE" w:rsidP="008C62C7">
            <w:pPr>
              <w:jc w:val="both"/>
              <w:rPr>
                <w:sz w:val="22"/>
                <w:szCs w:val="22"/>
                <w:lang w:val="uk-UA"/>
              </w:rPr>
            </w:pPr>
          </w:p>
        </w:tc>
        <w:tc>
          <w:tcPr>
            <w:tcW w:w="5380" w:type="dxa"/>
          </w:tcPr>
          <w:p w:rsidR="009853AE" w:rsidRPr="008C62C7" w:rsidRDefault="009853AE" w:rsidP="008C62C7">
            <w:pPr>
              <w:jc w:val="both"/>
              <w:rPr>
                <w:sz w:val="22"/>
                <w:szCs w:val="22"/>
                <w:lang w:val="uk-UA"/>
              </w:rPr>
            </w:pPr>
            <w:r w:rsidRPr="008C62C7">
              <w:rPr>
                <w:sz w:val="22"/>
                <w:szCs w:val="22"/>
                <w:lang w:val="uk-UA"/>
              </w:rPr>
              <w:t xml:space="preserve">Управління освіти, молоді та спорту райдержадміністрації, </w:t>
            </w:r>
            <w:r w:rsidRPr="008C62C7">
              <w:rPr>
                <w:sz w:val="22"/>
                <w:szCs w:val="22"/>
                <w:lang w:val="uk-UA"/>
              </w:rPr>
              <w:t xml:space="preserve">районна рада фізкультурно-спортивного товариства „Колос” (за згодою),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Щороку.</w:t>
            </w:r>
          </w:p>
        </w:tc>
      </w:tr>
    </w:tbl>
    <w:p w:rsidR="009853AE" w:rsidRPr="00EA5A19" w:rsidRDefault="009853AE" w:rsidP="004D0338">
      <w:pPr>
        <w:widowControl w:val="0"/>
        <w:autoSpaceDE w:val="0"/>
        <w:autoSpaceDN w:val="0"/>
        <w:adjustRightInd w:val="0"/>
        <w:ind w:firstLine="720"/>
        <w:jc w:val="both"/>
        <w:rPr>
          <w:snapToGrid w:val="0"/>
          <w:lang w:val="uk-UA"/>
        </w:rPr>
      </w:pPr>
      <w:r w:rsidRPr="00EA5A19">
        <w:rPr>
          <w:noProof/>
          <w:snapToGrid w:val="0"/>
          <w:lang w:val="uk-UA"/>
        </w:rPr>
        <w:t xml:space="preserve">17. </w:t>
      </w:r>
      <w:r w:rsidRPr="00EA5A19">
        <w:rPr>
          <w:snapToGrid w:val="0"/>
          <w:lang w:val="uk-UA"/>
        </w:rPr>
        <w:t>Забезпечити участь збірних команд сільських рад</w:t>
      </w:r>
      <w:r w:rsidRPr="00EA5A19">
        <w:rPr>
          <w:snapToGrid w:val="0"/>
        </w:rPr>
        <w:t xml:space="preserve"> </w:t>
      </w:r>
      <w:r w:rsidRPr="00EA5A19">
        <w:rPr>
          <w:snapToGrid w:val="0"/>
          <w:lang w:val="uk-UA"/>
        </w:rPr>
        <w:t>району у змаганнях різного рівня з видів спорту.</w:t>
      </w:r>
    </w:p>
    <w:tbl>
      <w:tblPr>
        <w:tblW w:w="0" w:type="auto"/>
        <w:tblLook w:val="00A0"/>
      </w:tblPr>
      <w:tblGrid>
        <w:gridCol w:w="4248"/>
        <w:gridCol w:w="5380"/>
      </w:tblGrid>
      <w:tr w:rsidR="009853AE" w:rsidRPr="00EA5A19" w:rsidTr="008C62C7">
        <w:tc>
          <w:tcPr>
            <w:tcW w:w="4248" w:type="dxa"/>
          </w:tcPr>
          <w:p w:rsidR="009853AE" w:rsidRPr="008C62C7" w:rsidRDefault="009853AE" w:rsidP="008C62C7">
            <w:pPr>
              <w:jc w:val="both"/>
              <w:rPr>
                <w:sz w:val="22"/>
                <w:szCs w:val="22"/>
                <w:lang w:val="uk-UA"/>
              </w:rPr>
            </w:pPr>
          </w:p>
        </w:tc>
        <w:tc>
          <w:tcPr>
            <w:tcW w:w="5380" w:type="dxa"/>
          </w:tcPr>
          <w:p w:rsidR="009853AE" w:rsidRPr="008C62C7" w:rsidRDefault="009853AE" w:rsidP="008C62C7">
            <w:pPr>
              <w:jc w:val="both"/>
              <w:rPr>
                <w:sz w:val="22"/>
                <w:szCs w:val="22"/>
                <w:lang w:val="uk-UA"/>
              </w:rPr>
            </w:pPr>
            <w:r w:rsidRPr="008C62C7">
              <w:rPr>
                <w:sz w:val="22"/>
                <w:szCs w:val="22"/>
                <w:lang w:val="uk-UA"/>
              </w:rPr>
              <w:t xml:space="preserve">Управління освіти, молоді та спорту райдержадміністрації, </w:t>
            </w:r>
            <w:r w:rsidRPr="008C62C7">
              <w:rPr>
                <w:sz w:val="22"/>
                <w:szCs w:val="22"/>
                <w:lang w:val="uk-UA"/>
              </w:rPr>
              <w:t>районна рада фізкультурно</w:t>
            </w:r>
            <w:r w:rsidRPr="008C62C7">
              <w:rPr>
                <w:sz w:val="22"/>
                <w:szCs w:val="22"/>
                <w:lang w:val="uk-UA"/>
              </w:rPr>
              <w:t>-</w:t>
            </w:r>
            <w:r w:rsidRPr="008C62C7">
              <w:rPr>
                <w:sz w:val="22"/>
                <w:szCs w:val="22"/>
                <w:lang w:val="uk-UA"/>
              </w:rPr>
              <w:t xml:space="preserve">спортивного товариства „Колос” (за згодою),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Щороку.</w:t>
            </w:r>
          </w:p>
        </w:tc>
      </w:tr>
    </w:tbl>
    <w:p w:rsidR="009853AE" w:rsidRPr="00EA5A19" w:rsidRDefault="009853AE" w:rsidP="004D0338">
      <w:pPr>
        <w:widowControl w:val="0"/>
        <w:autoSpaceDE w:val="0"/>
        <w:autoSpaceDN w:val="0"/>
        <w:adjustRightInd w:val="0"/>
        <w:ind w:firstLine="720"/>
        <w:jc w:val="both"/>
        <w:rPr>
          <w:snapToGrid w:val="0"/>
          <w:lang w:val="uk-UA"/>
        </w:rPr>
      </w:pPr>
      <w:r w:rsidRPr="00EA5A19">
        <w:rPr>
          <w:noProof/>
          <w:snapToGrid w:val="0"/>
          <w:lang w:val="uk-UA"/>
        </w:rPr>
        <w:t>18. Забезпечити</w:t>
      </w:r>
      <w:r w:rsidRPr="00EA5A19">
        <w:rPr>
          <w:snapToGrid w:val="0"/>
          <w:lang w:val="uk-UA"/>
        </w:rPr>
        <w:t xml:space="preserve"> діяльність на території усіх сільських рад району не менше двох спортивних секцій дитячо</w:t>
      </w:r>
      <w:r w:rsidRPr="00EA5A19">
        <w:rPr>
          <w:lang w:val="uk-UA"/>
        </w:rPr>
        <w:t>-</w:t>
      </w:r>
      <w:r w:rsidRPr="00EA5A19">
        <w:rPr>
          <w:snapToGrid w:val="0"/>
          <w:lang w:val="uk-UA"/>
        </w:rPr>
        <w:t>юнацької спортивної школи з метою охоплення постійними заняттями спортом понад</w:t>
      </w:r>
      <w:r w:rsidRPr="00EA5A19">
        <w:rPr>
          <w:noProof/>
          <w:snapToGrid w:val="0"/>
          <w:lang w:val="uk-UA"/>
        </w:rPr>
        <w:t xml:space="preserve"> 13 відсотків </w:t>
      </w:r>
      <w:r w:rsidRPr="00EA5A19">
        <w:rPr>
          <w:snapToGrid w:val="0"/>
          <w:lang w:val="uk-UA"/>
        </w:rPr>
        <w:t>сільських дітей.</w:t>
      </w:r>
    </w:p>
    <w:tbl>
      <w:tblPr>
        <w:tblW w:w="0" w:type="auto"/>
        <w:tblLook w:val="00A0"/>
      </w:tblPr>
      <w:tblGrid>
        <w:gridCol w:w="4248"/>
        <w:gridCol w:w="5380"/>
      </w:tblGrid>
      <w:tr w:rsidR="009853AE" w:rsidRPr="00EA5A19" w:rsidTr="008C62C7">
        <w:tc>
          <w:tcPr>
            <w:tcW w:w="4248" w:type="dxa"/>
          </w:tcPr>
          <w:p w:rsidR="009853AE" w:rsidRPr="008C62C7" w:rsidRDefault="009853AE" w:rsidP="008C62C7">
            <w:pPr>
              <w:jc w:val="both"/>
              <w:rPr>
                <w:sz w:val="22"/>
                <w:szCs w:val="22"/>
                <w:lang w:val="uk-UA"/>
              </w:rPr>
            </w:pPr>
          </w:p>
        </w:tc>
        <w:tc>
          <w:tcPr>
            <w:tcW w:w="5380" w:type="dxa"/>
          </w:tcPr>
          <w:p w:rsidR="009853AE" w:rsidRPr="008C62C7" w:rsidRDefault="009853AE" w:rsidP="008C62C7">
            <w:pPr>
              <w:jc w:val="both"/>
              <w:rPr>
                <w:sz w:val="22"/>
                <w:szCs w:val="22"/>
                <w:lang w:val="uk-UA"/>
              </w:rPr>
            </w:pPr>
            <w:r w:rsidRPr="008C62C7">
              <w:rPr>
                <w:sz w:val="22"/>
                <w:szCs w:val="22"/>
                <w:lang w:val="uk-UA"/>
              </w:rPr>
              <w:t xml:space="preserve">Управління освіти, молоді та спорту райдержадміністрації, </w:t>
            </w:r>
            <w:r w:rsidRPr="008C62C7">
              <w:rPr>
                <w:sz w:val="22"/>
                <w:szCs w:val="22"/>
                <w:lang w:val="uk-UA"/>
              </w:rPr>
              <w:t xml:space="preserve">районна рада фізкультурно-спортивного товариства „Колос” (за згодою),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2017-2020 роки.</w:t>
            </w:r>
          </w:p>
        </w:tc>
      </w:tr>
    </w:tbl>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19. Сприяти створенню, реєстрації в установленому порядку та функціонуванню спортивних клубів різних форм власності на території кожної сільської ради району.</w:t>
      </w:r>
    </w:p>
    <w:tbl>
      <w:tblPr>
        <w:tblW w:w="0" w:type="auto"/>
        <w:tblLook w:val="00A0"/>
      </w:tblPr>
      <w:tblGrid>
        <w:gridCol w:w="4248"/>
        <w:gridCol w:w="5380"/>
      </w:tblGrid>
      <w:tr w:rsidR="009853AE" w:rsidRPr="00EA5A19" w:rsidTr="008C62C7">
        <w:tc>
          <w:tcPr>
            <w:tcW w:w="4248" w:type="dxa"/>
          </w:tcPr>
          <w:p w:rsidR="009853AE" w:rsidRPr="008C62C7" w:rsidRDefault="009853AE" w:rsidP="008C62C7">
            <w:pPr>
              <w:jc w:val="both"/>
              <w:rPr>
                <w:sz w:val="22"/>
                <w:szCs w:val="22"/>
                <w:lang w:val="uk-UA"/>
              </w:rPr>
            </w:pPr>
          </w:p>
        </w:tc>
        <w:tc>
          <w:tcPr>
            <w:tcW w:w="5380" w:type="dxa"/>
          </w:tcPr>
          <w:p w:rsidR="009853AE" w:rsidRPr="008C62C7" w:rsidRDefault="009853AE" w:rsidP="008C62C7">
            <w:pPr>
              <w:jc w:val="both"/>
              <w:rPr>
                <w:sz w:val="22"/>
                <w:szCs w:val="22"/>
                <w:lang w:val="uk-UA"/>
              </w:rPr>
            </w:pPr>
            <w:r w:rsidRPr="008C62C7">
              <w:rPr>
                <w:sz w:val="22"/>
                <w:szCs w:val="22"/>
                <w:lang w:val="uk-UA"/>
              </w:rPr>
              <w:t xml:space="preserve">Управління освіти, молоді та спорту райдержадміністрації, </w:t>
            </w:r>
            <w:r w:rsidRPr="008C62C7">
              <w:rPr>
                <w:sz w:val="22"/>
                <w:szCs w:val="22"/>
                <w:lang w:val="uk-UA"/>
              </w:rPr>
              <w:t xml:space="preserve">районна рада фізкультурно-спортивного товариства „Колос” (за згодою),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2017-2020 роки.</w:t>
            </w:r>
          </w:p>
        </w:tc>
      </w:tr>
    </w:tbl>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20. Сприяти введенню до структури виконавчих комітетів міської, сільських рад штатних посад організаторів фізкультурно</w:t>
      </w:r>
      <w:r w:rsidRPr="00EA5A19">
        <w:rPr>
          <w:lang w:val="uk-UA"/>
        </w:rPr>
        <w:t>-</w:t>
      </w:r>
      <w:r w:rsidRPr="00EA5A19">
        <w:rPr>
          <w:lang w:val="uk-UA"/>
        </w:rPr>
        <w:t>оздоровчої та спортивно</w:t>
      </w:r>
      <w:r w:rsidRPr="00EA5A19">
        <w:rPr>
          <w:lang w:val="uk-UA"/>
        </w:rPr>
        <w:t>-</w:t>
      </w:r>
      <w:r w:rsidRPr="00EA5A19">
        <w:rPr>
          <w:lang w:val="uk-UA"/>
        </w:rPr>
        <w:t>масової роботи.</w:t>
      </w:r>
    </w:p>
    <w:tbl>
      <w:tblPr>
        <w:tblW w:w="0" w:type="auto"/>
        <w:tblLook w:val="00A0"/>
      </w:tblPr>
      <w:tblGrid>
        <w:gridCol w:w="4248"/>
        <w:gridCol w:w="5380"/>
      </w:tblGrid>
      <w:tr w:rsidR="009853AE" w:rsidRPr="00EA5A19" w:rsidTr="008C62C7">
        <w:tc>
          <w:tcPr>
            <w:tcW w:w="4248" w:type="dxa"/>
          </w:tcPr>
          <w:p w:rsidR="009853AE" w:rsidRPr="008C62C7" w:rsidRDefault="009853AE" w:rsidP="008C62C7">
            <w:pPr>
              <w:jc w:val="both"/>
              <w:rPr>
                <w:sz w:val="22"/>
                <w:szCs w:val="22"/>
                <w:lang w:val="uk-UA"/>
              </w:rPr>
            </w:pPr>
          </w:p>
        </w:tc>
        <w:tc>
          <w:tcPr>
            <w:tcW w:w="5380" w:type="dxa"/>
          </w:tcPr>
          <w:p w:rsidR="009853AE" w:rsidRPr="008C62C7" w:rsidRDefault="009853AE" w:rsidP="008C62C7">
            <w:pPr>
              <w:jc w:val="both"/>
              <w:rPr>
                <w:sz w:val="22"/>
                <w:szCs w:val="22"/>
                <w:lang w:val="uk-UA"/>
              </w:rPr>
            </w:pPr>
            <w:r w:rsidRPr="008C62C7">
              <w:rPr>
                <w:sz w:val="22"/>
                <w:szCs w:val="22"/>
                <w:lang w:val="uk-UA"/>
              </w:rPr>
              <w:t xml:space="preserve">Управління освіти, молоді та спорту райдержадміністрації, </w:t>
            </w:r>
            <w:r w:rsidRPr="008C62C7">
              <w:rPr>
                <w:sz w:val="22"/>
                <w:szCs w:val="22"/>
                <w:lang w:val="uk-UA"/>
              </w:rPr>
              <w:t xml:space="preserve">районна рада фізкультурно-спортивного товариства „Колос” (за згодою),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2017-2020 роки.</w:t>
            </w:r>
          </w:p>
        </w:tc>
      </w:tr>
    </w:tbl>
    <w:p w:rsidR="009853AE" w:rsidRPr="00EA5A19" w:rsidRDefault="009853AE" w:rsidP="004D0338">
      <w:pPr>
        <w:widowControl w:val="0"/>
        <w:autoSpaceDE w:val="0"/>
        <w:autoSpaceDN w:val="0"/>
        <w:adjustRightInd w:val="0"/>
        <w:ind w:firstLine="709"/>
        <w:jc w:val="both"/>
        <w:rPr>
          <w:lang w:val="uk-UA"/>
        </w:rPr>
      </w:pPr>
      <w:r w:rsidRPr="00EA5A19">
        <w:rPr>
          <w:lang w:val="uk-UA"/>
        </w:rPr>
        <w:t>21. Вживати заходів щодо морального і матеріального стимулювання спеціалістів сфери фізичної культури і спорту, які працюють у сільській місцевості, передбачати в місцевих бюджетах фінансову допомогу районній раді фізкультурно</w:t>
      </w:r>
      <w:r w:rsidRPr="00EA5A19">
        <w:rPr>
          <w:lang w:val="uk-UA"/>
        </w:rPr>
        <w:t>-</w:t>
      </w:r>
      <w:r w:rsidRPr="00EA5A19">
        <w:rPr>
          <w:lang w:val="uk-UA"/>
        </w:rPr>
        <w:t>спортивного товариства ,,Колос” для здійснення статутної діяльності.</w:t>
      </w:r>
    </w:p>
    <w:tbl>
      <w:tblPr>
        <w:tblW w:w="0" w:type="auto"/>
        <w:tblLook w:val="00A0"/>
      </w:tblPr>
      <w:tblGrid>
        <w:gridCol w:w="4248"/>
        <w:gridCol w:w="5380"/>
      </w:tblGrid>
      <w:tr w:rsidR="009853AE" w:rsidRPr="00EA5A19" w:rsidTr="008C62C7">
        <w:tc>
          <w:tcPr>
            <w:tcW w:w="4248" w:type="dxa"/>
          </w:tcPr>
          <w:p w:rsidR="009853AE" w:rsidRPr="008C62C7" w:rsidRDefault="009853AE" w:rsidP="008C62C7">
            <w:pPr>
              <w:jc w:val="both"/>
              <w:rPr>
                <w:sz w:val="22"/>
                <w:szCs w:val="22"/>
                <w:lang w:val="uk-UA"/>
              </w:rPr>
            </w:pPr>
          </w:p>
        </w:tc>
        <w:tc>
          <w:tcPr>
            <w:tcW w:w="5380" w:type="dxa"/>
          </w:tcPr>
          <w:p w:rsidR="009853AE" w:rsidRPr="008C62C7" w:rsidRDefault="009853AE" w:rsidP="008C62C7">
            <w:pPr>
              <w:jc w:val="both"/>
              <w:rPr>
                <w:sz w:val="22"/>
                <w:szCs w:val="22"/>
                <w:lang w:val="uk-UA"/>
              </w:rPr>
            </w:pPr>
            <w:r w:rsidRPr="008C62C7">
              <w:rPr>
                <w:sz w:val="22"/>
                <w:szCs w:val="22"/>
                <w:lang w:val="uk-UA"/>
              </w:rPr>
              <w:t xml:space="preserve">Управління освіти, молоді та спорту райдержадміністрації, </w:t>
            </w:r>
            <w:r w:rsidRPr="008C62C7">
              <w:rPr>
                <w:sz w:val="22"/>
                <w:szCs w:val="22"/>
                <w:lang w:val="uk-UA"/>
              </w:rPr>
              <w:t xml:space="preserve">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Щороку.</w:t>
            </w:r>
          </w:p>
        </w:tc>
      </w:tr>
    </w:tbl>
    <w:p w:rsidR="009853AE" w:rsidRPr="00EA5A19" w:rsidRDefault="009853AE" w:rsidP="004D0338">
      <w:pPr>
        <w:widowControl w:val="0"/>
        <w:autoSpaceDE w:val="0"/>
        <w:autoSpaceDN w:val="0"/>
        <w:adjustRightInd w:val="0"/>
        <w:ind w:firstLine="709"/>
        <w:jc w:val="both"/>
        <w:rPr>
          <w:lang w:val="uk-UA"/>
        </w:rPr>
      </w:pPr>
      <w:r w:rsidRPr="00EA5A19">
        <w:rPr>
          <w:lang w:val="uk-UA"/>
        </w:rPr>
        <w:t>22. Забезпечити функціонування в сільських населених пунктах  спортивних споруд відповідно до чинних нормативних актів, не допускати їх ліквідації, перепрофілювання.</w:t>
      </w:r>
    </w:p>
    <w:tbl>
      <w:tblPr>
        <w:tblW w:w="0" w:type="auto"/>
        <w:tblLook w:val="00A0"/>
      </w:tblPr>
      <w:tblGrid>
        <w:gridCol w:w="4248"/>
        <w:gridCol w:w="5380"/>
      </w:tblGrid>
      <w:tr w:rsidR="009853AE" w:rsidRPr="00EA5A19" w:rsidTr="008C62C7">
        <w:tc>
          <w:tcPr>
            <w:tcW w:w="4248" w:type="dxa"/>
          </w:tcPr>
          <w:p w:rsidR="009853AE" w:rsidRPr="008C62C7" w:rsidRDefault="009853AE" w:rsidP="008C62C7">
            <w:pPr>
              <w:jc w:val="both"/>
              <w:rPr>
                <w:sz w:val="22"/>
                <w:szCs w:val="22"/>
                <w:lang w:val="uk-UA"/>
              </w:rPr>
            </w:pPr>
          </w:p>
        </w:tc>
        <w:tc>
          <w:tcPr>
            <w:tcW w:w="5380" w:type="dxa"/>
          </w:tcPr>
          <w:p w:rsidR="009853AE" w:rsidRPr="008C62C7" w:rsidRDefault="009853AE" w:rsidP="008C62C7">
            <w:pPr>
              <w:jc w:val="both"/>
              <w:rPr>
                <w:sz w:val="22"/>
                <w:szCs w:val="22"/>
                <w:lang w:val="uk-UA"/>
              </w:rPr>
            </w:pPr>
            <w:r w:rsidRPr="008C62C7">
              <w:rPr>
                <w:sz w:val="22"/>
                <w:szCs w:val="22"/>
                <w:lang w:val="uk-UA"/>
              </w:rPr>
              <w:t>Управління освіти, молоді та спорту райдержадміністрації,</w:t>
            </w:r>
            <w:r w:rsidRPr="008C62C7">
              <w:rPr>
                <w:sz w:val="22"/>
                <w:szCs w:val="22"/>
                <w:lang w:val="uk-UA"/>
              </w:rPr>
              <w:t xml:space="preserve"> районна рада фізкультурно</w:t>
            </w:r>
            <w:r w:rsidRPr="008C62C7">
              <w:rPr>
                <w:sz w:val="22"/>
                <w:szCs w:val="22"/>
                <w:lang w:val="uk-UA"/>
              </w:rPr>
              <w:t>-</w:t>
            </w:r>
            <w:r w:rsidRPr="008C62C7">
              <w:rPr>
                <w:sz w:val="22"/>
                <w:szCs w:val="22"/>
                <w:lang w:val="uk-UA"/>
              </w:rPr>
              <w:t>спортивного товариства „Колос” (за згодою)</w:t>
            </w:r>
            <w:r w:rsidRPr="008C62C7">
              <w:rPr>
                <w:sz w:val="22"/>
                <w:szCs w:val="22"/>
                <w:lang w:val="uk-UA"/>
              </w:rPr>
              <w:t xml:space="preserve"> </w:t>
            </w:r>
            <w:r w:rsidRPr="008C62C7">
              <w:rPr>
                <w:sz w:val="22"/>
                <w:szCs w:val="22"/>
                <w:lang w:val="uk-UA"/>
              </w:rPr>
              <w:t xml:space="preserve">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2017-2020 роки.</w:t>
            </w:r>
          </w:p>
        </w:tc>
      </w:tr>
    </w:tbl>
    <w:p w:rsidR="009853AE" w:rsidRPr="00EA5A19" w:rsidRDefault="009853AE" w:rsidP="004D0338">
      <w:pPr>
        <w:widowControl w:val="0"/>
        <w:autoSpaceDE w:val="0"/>
        <w:autoSpaceDN w:val="0"/>
        <w:adjustRightInd w:val="0"/>
        <w:ind w:firstLine="740"/>
        <w:jc w:val="both"/>
        <w:rPr>
          <w:snapToGrid w:val="0"/>
          <w:lang w:val="uk-UA"/>
        </w:rPr>
      </w:pPr>
      <w:r w:rsidRPr="00EA5A19">
        <w:rPr>
          <w:lang w:val="uk-UA"/>
        </w:rPr>
        <w:t xml:space="preserve">23. Надавати в установленому порядку можливість </w:t>
      </w:r>
      <w:r w:rsidRPr="00EA5A19">
        <w:rPr>
          <w:snapToGrid w:val="0"/>
          <w:lang w:val="uk-UA"/>
        </w:rPr>
        <w:t>використання фізкультурно</w:t>
      </w:r>
      <w:r w:rsidRPr="00EA5A19">
        <w:rPr>
          <w:lang w:val="uk-UA"/>
        </w:rPr>
        <w:t>-</w:t>
      </w:r>
      <w:r w:rsidRPr="00EA5A19">
        <w:rPr>
          <w:snapToGrid w:val="0"/>
          <w:lang w:val="uk-UA"/>
        </w:rPr>
        <w:t xml:space="preserve">спортивних споруд загальноосвітніх навчальних закладів в </w:t>
      </w:r>
      <w:bookmarkStart w:id="1" w:name="OCRUncertain112"/>
      <w:r w:rsidRPr="00EA5A19">
        <w:rPr>
          <w:snapToGrid w:val="0"/>
          <w:lang w:val="uk-UA"/>
        </w:rPr>
        <w:t>позаурочний</w:t>
      </w:r>
      <w:bookmarkEnd w:id="1"/>
      <w:r w:rsidRPr="00EA5A19">
        <w:rPr>
          <w:snapToGrid w:val="0"/>
          <w:lang w:val="uk-UA"/>
        </w:rPr>
        <w:t xml:space="preserve"> час для занять фізичною культурою та спортом сільської </w:t>
      </w:r>
      <w:bookmarkStart w:id="2" w:name="OCRUncertain110"/>
      <w:r w:rsidRPr="00EA5A19">
        <w:rPr>
          <w:snapToGrid w:val="0"/>
          <w:lang w:val="uk-UA"/>
        </w:rPr>
        <w:t>м</w:t>
      </w:r>
      <w:bookmarkEnd w:id="2"/>
      <w:r w:rsidRPr="00EA5A19">
        <w:rPr>
          <w:snapToGrid w:val="0"/>
          <w:lang w:val="uk-UA"/>
        </w:rPr>
        <w:t>олоді.</w:t>
      </w:r>
    </w:p>
    <w:tbl>
      <w:tblPr>
        <w:tblW w:w="0" w:type="auto"/>
        <w:tblLook w:val="00A0"/>
      </w:tblPr>
      <w:tblGrid>
        <w:gridCol w:w="4248"/>
        <w:gridCol w:w="5380"/>
      </w:tblGrid>
      <w:tr w:rsidR="009853AE" w:rsidRPr="00EA5A19" w:rsidTr="008C62C7">
        <w:tc>
          <w:tcPr>
            <w:tcW w:w="4248" w:type="dxa"/>
          </w:tcPr>
          <w:p w:rsidR="009853AE" w:rsidRPr="008C62C7" w:rsidRDefault="009853AE" w:rsidP="008C62C7">
            <w:pPr>
              <w:jc w:val="both"/>
              <w:rPr>
                <w:sz w:val="22"/>
                <w:szCs w:val="22"/>
                <w:lang w:val="uk-UA"/>
              </w:rPr>
            </w:pPr>
          </w:p>
        </w:tc>
        <w:tc>
          <w:tcPr>
            <w:tcW w:w="5380" w:type="dxa"/>
          </w:tcPr>
          <w:p w:rsidR="009853AE" w:rsidRPr="008C62C7" w:rsidRDefault="009853AE" w:rsidP="008C62C7">
            <w:pPr>
              <w:jc w:val="both"/>
              <w:rPr>
                <w:sz w:val="22"/>
                <w:szCs w:val="22"/>
                <w:lang w:val="uk-UA"/>
              </w:rPr>
            </w:pPr>
            <w:r w:rsidRPr="008C62C7">
              <w:rPr>
                <w:sz w:val="22"/>
                <w:szCs w:val="22"/>
                <w:lang w:val="uk-UA"/>
              </w:rPr>
              <w:t xml:space="preserve">Управління освіти, молоді та спорту райдержадміністрації, </w:t>
            </w:r>
            <w:r w:rsidRPr="008C62C7">
              <w:rPr>
                <w:sz w:val="22"/>
                <w:szCs w:val="22"/>
                <w:lang w:val="uk-UA"/>
              </w:rPr>
              <w:t xml:space="preserve">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2017-2020 роки.</w:t>
            </w:r>
          </w:p>
        </w:tc>
      </w:tr>
    </w:tbl>
    <w:p w:rsidR="009853AE" w:rsidRPr="00EA5A19" w:rsidRDefault="009853AE" w:rsidP="004D0338">
      <w:pPr>
        <w:ind w:firstLine="708"/>
        <w:jc w:val="both"/>
        <w:rPr>
          <w:snapToGrid w:val="0"/>
          <w:lang w:val="uk-UA"/>
        </w:rPr>
      </w:pPr>
      <w:r w:rsidRPr="00EA5A19">
        <w:rPr>
          <w:noProof/>
          <w:snapToGrid w:val="0"/>
          <w:lang w:val="uk-UA"/>
        </w:rPr>
        <w:t xml:space="preserve">24. </w:t>
      </w:r>
      <w:r w:rsidRPr="00EA5A19">
        <w:rPr>
          <w:snapToGrid w:val="0"/>
          <w:lang w:val="uk-UA"/>
        </w:rPr>
        <w:t>Забезпечити постійне висвітлення в засобах масової інформації спортивних та фізкультурно</w:t>
      </w:r>
      <w:r w:rsidRPr="00EA5A19">
        <w:rPr>
          <w:lang w:val="uk-UA"/>
        </w:rPr>
        <w:t>-</w:t>
      </w:r>
      <w:r w:rsidRPr="00EA5A19">
        <w:rPr>
          <w:snapToGrid w:val="0"/>
          <w:lang w:val="uk-UA"/>
        </w:rPr>
        <w:t>оздоровчих заходів за участю сільського населення.</w:t>
      </w:r>
    </w:p>
    <w:tbl>
      <w:tblPr>
        <w:tblW w:w="0" w:type="auto"/>
        <w:tblLook w:val="00A0"/>
      </w:tblPr>
      <w:tblGrid>
        <w:gridCol w:w="4248"/>
        <w:gridCol w:w="5380"/>
      </w:tblGrid>
      <w:tr w:rsidR="009853AE" w:rsidRPr="00EA5A19" w:rsidTr="008C62C7">
        <w:tc>
          <w:tcPr>
            <w:tcW w:w="4248" w:type="dxa"/>
          </w:tcPr>
          <w:p w:rsidR="009853AE" w:rsidRPr="008C62C7" w:rsidRDefault="009853AE" w:rsidP="008C62C7">
            <w:pPr>
              <w:jc w:val="both"/>
              <w:rPr>
                <w:sz w:val="22"/>
                <w:szCs w:val="22"/>
                <w:lang w:val="uk-UA"/>
              </w:rPr>
            </w:pPr>
          </w:p>
        </w:tc>
        <w:tc>
          <w:tcPr>
            <w:tcW w:w="5380" w:type="dxa"/>
          </w:tcPr>
          <w:p w:rsidR="009853AE" w:rsidRPr="008C62C7" w:rsidRDefault="009853AE" w:rsidP="008C62C7">
            <w:pPr>
              <w:jc w:val="both"/>
              <w:rPr>
                <w:sz w:val="22"/>
                <w:szCs w:val="22"/>
                <w:lang w:val="uk-UA"/>
              </w:rPr>
            </w:pPr>
            <w:r w:rsidRPr="008C62C7">
              <w:rPr>
                <w:sz w:val="22"/>
                <w:szCs w:val="22"/>
                <w:lang w:val="uk-UA"/>
              </w:rPr>
              <w:t xml:space="preserve">Управління освіти, молоді та спорту райдержадміністрації, </w:t>
            </w:r>
            <w:r w:rsidRPr="008C62C7">
              <w:rPr>
                <w:sz w:val="22"/>
                <w:szCs w:val="22"/>
                <w:lang w:val="uk-UA"/>
              </w:rPr>
              <w:t xml:space="preserve">районна рада фізкультурно-спортивного товариства „Колос” (за згодою),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2017-2020 роки.</w:t>
            </w:r>
          </w:p>
        </w:tc>
      </w:tr>
    </w:tbl>
    <w:p w:rsidR="009853AE" w:rsidRPr="00EA5A19" w:rsidRDefault="009853AE" w:rsidP="004D0338">
      <w:pPr>
        <w:widowControl w:val="0"/>
        <w:autoSpaceDE w:val="0"/>
        <w:autoSpaceDN w:val="0"/>
        <w:adjustRightInd w:val="0"/>
        <w:ind w:firstLine="709"/>
        <w:jc w:val="both"/>
        <w:rPr>
          <w:lang w:val="uk-UA"/>
        </w:rPr>
      </w:pPr>
      <w:r w:rsidRPr="00EA5A19">
        <w:rPr>
          <w:noProof/>
          <w:snapToGrid w:val="0"/>
          <w:lang w:val="uk-UA"/>
        </w:rPr>
        <w:t xml:space="preserve">25. </w:t>
      </w:r>
      <w:r w:rsidRPr="00EA5A19">
        <w:rPr>
          <w:lang w:val="uk-UA"/>
        </w:rPr>
        <w:t>Забезпечити щорічне підведення підсумків рейтингу організації та проведення фізкультурно</w:t>
      </w:r>
      <w:r w:rsidRPr="00EA5A19">
        <w:rPr>
          <w:lang w:val="uk-UA"/>
        </w:rPr>
        <w:t>-</w:t>
      </w:r>
      <w:r w:rsidRPr="00EA5A19">
        <w:rPr>
          <w:lang w:val="uk-UA"/>
        </w:rPr>
        <w:t>оздоровчої та спортивної роботи серед сільського населення району.</w:t>
      </w:r>
    </w:p>
    <w:tbl>
      <w:tblPr>
        <w:tblW w:w="0" w:type="auto"/>
        <w:tblLook w:val="00A0"/>
      </w:tblPr>
      <w:tblGrid>
        <w:gridCol w:w="4248"/>
        <w:gridCol w:w="5380"/>
      </w:tblGrid>
      <w:tr w:rsidR="009853AE" w:rsidRPr="00EA5A19" w:rsidTr="008C62C7">
        <w:tc>
          <w:tcPr>
            <w:tcW w:w="4248" w:type="dxa"/>
          </w:tcPr>
          <w:p w:rsidR="009853AE" w:rsidRPr="008C62C7" w:rsidRDefault="009853AE" w:rsidP="008C62C7">
            <w:pPr>
              <w:jc w:val="both"/>
              <w:rPr>
                <w:sz w:val="22"/>
                <w:szCs w:val="22"/>
                <w:lang w:val="uk-UA"/>
              </w:rPr>
            </w:pPr>
          </w:p>
        </w:tc>
        <w:tc>
          <w:tcPr>
            <w:tcW w:w="5380" w:type="dxa"/>
          </w:tcPr>
          <w:p w:rsidR="009853AE" w:rsidRPr="008C62C7" w:rsidRDefault="009853AE" w:rsidP="008C62C7">
            <w:pPr>
              <w:jc w:val="both"/>
              <w:rPr>
                <w:sz w:val="22"/>
                <w:szCs w:val="22"/>
                <w:lang w:val="uk-UA"/>
              </w:rPr>
            </w:pPr>
            <w:r w:rsidRPr="008C62C7">
              <w:rPr>
                <w:sz w:val="22"/>
                <w:szCs w:val="22"/>
                <w:lang w:val="uk-UA"/>
              </w:rPr>
              <w:t xml:space="preserve">Управління освіти, молоді та спорту райдержадміністрації, </w:t>
            </w:r>
            <w:r w:rsidRPr="008C62C7">
              <w:rPr>
                <w:sz w:val="22"/>
                <w:szCs w:val="22"/>
                <w:lang w:val="uk-UA"/>
              </w:rPr>
              <w:t xml:space="preserve">районна рада фізкультурно-спортивного товариства „Колос” (за згодою),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Щороку до 01 квітня.</w:t>
            </w:r>
          </w:p>
        </w:tc>
      </w:tr>
    </w:tbl>
    <w:p w:rsidR="009853AE" w:rsidRPr="00EA5A19" w:rsidRDefault="009853AE" w:rsidP="004D0338">
      <w:pPr>
        <w:widowControl w:val="0"/>
        <w:autoSpaceDE w:val="0"/>
        <w:autoSpaceDN w:val="0"/>
        <w:adjustRightInd w:val="0"/>
        <w:jc w:val="center"/>
        <w:rPr>
          <w:b/>
          <w:lang w:val="uk-UA"/>
        </w:rPr>
      </w:pPr>
    </w:p>
    <w:p w:rsidR="009853AE" w:rsidRPr="00EA5A19" w:rsidRDefault="009853AE" w:rsidP="004D0338">
      <w:pPr>
        <w:widowControl w:val="0"/>
        <w:autoSpaceDE w:val="0"/>
        <w:autoSpaceDN w:val="0"/>
        <w:adjustRightInd w:val="0"/>
        <w:jc w:val="center"/>
        <w:rPr>
          <w:lang w:val="uk-UA"/>
        </w:rPr>
      </w:pPr>
      <w:r w:rsidRPr="00EA5A19">
        <w:rPr>
          <w:lang w:val="uk-UA"/>
        </w:rPr>
        <w:t xml:space="preserve">Фізична культура та масовий спорт </w:t>
      </w:r>
    </w:p>
    <w:p w:rsidR="009853AE" w:rsidRPr="00EA5A19" w:rsidRDefault="009853AE" w:rsidP="004D0338">
      <w:pPr>
        <w:widowControl w:val="0"/>
        <w:autoSpaceDE w:val="0"/>
        <w:autoSpaceDN w:val="0"/>
        <w:adjustRightInd w:val="0"/>
        <w:jc w:val="center"/>
        <w:rPr>
          <w:lang w:val="uk-UA"/>
        </w:rPr>
      </w:pPr>
      <w:r w:rsidRPr="00EA5A19">
        <w:rPr>
          <w:lang w:val="uk-UA"/>
        </w:rPr>
        <w:t>за місцем роботи громадян</w:t>
      </w:r>
    </w:p>
    <w:p w:rsidR="009853AE" w:rsidRPr="00EA5A19" w:rsidRDefault="009853AE" w:rsidP="004D0338">
      <w:pPr>
        <w:widowControl w:val="0"/>
        <w:autoSpaceDE w:val="0"/>
        <w:autoSpaceDN w:val="0"/>
        <w:adjustRightInd w:val="0"/>
        <w:jc w:val="center"/>
        <w:rPr>
          <w:b/>
          <w:lang w:val="uk-UA"/>
        </w:rPr>
      </w:pPr>
    </w:p>
    <w:p w:rsidR="009853AE" w:rsidRPr="00EA5A19" w:rsidRDefault="009853AE" w:rsidP="004D0338">
      <w:pPr>
        <w:widowControl w:val="0"/>
        <w:tabs>
          <w:tab w:val="left" w:pos="0"/>
          <w:tab w:val="left" w:pos="720"/>
          <w:tab w:val="left" w:pos="4608"/>
          <w:tab w:val="left" w:pos="4752"/>
        </w:tabs>
        <w:autoSpaceDE w:val="0"/>
        <w:autoSpaceDN w:val="0"/>
        <w:adjustRightInd w:val="0"/>
        <w:ind w:firstLine="709"/>
        <w:jc w:val="both"/>
        <w:rPr>
          <w:lang w:val="uk-UA"/>
        </w:rPr>
      </w:pPr>
      <w:r w:rsidRPr="00EA5A19">
        <w:rPr>
          <w:lang w:val="uk-UA"/>
        </w:rPr>
        <w:t>26. Забезпечити проведення районних, міських галузевих спартакіад, у тому числі спартакіад держслужбовців та депутатів, змагань у трудових колективах та участь у відповідних обласних заходах.</w:t>
      </w:r>
    </w:p>
    <w:tbl>
      <w:tblPr>
        <w:tblW w:w="0" w:type="auto"/>
        <w:tblLook w:val="00A0"/>
      </w:tblPr>
      <w:tblGrid>
        <w:gridCol w:w="4390"/>
        <w:gridCol w:w="5238"/>
      </w:tblGrid>
      <w:tr w:rsidR="009853AE" w:rsidRPr="00EA5A19" w:rsidTr="008C62C7">
        <w:tc>
          <w:tcPr>
            <w:tcW w:w="4390" w:type="dxa"/>
          </w:tcPr>
          <w:p w:rsidR="009853AE" w:rsidRPr="008C62C7" w:rsidRDefault="009853AE" w:rsidP="008C62C7">
            <w:pPr>
              <w:jc w:val="both"/>
              <w:rPr>
                <w:sz w:val="22"/>
                <w:szCs w:val="22"/>
                <w:lang w:val="uk-UA"/>
              </w:rPr>
            </w:pPr>
          </w:p>
        </w:tc>
        <w:tc>
          <w:tcPr>
            <w:tcW w:w="5238" w:type="dxa"/>
          </w:tcPr>
          <w:p w:rsidR="009853AE" w:rsidRPr="008C62C7" w:rsidRDefault="009853AE" w:rsidP="008C62C7">
            <w:pPr>
              <w:jc w:val="both"/>
              <w:rPr>
                <w:sz w:val="22"/>
                <w:szCs w:val="22"/>
                <w:lang w:val="uk-UA"/>
              </w:rPr>
            </w:pPr>
            <w:r w:rsidRPr="008C62C7">
              <w:rPr>
                <w:sz w:val="22"/>
                <w:szCs w:val="22"/>
                <w:lang w:val="uk-UA"/>
              </w:rPr>
              <w:t xml:space="preserve">Управління освіти, молоді та спорту райдержадміністрації, </w:t>
            </w:r>
            <w:r w:rsidRPr="008C62C7">
              <w:rPr>
                <w:sz w:val="22"/>
                <w:szCs w:val="22"/>
                <w:lang w:val="uk-UA"/>
              </w:rPr>
              <w:t>районна рада фізкультурно</w:t>
            </w:r>
            <w:r w:rsidRPr="008C62C7">
              <w:rPr>
                <w:sz w:val="22"/>
                <w:szCs w:val="22"/>
                <w:lang w:val="uk-UA"/>
              </w:rPr>
              <w:t>-</w:t>
            </w:r>
            <w:r w:rsidRPr="008C62C7">
              <w:rPr>
                <w:sz w:val="22"/>
                <w:szCs w:val="22"/>
                <w:lang w:val="uk-UA"/>
              </w:rPr>
              <w:t xml:space="preserve">спортивного товариства „Колос” (за згодою),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Щороку.</w:t>
            </w:r>
          </w:p>
        </w:tc>
      </w:tr>
    </w:tbl>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27. Ініціювати включення до колективних договорів між керівниками підприємств, установ, організацій і трудовими колективами питання щодо створення належних умов для занять фізичною культурою та спортом працюючих осіб.</w:t>
      </w:r>
    </w:p>
    <w:tbl>
      <w:tblPr>
        <w:tblW w:w="0" w:type="auto"/>
        <w:tblLook w:val="00A0"/>
      </w:tblPr>
      <w:tblGrid>
        <w:gridCol w:w="4390"/>
        <w:gridCol w:w="5238"/>
      </w:tblGrid>
      <w:tr w:rsidR="009853AE" w:rsidRPr="00EA5A19" w:rsidTr="008C62C7">
        <w:tc>
          <w:tcPr>
            <w:tcW w:w="4390" w:type="dxa"/>
          </w:tcPr>
          <w:p w:rsidR="009853AE" w:rsidRPr="008C62C7" w:rsidRDefault="009853AE" w:rsidP="008C62C7">
            <w:pPr>
              <w:jc w:val="both"/>
              <w:rPr>
                <w:sz w:val="22"/>
                <w:szCs w:val="22"/>
                <w:lang w:val="uk-UA"/>
              </w:rPr>
            </w:pPr>
          </w:p>
        </w:tc>
        <w:tc>
          <w:tcPr>
            <w:tcW w:w="5238" w:type="dxa"/>
          </w:tcPr>
          <w:p w:rsidR="009853AE" w:rsidRPr="008C62C7" w:rsidRDefault="009853AE" w:rsidP="008C62C7">
            <w:pPr>
              <w:jc w:val="both"/>
              <w:rPr>
                <w:sz w:val="22"/>
                <w:szCs w:val="22"/>
                <w:lang w:val="uk-UA"/>
              </w:rPr>
            </w:pPr>
            <w:r w:rsidRPr="008C62C7">
              <w:rPr>
                <w:sz w:val="22"/>
                <w:szCs w:val="22"/>
                <w:lang w:val="uk-UA"/>
              </w:rPr>
              <w:t>Федерація професійних спілок,</w:t>
            </w:r>
            <w:r w:rsidRPr="008C62C7">
              <w:rPr>
                <w:sz w:val="22"/>
                <w:szCs w:val="22"/>
                <w:u w:val="single"/>
                <w:lang w:val="uk-UA"/>
              </w:rPr>
              <w:t xml:space="preserve"> у</w:t>
            </w:r>
            <w:r w:rsidRPr="008C62C7">
              <w:rPr>
                <w:sz w:val="22"/>
                <w:szCs w:val="22"/>
                <w:lang w:val="uk-UA"/>
              </w:rPr>
              <w:t xml:space="preserve">правління освіти, молоді та спорту райдержадміністрації, </w:t>
            </w:r>
            <w:r w:rsidRPr="008C62C7">
              <w:rPr>
                <w:sz w:val="22"/>
                <w:szCs w:val="22"/>
                <w:lang w:val="uk-UA"/>
              </w:rPr>
              <w:t>районна рада фізкультурно</w:t>
            </w:r>
            <w:r w:rsidRPr="008C62C7">
              <w:rPr>
                <w:sz w:val="22"/>
                <w:szCs w:val="22"/>
                <w:lang w:val="uk-UA"/>
              </w:rPr>
              <w:t>-</w:t>
            </w:r>
            <w:r w:rsidRPr="008C62C7">
              <w:rPr>
                <w:sz w:val="22"/>
                <w:szCs w:val="22"/>
                <w:lang w:val="uk-UA"/>
              </w:rPr>
              <w:t xml:space="preserve">товариства „Колос” (за згодою),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2017-2020 роки</w:t>
            </w:r>
          </w:p>
        </w:tc>
      </w:tr>
    </w:tbl>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28. Поширювати практику введення до штатного розпису підприємств, установ, організацій посади інструктора з фізичної культури, сприяти створенню та діяльності мережі колективів фізичної культури та спортивних клубів за місцем роботи.</w:t>
      </w:r>
    </w:p>
    <w:tbl>
      <w:tblPr>
        <w:tblW w:w="0" w:type="auto"/>
        <w:tblLook w:val="00A0"/>
      </w:tblPr>
      <w:tblGrid>
        <w:gridCol w:w="4390"/>
        <w:gridCol w:w="5238"/>
      </w:tblGrid>
      <w:tr w:rsidR="009853AE" w:rsidRPr="00EA5A19" w:rsidTr="008C62C7">
        <w:tc>
          <w:tcPr>
            <w:tcW w:w="4390" w:type="dxa"/>
          </w:tcPr>
          <w:p w:rsidR="009853AE" w:rsidRPr="008C62C7" w:rsidRDefault="009853AE" w:rsidP="008C62C7">
            <w:pPr>
              <w:jc w:val="both"/>
              <w:rPr>
                <w:sz w:val="22"/>
                <w:szCs w:val="22"/>
                <w:lang w:val="uk-UA"/>
              </w:rPr>
            </w:pPr>
          </w:p>
        </w:tc>
        <w:tc>
          <w:tcPr>
            <w:tcW w:w="5238" w:type="dxa"/>
          </w:tcPr>
          <w:p w:rsidR="009853AE" w:rsidRPr="008C62C7" w:rsidRDefault="009853AE" w:rsidP="008C62C7">
            <w:pPr>
              <w:jc w:val="both"/>
              <w:rPr>
                <w:sz w:val="22"/>
                <w:szCs w:val="22"/>
                <w:lang w:val="uk-UA"/>
              </w:rPr>
            </w:pPr>
            <w:r w:rsidRPr="008C62C7">
              <w:rPr>
                <w:sz w:val="22"/>
                <w:szCs w:val="22"/>
                <w:lang w:val="uk-UA"/>
              </w:rPr>
              <w:t xml:space="preserve">Управління освіти, молоді та спорту райдержадміністрації, </w:t>
            </w:r>
            <w:r w:rsidRPr="008C62C7">
              <w:rPr>
                <w:sz w:val="22"/>
                <w:szCs w:val="22"/>
                <w:lang w:val="uk-UA"/>
              </w:rPr>
              <w:t>районна рада фізкультурно</w:t>
            </w:r>
            <w:r w:rsidRPr="008C62C7">
              <w:rPr>
                <w:sz w:val="22"/>
                <w:szCs w:val="22"/>
                <w:lang w:val="uk-UA"/>
              </w:rPr>
              <w:t>-</w:t>
            </w:r>
            <w:r w:rsidRPr="008C62C7">
              <w:rPr>
                <w:sz w:val="22"/>
                <w:szCs w:val="22"/>
                <w:lang w:val="uk-UA"/>
              </w:rPr>
              <w:t xml:space="preserve">спортивного товариства „Колос” (за згодою),  </w:t>
            </w:r>
            <w:r w:rsidRPr="008C62C7">
              <w:rPr>
                <w:sz w:val="22"/>
                <w:szCs w:val="22"/>
                <w:lang w:val="uk-UA"/>
              </w:rPr>
              <w:t xml:space="preserve"> міськсільвиконкоми.</w:t>
            </w:r>
          </w:p>
          <w:p w:rsidR="009853AE" w:rsidRPr="008C62C7" w:rsidRDefault="009853AE" w:rsidP="008C62C7">
            <w:pPr>
              <w:jc w:val="both"/>
              <w:rPr>
                <w:sz w:val="22"/>
                <w:szCs w:val="22"/>
                <w:lang w:val="uk-UA"/>
              </w:rPr>
            </w:pPr>
            <w:r w:rsidRPr="008C62C7">
              <w:rPr>
                <w:sz w:val="22"/>
                <w:szCs w:val="22"/>
                <w:lang w:val="uk-UA"/>
              </w:rPr>
              <w:t>2017-2020 роки</w:t>
            </w:r>
          </w:p>
        </w:tc>
      </w:tr>
    </w:tbl>
    <w:p w:rsidR="009853AE" w:rsidRPr="00EA5A19" w:rsidRDefault="009853AE" w:rsidP="004D0338">
      <w:pPr>
        <w:rPr>
          <w:lang w:val="uk-UA"/>
        </w:rPr>
      </w:pPr>
    </w:p>
    <w:p w:rsidR="009853AE" w:rsidRPr="00EA5A19" w:rsidRDefault="009853AE" w:rsidP="004D0338">
      <w:pPr>
        <w:ind w:firstLine="708"/>
        <w:jc w:val="center"/>
        <w:rPr>
          <w:lang w:val="uk-UA"/>
        </w:rPr>
      </w:pPr>
      <w:r w:rsidRPr="00EA5A19">
        <w:rPr>
          <w:lang w:val="uk-UA"/>
        </w:rPr>
        <w:t>Фізкультурно-оздоровча діяльність, фізкультурно-спортивна реабілітація та спорт інвалідів</w:t>
      </w:r>
    </w:p>
    <w:p w:rsidR="009853AE" w:rsidRPr="00EA5A19" w:rsidRDefault="009853AE" w:rsidP="004D0338">
      <w:pPr>
        <w:ind w:firstLine="708"/>
        <w:jc w:val="center"/>
        <w:rPr>
          <w:lang w:val="uk-UA"/>
        </w:rPr>
      </w:pPr>
    </w:p>
    <w:p w:rsidR="009853AE" w:rsidRPr="00EA5A19" w:rsidRDefault="009853AE" w:rsidP="004D0338">
      <w:pPr>
        <w:ind w:firstLine="720"/>
        <w:jc w:val="both"/>
        <w:rPr>
          <w:lang w:val="uk-UA"/>
        </w:rPr>
      </w:pPr>
      <w:r w:rsidRPr="00EA5A19">
        <w:rPr>
          <w:lang w:val="uk-UA"/>
        </w:rPr>
        <w:t>29. Забезпечити створення, реєстрацію в установленому порядку та функціонування клубів (центрів) з фізичної культури і спорту інвалідів в районі.</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autoSpaceDE w:val="0"/>
        <w:autoSpaceDN w:val="0"/>
        <w:adjustRightInd w:val="0"/>
        <w:ind w:left="3402" w:firstLine="993"/>
        <w:jc w:val="both"/>
        <w:rPr>
          <w:lang w:val="uk-UA"/>
        </w:rPr>
      </w:pPr>
      <w:r w:rsidRPr="00EA5A19">
        <w:rPr>
          <w:lang w:val="uk-UA"/>
        </w:rPr>
        <w:t>2017-2020 роки.</w:t>
      </w:r>
    </w:p>
    <w:p w:rsidR="009853AE" w:rsidRPr="00EA5A19" w:rsidRDefault="009853AE" w:rsidP="004D0338">
      <w:pPr>
        <w:tabs>
          <w:tab w:val="left" w:pos="720"/>
          <w:tab w:val="left" w:pos="2016"/>
          <w:tab w:val="left" w:pos="3456"/>
          <w:tab w:val="left" w:pos="4320"/>
          <w:tab w:val="left" w:pos="4752"/>
          <w:tab w:val="left" w:pos="5472"/>
        </w:tabs>
        <w:ind w:firstLine="709"/>
        <w:jc w:val="both"/>
        <w:rPr>
          <w:lang w:val="uk-UA"/>
        </w:rPr>
      </w:pPr>
      <w:r w:rsidRPr="00EA5A19">
        <w:rPr>
          <w:lang w:val="uk-UA"/>
        </w:rPr>
        <w:t>30. Сприяти відкриттю та організації роботи відділень для інвалідів дитячо-юнацької спортивної школи та створити належні умови для їх роботи.</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w:t>
      </w:r>
      <w:r w:rsidRPr="00EA5A19">
        <w:t>20</w:t>
      </w:r>
      <w:r w:rsidRPr="00EA5A19">
        <w:rPr>
          <w:lang w:val="uk-UA"/>
        </w:rPr>
        <w:t xml:space="preserve"> роки.</w:t>
      </w:r>
    </w:p>
    <w:p w:rsidR="009853AE" w:rsidRPr="00EA5A19" w:rsidRDefault="009853AE" w:rsidP="004D0338">
      <w:pPr>
        <w:widowControl w:val="0"/>
        <w:tabs>
          <w:tab w:val="left" w:pos="720"/>
          <w:tab w:val="left" w:pos="1872"/>
          <w:tab w:val="left" w:pos="4752"/>
        </w:tabs>
        <w:autoSpaceDE w:val="0"/>
        <w:autoSpaceDN w:val="0"/>
        <w:adjustRightInd w:val="0"/>
        <w:ind w:firstLine="709"/>
        <w:jc w:val="both"/>
        <w:rPr>
          <w:lang w:val="uk-UA"/>
        </w:rPr>
      </w:pPr>
      <w:r w:rsidRPr="00EA5A19">
        <w:rPr>
          <w:lang w:val="uk-UA"/>
        </w:rPr>
        <w:t>31. Забезпечити проведення спортивних, фізкультурно-реабілітаційних заходів та змагань для спортсменів-інвалідів, у тому числі інвалідів-учасників антитерористичної операції, інших локальний війн та воєнних конфліктів, в т.ч. на території інших держав, зокрема змагань ,,Повір у себе”, їх підготовку та участь у обласних спортивних та фізкультурно-реабілітаційних заходах і змаганнях.</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 громадські організації (федерації, асоціації, спілки, відокремлені підрозділи тощо) та спортивні клуби з видів спорту.</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tabs>
          <w:tab w:val="left" w:pos="720"/>
          <w:tab w:val="left" w:pos="1872"/>
          <w:tab w:val="left" w:pos="4752"/>
        </w:tabs>
        <w:autoSpaceDE w:val="0"/>
        <w:autoSpaceDN w:val="0"/>
        <w:adjustRightInd w:val="0"/>
        <w:ind w:firstLine="709"/>
        <w:jc w:val="both"/>
        <w:rPr>
          <w:lang w:val="uk-UA"/>
        </w:rPr>
      </w:pPr>
      <w:r w:rsidRPr="00EA5A19">
        <w:rPr>
          <w:lang w:val="uk-UA"/>
        </w:rPr>
        <w:t>32. Забезпечити облаштування спортивних споруд для безперешкодного доступу до них інвалідів, осіб з обмеженими фізичними можливостями та безоплатне надання спортивних споруд для занять фізичною культурою, спортом та фізкультурно–спортивною реабілітацією інвалідів та інвалідів- учасників антитерористичної операції, інших локальний війн та воєнних конфліктів, зокрема на території інших держав.</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 xml:space="preserve">2017-2020 роки. </w:t>
      </w:r>
    </w:p>
    <w:p w:rsidR="009853AE" w:rsidRPr="00EA5A19" w:rsidRDefault="009853AE" w:rsidP="004D0338">
      <w:pPr>
        <w:tabs>
          <w:tab w:val="left" w:pos="5940"/>
        </w:tabs>
        <w:ind w:firstLine="709"/>
        <w:jc w:val="both"/>
        <w:rPr>
          <w:lang w:val="uk-UA"/>
        </w:rPr>
      </w:pPr>
      <w:r w:rsidRPr="00EA5A19">
        <w:rPr>
          <w:lang w:val="uk-UA"/>
        </w:rPr>
        <w:t>33. Здійснювати виплату стипендій голови райдержадміністрації провідним спортсменам-інвалідам та тренерам району з видів спорту інвалідів, одноразових грошових винагород райдержадміністрації для спортсменів-інвалідів та їх тренерів за результатами виступів на офіційних міжнародних змаганнях, у тому числі із паралімпійських та дефлімпійських видів спорту.</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autoSpaceDE w:val="0"/>
        <w:autoSpaceDN w:val="0"/>
        <w:adjustRightInd w:val="0"/>
        <w:ind w:firstLine="709"/>
        <w:jc w:val="both"/>
        <w:rPr>
          <w:lang w:val="uk-UA"/>
        </w:rPr>
      </w:pPr>
      <w:r w:rsidRPr="00EA5A19">
        <w:rPr>
          <w:lang w:val="uk-UA"/>
        </w:rPr>
        <w:t>34. Забезпечити щорічне підведення підсумків рейтингу організації та проведення фізкультурно-оздоровчої роботи та спорту інвалідів в районі.</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 до 01 квітня.</w:t>
      </w:r>
    </w:p>
    <w:p w:rsidR="009853AE" w:rsidRPr="00EA5A19" w:rsidRDefault="009853AE" w:rsidP="004D0338">
      <w:pPr>
        <w:widowControl w:val="0"/>
        <w:tabs>
          <w:tab w:val="left" w:pos="720"/>
          <w:tab w:val="left" w:pos="1276"/>
          <w:tab w:val="left" w:pos="4752"/>
        </w:tabs>
        <w:autoSpaceDE w:val="0"/>
        <w:autoSpaceDN w:val="0"/>
        <w:adjustRightInd w:val="0"/>
        <w:ind w:firstLine="709"/>
        <w:jc w:val="both"/>
        <w:rPr>
          <w:lang w:val="uk-UA"/>
        </w:rPr>
      </w:pPr>
      <w:r w:rsidRPr="00EA5A19">
        <w:rPr>
          <w:lang w:val="uk-UA"/>
        </w:rPr>
        <w:t>35. Проводити фізкультурно-оздоровчі заходи для інвалідів, оздоровчі табори для інвалідів, у тому числі для інвалідів-учасників антитерористичної операції, інших локальний війн та воєнних конфліктів, зокрема на території інших держав.</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соціального захисту населення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autoSpaceDE w:val="0"/>
        <w:autoSpaceDN w:val="0"/>
        <w:adjustRightInd w:val="0"/>
        <w:ind w:firstLine="709"/>
        <w:jc w:val="both"/>
        <w:rPr>
          <w:lang w:val="uk-UA"/>
        </w:rPr>
      </w:pPr>
    </w:p>
    <w:p w:rsidR="009853AE" w:rsidRPr="00EA5A19" w:rsidRDefault="009853AE" w:rsidP="004D0338">
      <w:pPr>
        <w:widowControl w:val="0"/>
        <w:tabs>
          <w:tab w:val="left" w:pos="720"/>
          <w:tab w:val="left" w:pos="1872"/>
          <w:tab w:val="left" w:pos="4752"/>
        </w:tabs>
        <w:autoSpaceDE w:val="0"/>
        <w:autoSpaceDN w:val="0"/>
        <w:adjustRightInd w:val="0"/>
        <w:ind w:firstLine="709"/>
        <w:jc w:val="center"/>
        <w:rPr>
          <w:lang w:val="uk-UA"/>
        </w:rPr>
      </w:pPr>
      <w:r w:rsidRPr="00EA5A19">
        <w:rPr>
          <w:lang w:val="uk-UA"/>
        </w:rPr>
        <w:t>ІІ. Розвиток дитячо-юнацького та резервного спорту</w:t>
      </w:r>
    </w:p>
    <w:p w:rsidR="009853AE" w:rsidRPr="00EA5A19" w:rsidRDefault="009853AE" w:rsidP="004D0338">
      <w:pPr>
        <w:widowControl w:val="0"/>
        <w:tabs>
          <w:tab w:val="left" w:pos="720"/>
          <w:tab w:val="left" w:pos="1872"/>
          <w:tab w:val="left" w:pos="4752"/>
        </w:tabs>
        <w:autoSpaceDE w:val="0"/>
        <w:autoSpaceDN w:val="0"/>
        <w:adjustRightInd w:val="0"/>
        <w:ind w:firstLine="709"/>
        <w:jc w:val="center"/>
        <w:rPr>
          <w:lang w:val="uk-UA"/>
        </w:rPr>
      </w:pP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36. Продовжити практику проведення на всіх рівнях спортивних змагань серед вихованців дошкільних закладів, у тому числі змагань ,,Веселі старти</w:t>
      </w:r>
      <w:r w:rsidRPr="00EA5A19">
        <w:t>”</w:t>
      </w:r>
      <w:r w:rsidRPr="00EA5A19">
        <w:rPr>
          <w:lang w:val="uk-UA"/>
        </w:rPr>
        <w:t>.</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 xml:space="preserve">  2017-2020 роки.</w:t>
      </w: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37. Забезпечити впровадження нових механізмів охоплення усіх дітей системою короткочасного навчання основним елементам пріоритетних видів спорту, в тому числі продовжити проведення обласного спортивно-масового заходу ,,Розминка від чемпіона</w:t>
      </w:r>
      <w:r w:rsidRPr="00EA5A19">
        <w:t>”</w:t>
      </w:r>
      <w:r w:rsidRPr="00EA5A19">
        <w:rPr>
          <w:lang w:val="uk-UA"/>
        </w:rPr>
        <w:t>, заходи у рамках ,,Олімпійського дня</w:t>
      </w:r>
      <w:r w:rsidRPr="00EA5A19">
        <w:t>”</w:t>
      </w:r>
      <w:r w:rsidRPr="00EA5A19">
        <w:rPr>
          <w:lang w:val="uk-UA"/>
        </w:rPr>
        <w:t>, ,,Олімпійського уроку</w:t>
      </w:r>
      <w:r w:rsidRPr="00EA5A19">
        <w:t>”</w:t>
      </w:r>
      <w:r w:rsidRPr="00EA5A19">
        <w:rPr>
          <w:lang w:val="uk-UA"/>
        </w:rPr>
        <w:t>, ,,Олімпійського тижня</w:t>
      </w:r>
      <w:r w:rsidRPr="00EA5A19">
        <w:t>”</w:t>
      </w:r>
      <w:r w:rsidRPr="00EA5A19">
        <w:rPr>
          <w:lang w:val="uk-UA"/>
        </w:rPr>
        <w:t>, ,,Школи плавання</w:t>
      </w:r>
      <w:r w:rsidRPr="00EA5A19">
        <w:t>”</w:t>
      </w:r>
      <w:r w:rsidRPr="00EA5A19">
        <w:rPr>
          <w:lang w:val="uk-UA"/>
        </w:rPr>
        <w:t>.</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2016"/>
          <w:tab w:val="left" w:pos="3456"/>
          <w:tab w:val="left" w:pos="4320"/>
          <w:tab w:val="left" w:pos="4752"/>
          <w:tab w:val="left" w:pos="5472"/>
        </w:tabs>
        <w:autoSpaceDE w:val="0"/>
        <w:autoSpaceDN w:val="0"/>
        <w:adjustRightInd w:val="0"/>
        <w:ind w:firstLine="709"/>
        <w:jc w:val="both"/>
        <w:rPr>
          <w:lang w:val="uk-UA"/>
        </w:rPr>
      </w:pPr>
      <w:r w:rsidRPr="00EA5A19">
        <w:rPr>
          <w:lang w:val="uk-UA"/>
        </w:rPr>
        <w:t>38. Забезпечити збереження та розвиток дитячо-юнацької спортивної школи району незалежно від її підпорядкування, типу та форми власності, наповнення тренерськими кадрами згідно із нормативними документами, модернізацію матеріально-технічної бази.</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2016"/>
          <w:tab w:val="left" w:pos="3456"/>
          <w:tab w:val="left" w:pos="4320"/>
          <w:tab w:val="left" w:pos="4752"/>
          <w:tab w:val="left" w:pos="5472"/>
        </w:tabs>
        <w:autoSpaceDE w:val="0"/>
        <w:autoSpaceDN w:val="0"/>
        <w:adjustRightInd w:val="0"/>
        <w:ind w:firstLine="709"/>
        <w:jc w:val="both"/>
        <w:rPr>
          <w:lang w:val="uk-UA"/>
        </w:rPr>
      </w:pPr>
      <w:r w:rsidRPr="00EA5A19">
        <w:rPr>
          <w:lang w:val="uk-UA"/>
        </w:rPr>
        <w:t>39. Здійснювати моніторинг діяльності дитячо-юнацької спортивної школи та вживати заходів щодо підвищення її ефективності, покращення матеріально-технічної бази.</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40. Проводити змагання з олімпійських та неолімпійських видів спорту серед юнаків, юніорів, молоді, зокрема ,,Хто ти, майбутній олімпієць?”, з футболу на призи клубу ,,Шкіряний м’яч”, та забезпечити гідне представництво району у відповідних обласних змаганнях.</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tabs>
          <w:tab w:val="left" w:pos="720"/>
          <w:tab w:val="left" w:pos="1152"/>
          <w:tab w:val="left" w:pos="4752"/>
          <w:tab w:val="left" w:pos="5328"/>
        </w:tabs>
        <w:autoSpaceDE w:val="0"/>
        <w:autoSpaceDN w:val="0"/>
        <w:adjustRightInd w:val="0"/>
        <w:ind w:firstLine="709"/>
        <w:jc w:val="both"/>
        <w:rPr>
          <w:lang w:val="uk-UA"/>
        </w:rPr>
      </w:pPr>
      <w:r w:rsidRPr="00EA5A19">
        <w:rPr>
          <w:lang w:val="uk-UA"/>
        </w:rPr>
        <w:t xml:space="preserve">41. Забезпечити залучення в установленому порядку до занять фізичною культурою та спортом на пільгових умовах дітей </w:t>
      </w:r>
      <w:r w:rsidRPr="00EA5A19">
        <w:rPr>
          <w:color w:val="212121"/>
          <w:lang w:val="uk-UA"/>
        </w:rPr>
        <w:t>військовослужбовців, які загинули під час виконання службових обов'язків, дітей,</w:t>
      </w:r>
      <w:r w:rsidRPr="00EA5A19">
        <w:rPr>
          <w:lang w:val="uk-UA"/>
        </w:rPr>
        <w:t xml:space="preserve"> батьки яких загинули під час проведення антитерористичної операції, дітей-сиріт, дітей-інвалідів, дітей з малозабезпечених та багатодітних сімей, а також дітей інших соціально-незахищених категорій.</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2017 - 2020 роки.</w:t>
      </w:r>
    </w:p>
    <w:p w:rsidR="009853AE" w:rsidRPr="00EA5A19" w:rsidRDefault="009853AE" w:rsidP="004D0338">
      <w:pPr>
        <w:widowControl w:val="0"/>
        <w:autoSpaceDE w:val="0"/>
        <w:autoSpaceDN w:val="0"/>
        <w:adjustRightInd w:val="0"/>
        <w:ind w:firstLine="709"/>
        <w:jc w:val="both"/>
        <w:rPr>
          <w:lang w:val="uk-UA"/>
        </w:rPr>
      </w:pPr>
      <w:r w:rsidRPr="00EA5A19">
        <w:rPr>
          <w:lang w:val="uk-UA"/>
        </w:rPr>
        <w:t>42. Забезпечити щорічне підведення підсумків рейтингу ефективності роботи дитячо-юнацької спортивної школи району.</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 до 01 квітня.</w:t>
      </w:r>
    </w:p>
    <w:p w:rsidR="009853AE" w:rsidRPr="00EA5A19" w:rsidRDefault="009853AE" w:rsidP="004D0338">
      <w:pPr>
        <w:widowControl w:val="0"/>
        <w:autoSpaceDE w:val="0"/>
        <w:autoSpaceDN w:val="0"/>
        <w:adjustRightInd w:val="0"/>
        <w:ind w:firstLine="709"/>
        <w:jc w:val="both"/>
        <w:rPr>
          <w:lang w:val="uk-UA"/>
        </w:rPr>
      </w:pPr>
      <w:r w:rsidRPr="00EA5A19">
        <w:rPr>
          <w:lang w:val="uk-UA"/>
        </w:rPr>
        <w:t>43. Створити та забезпечити належне функціонування в районі штатної спортивної команди резервного спорту.</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2017 - 20</w:t>
      </w:r>
      <w:r w:rsidRPr="00EA5A19">
        <w:t>20</w:t>
      </w:r>
      <w:r w:rsidRPr="00EA5A19">
        <w:rPr>
          <w:lang w:val="uk-UA"/>
        </w:rPr>
        <w:t xml:space="preserve"> роки.</w:t>
      </w:r>
    </w:p>
    <w:p w:rsidR="009853AE" w:rsidRPr="00EA5A19" w:rsidRDefault="009853AE" w:rsidP="004D0338">
      <w:pPr>
        <w:widowControl w:val="0"/>
        <w:autoSpaceDE w:val="0"/>
        <w:autoSpaceDN w:val="0"/>
        <w:adjustRightInd w:val="0"/>
        <w:jc w:val="both"/>
        <w:rPr>
          <w:lang w:val="uk-UA"/>
        </w:rPr>
      </w:pPr>
      <w:r w:rsidRPr="00EA5A19">
        <w:rPr>
          <w:lang w:val="uk-UA"/>
        </w:rPr>
        <w:t xml:space="preserve">                                      ІІІ. Розвиток спорту вищих досягнень</w:t>
      </w:r>
    </w:p>
    <w:p w:rsidR="009853AE" w:rsidRPr="00EA5A19" w:rsidRDefault="009853AE" w:rsidP="004D0338">
      <w:pPr>
        <w:widowControl w:val="0"/>
        <w:tabs>
          <w:tab w:val="left" w:pos="720"/>
          <w:tab w:val="left" w:pos="1872"/>
          <w:tab w:val="left" w:pos="4752"/>
        </w:tabs>
        <w:autoSpaceDE w:val="0"/>
        <w:autoSpaceDN w:val="0"/>
        <w:adjustRightInd w:val="0"/>
        <w:ind w:firstLine="709"/>
        <w:jc w:val="center"/>
        <w:rPr>
          <w:lang w:val="uk-UA"/>
        </w:rPr>
      </w:pP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44. Забезпечувати направлення обдарованих дітей, які мають високий рівень підготовленості та здатні під час навчально-тренувальних занять витримувати значні фізичні навантаження, кращих вихованців дитячо-юнацької спортивної школи району на конкурсний відбір для навчання в комунальному закладі ,,Костопільський обласний ліцей-інтернат ІІ-ІІІ ступенів фізичної культури і спорту” Рівненської обласної ради та комунальному закладі ,,Березнівський ліцей-інтернат спортивного профілю” Березнівської районної ради Рівненської області з видів спорту, відділення яких працюють у зазначених закладах.</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районна рада фізкультурно-спортивного товариства ,,Колос</w:t>
      </w:r>
      <w:r w:rsidRPr="00EA5A19">
        <w:t>”</w:t>
      </w:r>
      <w:r w:rsidRPr="00EA5A19">
        <w:rPr>
          <w:lang w:val="uk-UA"/>
        </w:rPr>
        <w:t xml:space="preserve">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2017 - 2020 роки.</w:t>
      </w: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45. Забезпечити дотримання у відповідності з встановленими нормативами фінансування розвитку та утримання матеріально-технічної бази навчального закладу спортивного профілю.</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4752"/>
          <w:tab w:val="left" w:pos="5328"/>
          <w:tab w:val="left" w:pos="5472"/>
        </w:tabs>
        <w:autoSpaceDE w:val="0"/>
        <w:autoSpaceDN w:val="0"/>
        <w:adjustRightInd w:val="0"/>
        <w:ind w:firstLine="709"/>
        <w:jc w:val="both"/>
        <w:rPr>
          <w:lang w:val="uk-UA"/>
        </w:rPr>
      </w:pPr>
      <w:r w:rsidRPr="00EA5A19">
        <w:rPr>
          <w:lang w:val="uk-UA"/>
        </w:rPr>
        <w:t>46. Створити фінансові, матеріально-технічні та кадрові умови для формування і діяльності системи спортивних клубів, які входять до складу районних осередків обласних федерацій з видів спорту або відповідних професійних ліг, асоціацій тощо.</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2017-20</w:t>
      </w:r>
      <w:r w:rsidRPr="00EA5A19">
        <w:t>20</w:t>
      </w:r>
      <w:r w:rsidRPr="00EA5A19">
        <w:rPr>
          <w:lang w:val="uk-UA"/>
        </w:rPr>
        <w:t xml:space="preserve"> роки.</w:t>
      </w:r>
    </w:p>
    <w:p w:rsidR="009853AE" w:rsidRPr="00EA5A19" w:rsidRDefault="009853AE" w:rsidP="004D0338">
      <w:pPr>
        <w:widowControl w:val="0"/>
        <w:tabs>
          <w:tab w:val="left" w:pos="720"/>
          <w:tab w:val="left" w:pos="2160"/>
          <w:tab w:val="left" w:pos="2448"/>
          <w:tab w:val="left" w:pos="3168"/>
          <w:tab w:val="left" w:pos="3600"/>
          <w:tab w:val="left" w:pos="4464"/>
          <w:tab w:val="left" w:pos="4896"/>
          <w:tab w:val="left" w:pos="5184"/>
        </w:tabs>
        <w:autoSpaceDE w:val="0"/>
        <w:autoSpaceDN w:val="0"/>
        <w:adjustRightInd w:val="0"/>
        <w:ind w:firstLine="709"/>
        <w:jc w:val="both"/>
        <w:rPr>
          <w:lang w:val="uk-UA"/>
        </w:rPr>
      </w:pPr>
      <w:r w:rsidRPr="00EA5A19">
        <w:rPr>
          <w:lang w:val="uk-UA"/>
        </w:rPr>
        <w:t xml:space="preserve">47. Забезпечити розвиток спортивно-технічних і прикладних видів спорту. </w:t>
      </w:r>
    </w:p>
    <w:p w:rsidR="009853AE" w:rsidRPr="00EA5A19" w:rsidRDefault="009853AE" w:rsidP="004D0338">
      <w:pPr>
        <w:widowControl w:val="0"/>
        <w:autoSpaceDE w:val="0"/>
        <w:autoSpaceDN w:val="0"/>
        <w:adjustRightInd w:val="0"/>
        <w:ind w:left="4395"/>
        <w:jc w:val="both"/>
        <w:rPr>
          <w:color w:val="000000"/>
          <w:lang w:val="uk-UA"/>
        </w:rPr>
      </w:pPr>
      <w:r w:rsidRPr="00EA5A19">
        <w:rPr>
          <w:lang w:val="uk-UA"/>
        </w:rPr>
        <w:t xml:space="preserve">Управління освіти, молоді та спорту райдержадміністрації, </w:t>
      </w:r>
      <w:r w:rsidRPr="00EA5A19">
        <w:rPr>
          <w:color w:val="000000"/>
          <w:lang w:val="uk-UA"/>
        </w:rPr>
        <w:t>Корецька автошкола товариства сприяння обороні України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4752"/>
          <w:tab w:val="left" w:pos="5328"/>
          <w:tab w:val="left" w:pos="5472"/>
        </w:tabs>
        <w:autoSpaceDE w:val="0"/>
        <w:autoSpaceDN w:val="0"/>
        <w:adjustRightInd w:val="0"/>
        <w:ind w:firstLine="709"/>
        <w:jc w:val="both"/>
        <w:rPr>
          <w:lang w:val="uk-UA"/>
        </w:rPr>
      </w:pPr>
      <w:r w:rsidRPr="00EA5A19">
        <w:rPr>
          <w:lang w:val="uk-UA"/>
        </w:rPr>
        <w:t>48. Забезпечити проведення спортивних змагань з олімпійських та неолімпійських видів спорту, у тому числі Всеукраїнських та міжнародних змагань на території району, навчально-тренувальних зборів для спортсменів та команд району, з метою підготовки до чемпіонатів і кубків України тощо, та їх участь у цих змаганнях.</w:t>
      </w:r>
    </w:p>
    <w:p w:rsidR="009853AE" w:rsidRPr="00EA5A19" w:rsidRDefault="009853AE" w:rsidP="004D0338">
      <w:pPr>
        <w:widowControl w:val="0"/>
        <w:autoSpaceDE w:val="0"/>
        <w:autoSpaceDN w:val="0"/>
        <w:adjustRightInd w:val="0"/>
        <w:ind w:left="4395"/>
        <w:jc w:val="both"/>
        <w:rPr>
          <w:color w:val="000000"/>
          <w:lang w:val="uk-UA"/>
        </w:rPr>
      </w:pPr>
      <w:r w:rsidRPr="00EA5A19">
        <w:rPr>
          <w:lang w:val="uk-UA"/>
        </w:rPr>
        <w:t xml:space="preserve">Управління освіти, молоді та спорту райдержадміністрації, </w:t>
      </w:r>
      <w:r w:rsidRPr="00EA5A19">
        <w:rPr>
          <w:color w:val="000000"/>
          <w:lang w:val="uk-UA"/>
        </w:rPr>
        <w:t>Корецька автошкола товариства сприяння обороні України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tabs>
          <w:tab w:val="left" w:pos="576"/>
          <w:tab w:val="left" w:pos="720"/>
          <w:tab w:val="left" w:pos="4752"/>
          <w:tab w:val="left" w:pos="5328"/>
          <w:tab w:val="left" w:pos="5472"/>
          <w:tab w:val="left" w:pos="5616"/>
          <w:tab w:val="left" w:pos="8928"/>
        </w:tabs>
        <w:autoSpaceDE w:val="0"/>
        <w:autoSpaceDN w:val="0"/>
        <w:adjustRightInd w:val="0"/>
        <w:ind w:firstLine="709"/>
        <w:jc w:val="both"/>
        <w:rPr>
          <w:lang w:val="uk-UA"/>
        </w:rPr>
      </w:pPr>
      <w:r w:rsidRPr="00EA5A19">
        <w:rPr>
          <w:lang w:val="uk-UA"/>
        </w:rPr>
        <w:t>49. Сприяти створенню належних соціально-побутових умов для провідних спортсменів району, в тому числі спортсменів-інвалідів та спортсменів-студентів.</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управління соціального захисту населення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autoSpaceDE w:val="0"/>
        <w:autoSpaceDN w:val="0"/>
        <w:adjustRightInd w:val="0"/>
        <w:ind w:left="4395"/>
        <w:jc w:val="both"/>
        <w:rPr>
          <w:lang w:val="uk-UA"/>
        </w:rPr>
      </w:pPr>
    </w:p>
    <w:p w:rsidR="009853AE" w:rsidRPr="00EA5A19" w:rsidRDefault="009853AE" w:rsidP="004D0338">
      <w:pPr>
        <w:widowControl w:val="0"/>
        <w:tabs>
          <w:tab w:val="left" w:pos="720"/>
          <w:tab w:val="left" w:pos="1872"/>
          <w:tab w:val="left" w:pos="4752"/>
        </w:tabs>
        <w:autoSpaceDE w:val="0"/>
        <w:autoSpaceDN w:val="0"/>
        <w:adjustRightInd w:val="0"/>
        <w:ind w:firstLine="709"/>
        <w:jc w:val="center"/>
        <w:rPr>
          <w:lang w:val="uk-UA"/>
        </w:rPr>
      </w:pPr>
      <w:r w:rsidRPr="00EA5A19">
        <w:rPr>
          <w:lang w:val="en-US"/>
        </w:rPr>
        <w:t>IV</w:t>
      </w:r>
      <w:r w:rsidRPr="00EA5A19">
        <w:rPr>
          <w:lang w:val="uk-UA"/>
        </w:rPr>
        <w:t>. Розвиток ветеранського спортивного руху та спорту ветеранів</w:t>
      </w:r>
    </w:p>
    <w:p w:rsidR="009853AE" w:rsidRPr="00EA5A19" w:rsidRDefault="009853AE" w:rsidP="004D0338">
      <w:pPr>
        <w:widowControl w:val="0"/>
        <w:tabs>
          <w:tab w:val="left" w:pos="0"/>
        </w:tabs>
        <w:autoSpaceDE w:val="0"/>
        <w:autoSpaceDN w:val="0"/>
        <w:adjustRightInd w:val="0"/>
        <w:ind w:firstLine="709"/>
        <w:jc w:val="both"/>
        <w:rPr>
          <w:lang w:val="uk-UA"/>
        </w:rPr>
      </w:pP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50. Здійснювати, в установленому порядку, облік ветеранів фізичної культури і спорту району різних вікових груп, залучати їх до активної участі в розвитку ветеранського спортивного руху.</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 районна рада фізкультурно-спортивного товариства ,,Колос</w:t>
      </w:r>
      <w:r w:rsidRPr="00EA5A19">
        <w:t>”</w:t>
      </w:r>
      <w:r w:rsidRPr="00EA5A19">
        <w:rPr>
          <w:lang w:val="uk-UA"/>
        </w:rPr>
        <w:t xml:space="preserve"> (за згодою), районна федерація футболу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51. Проводити фізкультурно-оздоровчі та спортивні заходи серед ветеранів фізичної культури і спорту, зокрема спортивні ігри Рівненщини серед ветеранів спорту, та забезпечувати участь спортсменів та команд району у відповідних обласних змаганнях серед ветеранів спорту.</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 районна рада фізкультурно-спортивного товариства ,</w:t>
      </w:r>
      <w:r w:rsidRPr="00EA5A19">
        <w:t>,</w:t>
      </w:r>
      <w:r w:rsidRPr="00EA5A19">
        <w:rPr>
          <w:lang w:val="uk-UA"/>
        </w:rPr>
        <w:t>Колос</w:t>
      </w:r>
      <w:r w:rsidRPr="00EA5A19">
        <w:t>”</w:t>
      </w:r>
      <w:r w:rsidRPr="00EA5A19">
        <w:rPr>
          <w:lang w:val="uk-UA"/>
        </w:rPr>
        <w:t xml:space="preserve"> (за згодою), районна федерація футболу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2017-20</w:t>
      </w:r>
      <w:r w:rsidRPr="00EA5A19">
        <w:t>20</w:t>
      </w:r>
      <w:r w:rsidRPr="00EA5A19">
        <w:rPr>
          <w:lang w:val="uk-UA"/>
        </w:rPr>
        <w:t xml:space="preserve"> роки.</w:t>
      </w: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52. Забезпечити здійснення заходів щодо поліпшення соціального захисту колишніх спортсменів, ветеранів спорту.</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управління соціального захисту населення райдержадміністрації, міськсільвиконкоми, районна рада фізкультурно-спортивного товариства ,</w:t>
      </w:r>
      <w:r w:rsidRPr="00EA5A19">
        <w:t>,</w:t>
      </w:r>
      <w:r w:rsidRPr="00EA5A19">
        <w:rPr>
          <w:lang w:val="uk-UA"/>
        </w:rPr>
        <w:t>Колос</w:t>
      </w:r>
      <w:r w:rsidRPr="00EA5A19">
        <w:t>”</w:t>
      </w:r>
      <w:r w:rsidRPr="00EA5A19">
        <w:rPr>
          <w:lang w:val="uk-UA"/>
        </w:rPr>
        <w:t xml:space="preserve">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2017-20</w:t>
      </w:r>
      <w:r w:rsidRPr="00EA5A19">
        <w:t>20</w:t>
      </w:r>
      <w:r w:rsidRPr="00EA5A19">
        <w:rPr>
          <w:lang w:val="uk-UA"/>
        </w:rPr>
        <w:t xml:space="preserve"> роки.</w:t>
      </w: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53. Залучати ветеранів спорту до пропаганди олімпійських ідеалів, розвитку олімпійських та неолімпійських видів спорту, олімпійського та ветеранського спортивного руху в районі.</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 районна рада фізкультурно-спортивного товариства ,</w:t>
      </w:r>
      <w:r w:rsidRPr="00EA5A19">
        <w:t>,</w:t>
      </w:r>
      <w:r w:rsidRPr="00EA5A19">
        <w:rPr>
          <w:lang w:val="uk-UA"/>
        </w:rPr>
        <w:t>Колос</w:t>
      </w:r>
      <w:r w:rsidRPr="00EA5A19">
        <w:t>”</w:t>
      </w:r>
      <w:r w:rsidRPr="00EA5A19">
        <w:rPr>
          <w:lang w:val="uk-UA"/>
        </w:rPr>
        <w:t xml:space="preserve">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tabs>
          <w:tab w:val="left" w:pos="5445"/>
        </w:tabs>
        <w:autoSpaceDE w:val="0"/>
        <w:autoSpaceDN w:val="0"/>
        <w:adjustRightInd w:val="0"/>
        <w:jc w:val="center"/>
        <w:rPr>
          <w:color w:val="000000"/>
          <w:lang w:val="uk-UA"/>
        </w:rPr>
      </w:pPr>
    </w:p>
    <w:p w:rsidR="009853AE" w:rsidRPr="00EA5A19" w:rsidRDefault="009853AE" w:rsidP="004D0338">
      <w:pPr>
        <w:widowControl w:val="0"/>
        <w:tabs>
          <w:tab w:val="left" w:pos="5445"/>
        </w:tabs>
        <w:autoSpaceDE w:val="0"/>
        <w:autoSpaceDN w:val="0"/>
        <w:adjustRightInd w:val="0"/>
        <w:jc w:val="center"/>
        <w:rPr>
          <w:lang w:val="uk-UA"/>
        </w:rPr>
      </w:pPr>
      <w:r w:rsidRPr="00EA5A19">
        <w:rPr>
          <w:color w:val="000000"/>
          <w:lang w:val="en-US"/>
        </w:rPr>
        <w:t>V</w:t>
      </w:r>
      <w:r w:rsidRPr="00EA5A19">
        <w:rPr>
          <w:color w:val="000000"/>
          <w:lang w:val="uk-UA"/>
        </w:rPr>
        <w:t xml:space="preserve">. </w:t>
      </w:r>
      <w:r w:rsidRPr="00EA5A19">
        <w:rPr>
          <w:lang w:val="uk-UA"/>
        </w:rPr>
        <w:t>Удосконалення системи забезпечення розвитку</w:t>
      </w:r>
    </w:p>
    <w:p w:rsidR="009853AE" w:rsidRPr="00EA5A19" w:rsidRDefault="009853AE" w:rsidP="004D0338">
      <w:pPr>
        <w:widowControl w:val="0"/>
        <w:tabs>
          <w:tab w:val="left" w:pos="5445"/>
        </w:tabs>
        <w:autoSpaceDE w:val="0"/>
        <w:autoSpaceDN w:val="0"/>
        <w:adjustRightInd w:val="0"/>
        <w:jc w:val="center"/>
        <w:rPr>
          <w:lang w:val="uk-UA"/>
        </w:rPr>
      </w:pPr>
      <w:r w:rsidRPr="00EA5A19">
        <w:rPr>
          <w:lang w:val="uk-UA"/>
        </w:rPr>
        <w:t>фізичної культури і спорту</w:t>
      </w:r>
    </w:p>
    <w:p w:rsidR="009853AE" w:rsidRPr="00EA5A19" w:rsidRDefault="009853AE" w:rsidP="004D0338">
      <w:pPr>
        <w:widowControl w:val="0"/>
        <w:tabs>
          <w:tab w:val="left" w:pos="5445"/>
        </w:tabs>
        <w:autoSpaceDE w:val="0"/>
        <w:autoSpaceDN w:val="0"/>
        <w:adjustRightInd w:val="0"/>
      </w:pPr>
    </w:p>
    <w:p w:rsidR="009853AE" w:rsidRPr="00EA5A19" w:rsidRDefault="009853AE" w:rsidP="004D0338">
      <w:pPr>
        <w:widowControl w:val="0"/>
        <w:tabs>
          <w:tab w:val="left" w:pos="5445"/>
        </w:tabs>
        <w:autoSpaceDE w:val="0"/>
        <w:autoSpaceDN w:val="0"/>
        <w:adjustRightInd w:val="0"/>
        <w:jc w:val="center"/>
        <w:rPr>
          <w:lang w:val="uk-UA"/>
        </w:rPr>
      </w:pPr>
      <w:r w:rsidRPr="00EA5A19">
        <w:rPr>
          <w:lang w:val="uk-UA"/>
        </w:rPr>
        <w:t>Кадрове забезпечення</w:t>
      </w:r>
    </w:p>
    <w:p w:rsidR="009853AE" w:rsidRPr="00EA5A19" w:rsidRDefault="009853AE" w:rsidP="004D0338">
      <w:pPr>
        <w:widowControl w:val="0"/>
        <w:tabs>
          <w:tab w:val="left" w:pos="5445"/>
        </w:tabs>
        <w:autoSpaceDE w:val="0"/>
        <w:autoSpaceDN w:val="0"/>
        <w:adjustRightInd w:val="0"/>
        <w:rPr>
          <w:lang w:val="uk-UA"/>
        </w:rPr>
      </w:pP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54. Проводити конференції, наради, семінари, колегії, засідання за круглим столом, робочі зустрічі тощо, у тому числі виїзні, з питань розвитку фізичної культури і спорту, обміну досвідом тренерів з видів спорту, вчителів фізичної культури загальноосвітніх навчальних закладів та інших фахівців сфери фізичної культури та спорту району. Впроваджувати у практику роботи передовий досвід фахівців з фізичної культури та спорту інших регіонів України та зарубіжжя.</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3402"/>
        <w:jc w:val="both"/>
        <w:rPr>
          <w:lang w:val="uk-UA"/>
        </w:rPr>
      </w:pPr>
      <w:r w:rsidRPr="00EA5A19">
        <w:rPr>
          <w:lang w:val="uk-UA"/>
        </w:rPr>
        <w:t xml:space="preserve">              2017-2020 роки.</w:t>
      </w:r>
    </w:p>
    <w:p w:rsidR="009853AE" w:rsidRPr="00EA5A19" w:rsidRDefault="009853AE" w:rsidP="004D0338">
      <w:pPr>
        <w:widowControl w:val="0"/>
        <w:tabs>
          <w:tab w:val="left" w:pos="720"/>
          <w:tab w:val="left" w:pos="2736"/>
          <w:tab w:val="left" w:pos="3888"/>
          <w:tab w:val="left" w:pos="4320"/>
          <w:tab w:val="left" w:pos="4752"/>
        </w:tabs>
        <w:autoSpaceDE w:val="0"/>
        <w:autoSpaceDN w:val="0"/>
        <w:adjustRightInd w:val="0"/>
        <w:ind w:firstLine="709"/>
        <w:jc w:val="both"/>
        <w:rPr>
          <w:lang w:val="uk-UA"/>
        </w:rPr>
      </w:pPr>
      <w:r w:rsidRPr="00EA5A19">
        <w:rPr>
          <w:lang w:val="uk-UA"/>
        </w:rPr>
        <w:t xml:space="preserve">55. Рекомендувати до вступу на відповідні спеціальності сфери фізичної культури та спорту у Рівненський державний гуманітарний університет, Приватний навчальний заклад </w:t>
      </w:r>
      <w:r w:rsidRPr="00EA5A19">
        <w:rPr>
          <w:color w:val="000000"/>
          <w:lang w:val="uk-UA"/>
        </w:rPr>
        <w:t xml:space="preserve"> ,,</w:t>
      </w:r>
      <w:r w:rsidRPr="00EA5A19">
        <w:rPr>
          <w:lang w:val="uk-UA"/>
        </w:rPr>
        <w:t>Міжнародний економіко-гуманітарний університет імені академіка Степана Дем’янчука”, Національний університет водного господарства та природокористування, інші вищі навчальні заклади області фізично обдарованих дітей, провідних спортсменів та фахівців сфери фізичної культури і спорту, вихованців дитячо-юнацької спортивної школи  району, в тому числі спортсменів-інвалідів.</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autoSpaceDE w:val="0"/>
        <w:autoSpaceDN w:val="0"/>
        <w:adjustRightInd w:val="0"/>
        <w:ind w:firstLine="709"/>
        <w:jc w:val="both"/>
        <w:rPr>
          <w:lang w:val="uk-UA"/>
        </w:rPr>
      </w:pPr>
      <w:r w:rsidRPr="00EA5A19">
        <w:rPr>
          <w:lang w:val="uk-UA"/>
        </w:rPr>
        <w:t>56. Забезпечити підвищення кваліфікації вчителів фізичної культури, тренерів-викладачів та інших фахівців сфери фізичної культури та спорту району у вищих навчальних закладах, підпорядкованих центральному органу виконавчої влади в сфері фізичної культури та спорту, обласних навчальних закладах, які мають відповідні ліцензії, згідно з чинними нормативними актами.</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5445"/>
        </w:tabs>
        <w:autoSpaceDE w:val="0"/>
        <w:autoSpaceDN w:val="0"/>
        <w:adjustRightInd w:val="0"/>
        <w:jc w:val="both"/>
        <w:rPr>
          <w:lang w:val="uk-UA"/>
        </w:rPr>
      </w:pPr>
    </w:p>
    <w:p w:rsidR="009853AE" w:rsidRPr="00EA5A19" w:rsidRDefault="009853AE" w:rsidP="004D0338">
      <w:pPr>
        <w:widowControl w:val="0"/>
        <w:tabs>
          <w:tab w:val="left" w:pos="5445"/>
        </w:tabs>
        <w:autoSpaceDE w:val="0"/>
        <w:autoSpaceDN w:val="0"/>
        <w:adjustRightInd w:val="0"/>
        <w:ind w:firstLine="709"/>
        <w:jc w:val="both"/>
        <w:rPr>
          <w:lang w:val="uk-UA"/>
        </w:rPr>
      </w:pPr>
      <w:r w:rsidRPr="00EA5A19">
        <w:rPr>
          <w:lang w:val="uk-UA"/>
        </w:rPr>
        <w:t>57. Покращити роботу з волонтерами сфери фізичної культури і спорту, залучати до волонтерської діяльності аматорів, ветеранів спорту та передбачати різні форми стимулювання волонтерської діяльності.</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2016"/>
          <w:tab w:val="left" w:pos="3600"/>
          <w:tab w:val="left" w:pos="4320"/>
        </w:tabs>
        <w:autoSpaceDE w:val="0"/>
        <w:autoSpaceDN w:val="0"/>
        <w:adjustRightInd w:val="0"/>
        <w:ind w:firstLine="709"/>
        <w:jc w:val="both"/>
        <w:rPr>
          <w:lang w:val="uk-UA"/>
        </w:rPr>
      </w:pPr>
    </w:p>
    <w:p w:rsidR="009853AE" w:rsidRPr="00EA5A19" w:rsidRDefault="009853AE" w:rsidP="004D0338">
      <w:pPr>
        <w:widowControl w:val="0"/>
        <w:tabs>
          <w:tab w:val="left" w:pos="5445"/>
        </w:tabs>
        <w:autoSpaceDE w:val="0"/>
        <w:autoSpaceDN w:val="0"/>
        <w:adjustRightInd w:val="0"/>
        <w:ind w:firstLine="709"/>
        <w:jc w:val="both"/>
        <w:rPr>
          <w:lang w:val="uk-UA"/>
        </w:rPr>
      </w:pPr>
    </w:p>
    <w:p w:rsidR="009853AE" w:rsidRPr="00EA5A19" w:rsidRDefault="009853AE" w:rsidP="004D0338">
      <w:pPr>
        <w:widowControl w:val="0"/>
        <w:tabs>
          <w:tab w:val="left" w:pos="5445"/>
        </w:tabs>
        <w:autoSpaceDE w:val="0"/>
        <w:autoSpaceDN w:val="0"/>
        <w:adjustRightInd w:val="0"/>
        <w:jc w:val="center"/>
        <w:rPr>
          <w:b/>
          <w:lang w:val="uk-UA"/>
        </w:rPr>
      </w:pPr>
    </w:p>
    <w:p w:rsidR="009853AE" w:rsidRPr="00EA5A19" w:rsidRDefault="009853AE" w:rsidP="004D0338">
      <w:pPr>
        <w:widowControl w:val="0"/>
        <w:tabs>
          <w:tab w:val="left" w:pos="5445"/>
        </w:tabs>
        <w:autoSpaceDE w:val="0"/>
        <w:autoSpaceDN w:val="0"/>
        <w:adjustRightInd w:val="0"/>
        <w:jc w:val="center"/>
        <w:rPr>
          <w:lang w:val="uk-UA"/>
        </w:rPr>
      </w:pPr>
      <w:r w:rsidRPr="00EA5A19">
        <w:rPr>
          <w:lang w:val="uk-UA"/>
        </w:rPr>
        <w:t>Матеріально-технічне забезпечення</w:t>
      </w:r>
    </w:p>
    <w:p w:rsidR="009853AE" w:rsidRPr="00EA5A19" w:rsidRDefault="009853AE" w:rsidP="004D0338">
      <w:pPr>
        <w:widowControl w:val="0"/>
        <w:tabs>
          <w:tab w:val="left" w:pos="5445"/>
        </w:tabs>
        <w:autoSpaceDE w:val="0"/>
        <w:autoSpaceDN w:val="0"/>
        <w:adjustRightInd w:val="0"/>
        <w:jc w:val="both"/>
        <w:rPr>
          <w:lang w:val="uk-UA"/>
        </w:rPr>
      </w:pPr>
    </w:p>
    <w:p w:rsidR="009853AE" w:rsidRPr="00EA5A19" w:rsidRDefault="009853AE" w:rsidP="004D0338">
      <w:pPr>
        <w:widowControl w:val="0"/>
        <w:autoSpaceDE w:val="0"/>
        <w:autoSpaceDN w:val="0"/>
        <w:adjustRightInd w:val="0"/>
        <w:ind w:firstLine="709"/>
        <w:jc w:val="both"/>
        <w:rPr>
          <w:lang w:val="uk-UA"/>
        </w:rPr>
      </w:pPr>
      <w:r w:rsidRPr="00EA5A19">
        <w:rPr>
          <w:lang w:val="uk-UA"/>
        </w:rPr>
        <w:t xml:space="preserve">58. Забезпечити проведення </w:t>
      </w:r>
      <w:r w:rsidRPr="00EA5A19">
        <w:rPr>
          <w:color w:val="000000"/>
          <w:lang w:val="uk-UA"/>
        </w:rPr>
        <w:t xml:space="preserve">паспортизації </w:t>
      </w:r>
      <w:r w:rsidRPr="00EA5A19">
        <w:rPr>
          <w:lang w:val="uk-UA"/>
        </w:rPr>
        <w:t>спортивних споруд району, внесення даних про них до Єдиного електронного Всеукраїнського реєстру спортивних споруд та постійне їх поновлення.</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районна рада фізкультурно-спортивного товариства ,</w:t>
      </w:r>
      <w:r w:rsidRPr="00EA5A19">
        <w:t>,</w:t>
      </w:r>
      <w:r w:rsidRPr="00EA5A19">
        <w:rPr>
          <w:lang w:val="uk-UA"/>
        </w:rPr>
        <w:t>Колос</w:t>
      </w:r>
      <w:r w:rsidRPr="00EA5A19">
        <w:t>”</w:t>
      </w:r>
      <w:r w:rsidRPr="00EA5A19">
        <w:rPr>
          <w:lang w:val="uk-UA"/>
        </w:rPr>
        <w:t xml:space="preserve"> (за згодою), власники спортивних споруд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2880"/>
          <w:tab w:val="left" w:pos="4608"/>
          <w:tab w:val="left" w:pos="4752"/>
          <w:tab w:val="left" w:pos="4896"/>
        </w:tabs>
        <w:autoSpaceDE w:val="0"/>
        <w:autoSpaceDN w:val="0"/>
        <w:adjustRightInd w:val="0"/>
        <w:ind w:firstLine="709"/>
        <w:jc w:val="both"/>
        <w:rPr>
          <w:lang w:val="uk-UA"/>
        </w:rPr>
      </w:pPr>
      <w:r w:rsidRPr="00EA5A19">
        <w:rPr>
          <w:lang w:val="uk-UA"/>
        </w:rPr>
        <w:t>59. Забезпечити проведення поточних та капітальних ремонтів спортивних споруд району незалежно від форм власності, інших приміщень та спортивних майданчиків закладів сфери фізичної культури і спорту, вжити заходів щодо їх ефективного використання.</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районна рада фізкультурно-спортивного товариства ,</w:t>
      </w:r>
      <w:r w:rsidRPr="00EA5A19">
        <w:t>,</w:t>
      </w:r>
      <w:r w:rsidRPr="00EA5A19">
        <w:rPr>
          <w:lang w:val="uk-UA"/>
        </w:rPr>
        <w:t>Колос</w:t>
      </w:r>
      <w:r w:rsidRPr="00EA5A19">
        <w:t>”</w:t>
      </w:r>
      <w:r w:rsidRPr="00EA5A19">
        <w:rPr>
          <w:lang w:val="uk-UA"/>
        </w:rPr>
        <w:t xml:space="preserve"> (за згодою),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2880"/>
          <w:tab w:val="left" w:pos="4608"/>
          <w:tab w:val="left" w:pos="4752"/>
          <w:tab w:val="left" w:pos="4896"/>
        </w:tabs>
        <w:autoSpaceDE w:val="0"/>
        <w:autoSpaceDN w:val="0"/>
        <w:adjustRightInd w:val="0"/>
        <w:ind w:firstLine="709"/>
        <w:jc w:val="both"/>
        <w:rPr>
          <w:lang w:val="uk-UA"/>
        </w:rPr>
      </w:pPr>
      <w:r w:rsidRPr="00EA5A19">
        <w:rPr>
          <w:lang w:val="uk-UA"/>
        </w:rPr>
        <w:t>60. Забезпечити будівництво нових сучасних спортивних споруд, які відповідали б міжнародним стандартам та реконструкцію існуючих спортивних споруд, у тому числі районного стадіону ,,Колос</w:t>
      </w:r>
      <w:r w:rsidRPr="00EA5A19">
        <w:t>”</w:t>
      </w:r>
      <w:r w:rsidRPr="00EA5A19">
        <w:rPr>
          <w:lang w:val="uk-UA"/>
        </w:rPr>
        <w:t>.</w:t>
      </w:r>
    </w:p>
    <w:p w:rsidR="009853AE" w:rsidRPr="00EA5A19" w:rsidRDefault="009853AE" w:rsidP="004D0338">
      <w:pPr>
        <w:widowControl w:val="0"/>
        <w:autoSpaceDE w:val="0"/>
        <w:autoSpaceDN w:val="0"/>
        <w:adjustRightInd w:val="0"/>
        <w:ind w:left="4395"/>
        <w:jc w:val="both"/>
        <w:rPr>
          <w:lang w:val="uk-UA"/>
        </w:rPr>
      </w:pPr>
      <w:r w:rsidRPr="00EA5A19">
        <w:rPr>
          <w:lang w:val="uk-UA"/>
        </w:rPr>
        <w:t>Відділ містобудування, архітектури та житлово-комунального господарства райдержадміністрації, управління освіти, молоді та спорту райдержадміністрації, міськсільвиконкоми, районна рада фізкультурно-спортивного товариства ,</w:t>
      </w:r>
      <w:r w:rsidRPr="00EA5A19">
        <w:t>,</w:t>
      </w:r>
      <w:r w:rsidRPr="00EA5A19">
        <w:rPr>
          <w:lang w:val="uk-UA"/>
        </w:rPr>
        <w:t>Колос</w:t>
      </w:r>
      <w:r w:rsidRPr="00EA5A19">
        <w:t>”</w:t>
      </w:r>
      <w:r w:rsidRPr="00EA5A19">
        <w:rPr>
          <w:lang w:val="uk-UA"/>
        </w:rPr>
        <w:t xml:space="preserve">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2880"/>
          <w:tab w:val="left" w:pos="4608"/>
          <w:tab w:val="left" w:pos="4752"/>
          <w:tab w:val="left" w:pos="4896"/>
        </w:tabs>
        <w:autoSpaceDE w:val="0"/>
        <w:autoSpaceDN w:val="0"/>
        <w:adjustRightInd w:val="0"/>
        <w:ind w:firstLine="709"/>
        <w:jc w:val="both"/>
        <w:rPr>
          <w:lang w:val="uk-UA"/>
        </w:rPr>
      </w:pPr>
      <w:r w:rsidRPr="00EA5A19">
        <w:rPr>
          <w:lang w:val="uk-UA"/>
        </w:rPr>
        <w:t>61. Забезпечити будівництво багатофункціональних спортивних майданчиків та універсальних спортивних комплексів для систематичних занять населення фізичною культурою і спортом.</w:t>
      </w:r>
    </w:p>
    <w:p w:rsidR="009853AE" w:rsidRPr="00EA5A19" w:rsidRDefault="009853AE" w:rsidP="004D0338">
      <w:pPr>
        <w:widowControl w:val="0"/>
        <w:tabs>
          <w:tab w:val="left" w:pos="720"/>
          <w:tab w:val="left" w:pos="2880"/>
          <w:tab w:val="left" w:pos="4752"/>
          <w:tab w:val="left" w:pos="4896"/>
        </w:tabs>
        <w:autoSpaceDE w:val="0"/>
        <w:autoSpaceDN w:val="0"/>
        <w:adjustRightInd w:val="0"/>
        <w:ind w:left="4395"/>
        <w:jc w:val="both"/>
        <w:rPr>
          <w:lang w:val="uk-UA"/>
        </w:rPr>
      </w:pPr>
      <w:r w:rsidRPr="00EA5A19">
        <w:rPr>
          <w:lang w:val="uk-UA"/>
        </w:rPr>
        <w:t>Відділ містобудування, архітектури та житлово-комунального господарства райдержадміністрації, управління освіти, молоді та спорту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2880"/>
          <w:tab w:val="left" w:pos="4608"/>
          <w:tab w:val="left" w:pos="4752"/>
          <w:tab w:val="left" w:pos="4896"/>
        </w:tabs>
        <w:autoSpaceDE w:val="0"/>
        <w:autoSpaceDN w:val="0"/>
        <w:adjustRightInd w:val="0"/>
        <w:ind w:firstLine="709"/>
        <w:jc w:val="both"/>
        <w:rPr>
          <w:lang w:val="uk-UA"/>
        </w:rPr>
      </w:pPr>
      <w:r w:rsidRPr="00EA5A19">
        <w:rPr>
          <w:lang w:val="uk-UA"/>
        </w:rPr>
        <w:t>62. Забезпечити будівництво нових та модернізацію існуючих спортивних майданчиків загальноосвітніх та дошкільних навчальних закладів.</w:t>
      </w:r>
    </w:p>
    <w:p w:rsidR="009853AE" w:rsidRPr="00EA5A19" w:rsidRDefault="009853AE" w:rsidP="004D0338">
      <w:pPr>
        <w:widowControl w:val="0"/>
        <w:tabs>
          <w:tab w:val="left" w:pos="720"/>
          <w:tab w:val="left" w:pos="2880"/>
          <w:tab w:val="left" w:pos="4752"/>
          <w:tab w:val="left" w:pos="4896"/>
        </w:tabs>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w:t>
      </w:r>
      <w:r w:rsidRPr="00EA5A19">
        <w:t>20</w:t>
      </w:r>
      <w:r w:rsidRPr="00EA5A19">
        <w:rPr>
          <w:lang w:val="uk-UA"/>
        </w:rPr>
        <w:t xml:space="preserve"> роки.</w:t>
      </w:r>
    </w:p>
    <w:p w:rsidR="009853AE" w:rsidRPr="00EA5A19" w:rsidRDefault="009853AE" w:rsidP="004D0338">
      <w:pPr>
        <w:widowControl w:val="0"/>
        <w:tabs>
          <w:tab w:val="left" w:pos="720"/>
          <w:tab w:val="left" w:pos="2880"/>
          <w:tab w:val="left" w:pos="4608"/>
          <w:tab w:val="left" w:pos="4752"/>
          <w:tab w:val="left" w:pos="4896"/>
        </w:tabs>
        <w:autoSpaceDE w:val="0"/>
        <w:autoSpaceDN w:val="0"/>
        <w:adjustRightInd w:val="0"/>
        <w:ind w:firstLine="709"/>
        <w:jc w:val="both"/>
        <w:rPr>
          <w:lang w:val="uk-UA"/>
        </w:rPr>
      </w:pPr>
      <w:r w:rsidRPr="00EA5A19">
        <w:rPr>
          <w:lang w:val="uk-UA"/>
        </w:rPr>
        <w:t>63. Сприяти облаштуванню місць для навчання плаванню на відкритих водоймах, пляжах, велосипедних доріжок, парків та баз для активного відпочинку, воднолижних доріжок на водоймах у місцях масового відпочинку населення.</w:t>
      </w:r>
    </w:p>
    <w:p w:rsidR="009853AE" w:rsidRPr="00EA5A19" w:rsidRDefault="009853AE" w:rsidP="004D0338">
      <w:pPr>
        <w:widowControl w:val="0"/>
        <w:tabs>
          <w:tab w:val="left" w:pos="720"/>
          <w:tab w:val="left" w:pos="2880"/>
          <w:tab w:val="left" w:pos="4752"/>
          <w:tab w:val="left" w:pos="4896"/>
        </w:tabs>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tabs>
          <w:tab w:val="left" w:pos="720"/>
          <w:tab w:val="left" w:pos="2880"/>
          <w:tab w:val="left" w:pos="4752"/>
          <w:tab w:val="left" w:pos="4896"/>
        </w:tabs>
        <w:autoSpaceDE w:val="0"/>
        <w:autoSpaceDN w:val="0"/>
        <w:adjustRightInd w:val="0"/>
        <w:ind w:left="4395"/>
        <w:jc w:val="both"/>
        <w:rPr>
          <w:lang w:val="uk-UA"/>
        </w:rPr>
      </w:pPr>
      <w:r w:rsidRPr="00EA5A19">
        <w:rPr>
          <w:lang w:val="uk-UA"/>
        </w:rPr>
        <w:t xml:space="preserve">2017-2020 роки. </w:t>
      </w:r>
    </w:p>
    <w:p w:rsidR="009853AE" w:rsidRPr="00EA5A19" w:rsidRDefault="009853AE" w:rsidP="004D0338">
      <w:pPr>
        <w:widowControl w:val="0"/>
        <w:tabs>
          <w:tab w:val="left" w:pos="720"/>
          <w:tab w:val="left" w:pos="2880"/>
          <w:tab w:val="left" w:pos="4608"/>
          <w:tab w:val="left" w:pos="4752"/>
          <w:tab w:val="left" w:pos="4896"/>
        </w:tabs>
        <w:autoSpaceDE w:val="0"/>
        <w:autoSpaceDN w:val="0"/>
        <w:adjustRightInd w:val="0"/>
        <w:ind w:firstLine="709"/>
        <w:jc w:val="both"/>
        <w:rPr>
          <w:snapToGrid w:val="0"/>
          <w:lang w:val="uk-UA"/>
        </w:rPr>
      </w:pPr>
      <w:r w:rsidRPr="00EA5A19">
        <w:rPr>
          <w:lang w:val="uk-UA"/>
        </w:rPr>
        <w:t xml:space="preserve">64. </w:t>
      </w:r>
      <w:r w:rsidRPr="00EA5A19">
        <w:rPr>
          <w:snapToGrid w:val="0"/>
          <w:lang w:val="uk-UA"/>
        </w:rPr>
        <w:t>Не допускати перепрофілювання чи припинення діяльності фізкультурно-оздоровчих та спортивних споруд.</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районна рада фізкультурно-спортивного товариства ,</w:t>
      </w:r>
      <w:r w:rsidRPr="00EA5A19">
        <w:t>,</w:t>
      </w:r>
      <w:r w:rsidRPr="00EA5A19">
        <w:rPr>
          <w:lang w:val="uk-UA"/>
        </w:rPr>
        <w:t>Колос</w:t>
      </w:r>
      <w:r w:rsidRPr="00EA5A19">
        <w:t>”</w:t>
      </w:r>
      <w:r w:rsidRPr="00EA5A19">
        <w:rPr>
          <w:lang w:val="uk-UA"/>
        </w:rPr>
        <w:t xml:space="preserve"> (за згодою), власники спортивних споруд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1152"/>
          <w:tab w:val="left" w:pos="4320"/>
          <w:tab w:val="left" w:pos="4752"/>
          <w:tab w:val="left" w:pos="4896"/>
        </w:tabs>
        <w:autoSpaceDE w:val="0"/>
        <w:autoSpaceDN w:val="0"/>
        <w:adjustRightInd w:val="0"/>
        <w:ind w:firstLine="709"/>
        <w:jc w:val="both"/>
        <w:rPr>
          <w:lang w:val="uk-UA"/>
        </w:rPr>
      </w:pPr>
      <w:r w:rsidRPr="00EA5A19">
        <w:rPr>
          <w:lang w:val="uk-UA"/>
        </w:rPr>
        <w:t>65. Рекомендувати органам місцевого самоврядування розглянути питання про встановлення пільг щодо плати за землю для з</w:t>
      </w:r>
      <w:r w:rsidRPr="00EA5A19">
        <w:rPr>
          <w:color w:val="000000"/>
          <w:shd w:val="clear" w:color="auto" w:fill="FFFFFF"/>
          <w:lang w:val="uk-UA"/>
        </w:rPr>
        <w:t>акладів фізичної культури і спорту, які мають у власності або користуванні спортивні споруди</w:t>
      </w:r>
      <w:r w:rsidRPr="00EA5A19">
        <w:rPr>
          <w:lang w:val="uk-UA"/>
        </w:rPr>
        <w:t xml:space="preserve">, що не використовуються для здійснення підприємницької діяльності, а також встановлення </w:t>
      </w:r>
      <w:r w:rsidRPr="00EA5A19">
        <w:rPr>
          <w:color w:val="000000"/>
          <w:shd w:val="clear" w:color="auto" w:fill="FFFFFF"/>
          <w:lang w:val="uk-UA"/>
        </w:rPr>
        <w:t>пільг з оплати за користування комунальними послугами та спожиту електроенергію</w:t>
      </w:r>
      <w:r w:rsidRPr="00EA5A19">
        <w:rPr>
          <w:lang w:val="uk-UA"/>
        </w:rPr>
        <w:t xml:space="preserve"> в установленому законодавством порядку.</w:t>
      </w:r>
    </w:p>
    <w:p w:rsidR="009853AE" w:rsidRPr="00EA5A19" w:rsidRDefault="009853AE" w:rsidP="004D0338">
      <w:pPr>
        <w:widowControl w:val="0"/>
        <w:tabs>
          <w:tab w:val="left" w:pos="720"/>
          <w:tab w:val="left" w:pos="2880"/>
          <w:tab w:val="left" w:pos="4752"/>
          <w:tab w:val="left" w:pos="4896"/>
        </w:tabs>
        <w:autoSpaceDE w:val="0"/>
        <w:autoSpaceDN w:val="0"/>
        <w:adjustRightInd w:val="0"/>
        <w:ind w:left="4395"/>
        <w:jc w:val="both"/>
        <w:rPr>
          <w:lang w:val="uk-UA"/>
        </w:rPr>
      </w:pPr>
      <w:r w:rsidRPr="00EA5A19">
        <w:rPr>
          <w:lang w:val="uk-UA"/>
        </w:rPr>
        <w:t>Відділ містобудування, архітектури та житлово-комунального господарства райдержадміністрації, 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tabs>
          <w:tab w:val="left" w:pos="5445"/>
        </w:tabs>
        <w:autoSpaceDE w:val="0"/>
        <w:autoSpaceDN w:val="0"/>
        <w:adjustRightInd w:val="0"/>
        <w:ind w:firstLine="851"/>
        <w:jc w:val="both"/>
        <w:rPr>
          <w:snapToGrid w:val="0"/>
          <w:lang w:val="uk-UA"/>
        </w:rPr>
      </w:pPr>
      <w:r w:rsidRPr="00EA5A19">
        <w:rPr>
          <w:lang w:val="uk-UA"/>
        </w:rPr>
        <w:t xml:space="preserve">66. Створити умови для </w:t>
      </w:r>
      <w:r w:rsidRPr="00EA5A19">
        <w:rPr>
          <w:snapToGrid w:val="0"/>
          <w:lang w:val="uk-UA"/>
        </w:rPr>
        <w:t>використання фізкультурно-оздоровчих та спортивних споруд загальноосвітніх навчальних закладів у позаурочний час для проведення фізкультурно-оздоровчих та спортивних занять</w:t>
      </w:r>
      <w:r w:rsidRPr="00EA5A19">
        <w:rPr>
          <w:color w:val="000000"/>
          <w:lang w:val="uk-UA"/>
        </w:rPr>
        <w:t>.</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Постійно.</w:t>
      </w:r>
    </w:p>
    <w:p w:rsidR="009853AE" w:rsidRPr="00EA5A19" w:rsidRDefault="009853AE" w:rsidP="004D0338">
      <w:pPr>
        <w:widowControl w:val="0"/>
        <w:tabs>
          <w:tab w:val="left" w:pos="720"/>
          <w:tab w:val="left" w:pos="2880"/>
          <w:tab w:val="left" w:pos="4608"/>
          <w:tab w:val="left" w:pos="4752"/>
          <w:tab w:val="left" w:pos="4896"/>
        </w:tabs>
        <w:autoSpaceDE w:val="0"/>
        <w:autoSpaceDN w:val="0"/>
        <w:adjustRightInd w:val="0"/>
        <w:ind w:firstLine="709"/>
        <w:jc w:val="both"/>
        <w:rPr>
          <w:lang w:val="uk-UA"/>
        </w:rPr>
      </w:pPr>
      <w:r w:rsidRPr="00EA5A19">
        <w:rPr>
          <w:lang w:val="uk-UA"/>
        </w:rPr>
        <w:t>67. Забезпечити придбання спортивного інвентарю та обладнання для належного проведення навчально-тренувального процесу, фізкультурно-оздоровчих, спортивних заходів, у всіх навчальних закладах району незалежно від форми власності, та в дитячо-юнацькій спортивній школі.</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autoSpaceDE w:val="0"/>
        <w:autoSpaceDN w:val="0"/>
        <w:adjustRightInd w:val="0"/>
        <w:ind w:firstLine="709"/>
        <w:jc w:val="both"/>
        <w:rPr>
          <w:lang w:val="uk-UA"/>
        </w:rPr>
      </w:pPr>
      <w:r w:rsidRPr="00EA5A19">
        <w:rPr>
          <w:lang w:val="uk-UA"/>
        </w:rPr>
        <w:t>68. Створювати на діючих спортивних спорудах реабілітаційно-відновлювальні центри, тренажерні зали, консультативні пункти, кімнати психологічного розвантаження, пункти прокату спортивного інвентарю та обладнання тощо.</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районна рада фізкультурно-спортивного товариства ,</w:t>
      </w:r>
      <w:r w:rsidRPr="00EA5A19">
        <w:t>,</w:t>
      </w:r>
      <w:r w:rsidRPr="00EA5A19">
        <w:rPr>
          <w:lang w:val="uk-UA"/>
        </w:rPr>
        <w:t>Колос</w:t>
      </w:r>
      <w:r w:rsidRPr="00EA5A19">
        <w:t>”</w:t>
      </w:r>
      <w:r w:rsidRPr="00EA5A19">
        <w:rPr>
          <w:lang w:val="uk-UA"/>
        </w:rPr>
        <w:t xml:space="preserve">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2017-20</w:t>
      </w:r>
      <w:r w:rsidRPr="00EA5A19">
        <w:t>20</w:t>
      </w:r>
      <w:r w:rsidRPr="00EA5A19">
        <w:rPr>
          <w:lang w:val="uk-UA"/>
        </w:rPr>
        <w:t xml:space="preserve"> роки.</w:t>
      </w:r>
    </w:p>
    <w:p w:rsidR="009853AE" w:rsidRPr="00EA5A19" w:rsidRDefault="009853AE" w:rsidP="004D0338">
      <w:pPr>
        <w:widowControl w:val="0"/>
        <w:tabs>
          <w:tab w:val="left" w:pos="720"/>
          <w:tab w:val="left" w:pos="1152"/>
          <w:tab w:val="left" w:pos="4320"/>
          <w:tab w:val="left" w:pos="4752"/>
          <w:tab w:val="left" w:pos="4896"/>
        </w:tabs>
        <w:autoSpaceDE w:val="0"/>
        <w:autoSpaceDN w:val="0"/>
        <w:adjustRightInd w:val="0"/>
        <w:ind w:firstLine="709"/>
        <w:jc w:val="both"/>
        <w:rPr>
          <w:lang w:val="uk-UA"/>
        </w:rPr>
      </w:pPr>
      <w:r w:rsidRPr="00EA5A19">
        <w:rPr>
          <w:lang w:val="uk-UA"/>
        </w:rPr>
        <w:t>69. Забезпечити провідних спортсменів району, у тому числі інвалідів-спортсменів, необхідними дозволеними фармакологічними засобами, спортивним інвентарем та обладнанням для здійснення повноцінного навчально-тренувального процесу та участі у змаганнях.</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tabs>
          <w:tab w:val="left" w:pos="0"/>
        </w:tabs>
        <w:autoSpaceDE w:val="0"/>
        <w:autoSpaceDN w:val="0"/>
        <w:adjustRightInd w:val="0"/>
        <w:jc w:val="center"/>
        <w:rPr>
          <w:b/>
          <w:lang w:val="uk-UA"/>
        </w:rPr>
      </w:pPr>
    </w:p>
    <w:p w:rsidR="009853AE" w:rsidRPr="00EA5A19" w:rsidRDefault="009853AE" w:rsidP="004D0338">
      <w:pPr>
        <w:widowControl w:val="0"/>
        <w:tabs>
          <w:tab w:val="left" w:pos="0"/>
        </w:tabs>
        <w:autoSpaceDE w:val="0"/>
        <w:autoSpaceDN w:val="0"/>
        <w:adjustRightInd w:val="0"/>
        <w:jc w:val="center"/>
        <w:rPr>
          <w:lang w:val="uk-UA"/>
        </w:rPr>
      </w:pPr>
      <w:r w:rsidRPr="00EA5A19">
        <w:rPr>
          <w:lang w:val="uk-UA"/>
        </w:rPr>
        <w:t>Фінансове забезпечення</w:t>
      </w:r>
    </w:p>
    <w:p w:rsidR="009853AE" w:rsidRPr="00EA5A19" w:rsidRDefault="009853AE" w:rsidP="004D0338">
      <w:pPr>
        <w:widowControl w:val="0"/>
        <w:tabs>
          <w:tab w:val="left" w:pos="720"/>
          <w:tab w:val="left" w:pos="3024"/>
          <w:tab w:val="left" w:pos="4320"/>
          <w:tab w:val="left" w:pos="4752"/>
          <w:tab w:val="left" w:pos="5040"/>
          <w:tab w:val="left" w:pos="5184"/>
        </w:tabs>
        <w:autoSpaceDE w:val="0"/>
        <w:autoSpaceDN w:val="0"/>
        <w:adjustRightInd w:val="0"/>
        <w:jc w:val="both"/>
        <w:rPr>
          <w:lang w:val="uk-UA"/>
        </w:rPr>
      </w:pPr>
    </w:p>
    <w:p w:rsidR="009853AE" w:rsidRPr="00EA5A19" w:rsidRDefault="009853AE" w:rsidP="004D0338">
      <w:pPr>
        <w:widowControl w:val="0"/>
        <w:tabs>
          <w:tab w:val="left" w:pos="720"/>
          <w:tab w:val="left" w:pos="3024"/>
          <w:tab w:val="left" w:pos="4320"/>
          <w:tab w:val="left" w:pos="4752"/>
          <w:tab w:val="left" w:pos="5040"/>
          <w:tab w:val="left" w:pos="5184"/>
        </w:tabs>
        <w:autoSpaceDE w:val="0"/>
        <w:autoSpaceDN w:val="0"/>
        <w:adjustRightInd w:val="0"/>
        <w:ind w:firstLine="709"/>
        <w:jc w:val="both"/>
        <w:rPr>
          <w:lang w:val="uk-UA"/>
        </w:rPr>
      </w:pPr>
      <w:r w:rsidRPr="00EA5A19">
        <w:rPr>
          <w:lang w:val="uk-UA"/>
        </w:rPr>
        <w:t>70. Передбачати в місцевих та районному бюджетах видатки на виконання цієї Програми в межах планового фінансування сфери фізичної культури та спорту.</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фінансове управління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tabs>
          <w:tab w:val="left" w:pos="720"/>
          <w:tab w:val="left" w:pos="3024"/>
          <w:tab w:val="left" w:pos="4320"/>
          <w:tab w:val="left" w:pos="4752"/>
          <w:tab w:val="left" w:pos="5040"/>
          <w:tab w:val="left" w:pos="5184"/>
        </w:tabs>
        <w:autoSpaceDE w:val="0"/>
        <w:autoSpaceDN w:val="0"/>
        <w:adjustRightInd w:val="0"/>
        <w:ind w:firstLine="709"/>
        <w:jc w:val="both"/>
        <w:rPr>
          <w:lang w:val="uk-UA"/>
        </w:rPr>
      </w:pPr>
      <w:r w:rsidRPr="00EA5A19">
        <w:rPr>
          <w:lang w:val="uk-UA"/>
        </w:rPr>
        <w:t>71. Розширити запроваджену модель бюджетного фінансування розвитку фізичної культури і спорту, яка передбачає надання на конкурсних засадах фінансової допомоги спортивним організаціям для виконання відповідних програм на основі укладених угод, фінансування витрат на спортивні змагання з видів спорту відповідно до їх категорійності.</w:t>
      </w:r>
    </w:p>
    <w:p w:rsidR="009853AE" w:rsidRPr="00EA5A19" w:rsidRDefault="009853AE" w:rsidP="004D0338">
      <w:pPr>
        <w:widowControl w:val="0"/>
        <w:tabs>
          <w:tab w:val="left" w:pos="720"/>
          <w:tab w:val="left" w:pos="2880"/>
          <w:tab w:val="left" w:pos="4752"/>
          <w:tab w:val="left" w:pos="4896"/>
        </w:tabs>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tabs>
          <w:tab w:val="left" w:pos="720"/>
          <w:tab w:val="left" w:pos="2880"/>
          <w:tab w:val="left" w:pos="4752"/>
          <w:tab w:val="left" w:pos="4896"/>
        </w:tabs>
        <w:autoSpaceDE w:val="0"/>
        <w:autoSpaceDN w:val="0"/>
        <w:adjustRightInd w:val="0"/>
        <w:ind w:left="4395"/>
        <w:jc w:val="both"/>
        <w:rPr>
          <w:lang w:val="uk-UA"/>
        </w:rPr>
      </w:pPr>
      <w:r w:rsidRPr="00EA5A19">
        <w:rPr>
          <w:lang w:val="uk-UA"/>
        </w:rPr>
        <w:t xml:space="preserve">2017-2020 роки. </w:t>
      </w:r>
    </w:p>
    <w:p w:rsidR="009853AE" w:rsidRPr="00EA5A19" w:rsidRDefault="009853AE" w:rsidP="004D0338">
      <w:pPr>
        <w:widowControl w:val="0"/>
        <w:autoSpaceDE w:val="0"/>
        <w:autoSpaceDN w:val="0"/>
        <w:adjustRightInd w:val="0"/>
        <w:ind w:firstLine="709"/>
        <w:jc w:val="both"/>
        <w:rPr>
          <w:lang w:val="uk-UA"/>
        </w:rPr>
      </w:pPr>
      <w:r w:rsidRPr="00EA5A19">
        <w:rPr>
          <w:lang w:val="uk-UA"/>
        </w:rPr>
        <w:t>72. Продовжити практику надання фінансової підтримки громадським організаціям, які здійснюють свою діяльність у сфері фізичної культури і спорту, для проведення фізкультурно-оздоровчих та спортивних заходів, здійснення підготовки та участі спортсменів та команд району в офіційних обласних фізкультурно-оздоровчих та спортивних заходах, ремонту матеріально-технічної спортивної бази, придбання спортивного інвентарю та обладнання.</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фінансове управління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tabs>
          <w:tab w:val="left" w:pos="5445"/>
        </w:tabs>
        <w:autoSpaceDE w:val="0"/>
        <w:autoSpaceDN w:val="0"/>
        <w:adjustRightInd w:val="0"/>
        <w:ind w:firstLine="709"/>
        <w:jc w:val="both"/>
        <w:rPr>
          <w:color w:val="000000"/>
          <w:lang w:val="uk-UA"/>
        </w:rPr>
      </w:pPr>
      <w:r w:rsidRPr="00EA5A19">
        <w:rPr>
          <w:color w:val="000000"/>
          <w:lang w:val="uk-UA"/>
        </w:rPr>
        <w:t>73. Забезпечувати надання фінансової та організаційної підтримки спортсменам та командам району для підготовки та участі у фізкультурно-оздоровчих та спортивних заходах серед учасників антитерористичної операції та учасників бойових дій.</w:t>
      </w:r>
    </w:p>
    <w:p w:rsidR="009853AE" w:rsidRPr="00EA5A19" w:rsidRDefault="009853AE" w:rsidP="004D0338">
      <w:pPr>
        <w:widowControl w:val="0"/>
        <w:autoSpaceDE w:val="0"/>
        <w:autoSpaceDN w:val="0"/>
        <w:adjustRightInd w:val="0"/>
        <w:ind w:left="4395"/>
        <w:jc w:val="both"/>
        <w:rPr>
          <w:color w:val="000000"/>
          <w:lang w:val="uk-UA"/>
        </w:rPr>
      </w:pPr>
      <w:r w:rsidRPr="00EA5A19">
        <w:rPr>
          <w:color w:val="000000"/>
          <w:lang w:val="uk-UA"/>
        </w:rPr>
        <w:t>Управління освіти, молоді та спорту райдержадміністрації, районна федерація футболу (за згодою).</w:t>
      </w:r>
    </w:p>
    <w:p w:rsidR="009853AE" w:rsidRPr="00EA5A19" w:rsidRDefault="009853AE" w:rsidP="004D0338">
      <w:pPr>
        <w:widowControl w:val="0"/>
        <w:autoSpaceDE w:val="0"/>
        <w:autoSpaceDN w:val="0"/>
        <w:adjustRightInd w:val="0"/>
        <w:ind w:left="4395"/>
        <w:jc w:val="both"/>
        <w:rPr>
          <w:color w:val="000000"/>
          <w:lang w:val="uk-UA"/>
        </w:rPr>
      </w:pPr>
      <w:r w:rsidRPr="00EA5A19">
        <w:rPr>
          <w:color w:val="000000"/>
          <w:lang w:val="uk-UA"/>
        </w:rPr>
        <w:t>Щороку.</w:t>
      </w:r>
    </w:p>
    <w:p w:rsidR="009853AE" w:rsidRPr="00EA5A19" w:rsidRDefault="009853AE" w:rsidP="004D0338">
      <w:pPr>
        <w:widowControl w:val="0"/>
        <w:tabs>
          <w:tab w:val="left" w:pos="720"/>
          <w:tab w:val="left" w:pos="3024"/>
          <w:tab w:val="left" w:pos="4320"/>
          <w:tab w:val="left" w:pos="4752"/>
          <w:tab w:val="left" w:pos="5040"/>
          <w:tab w:val="left" w:pos="5184"/>
        </w:tabs>
        <w:autoSpaceDE w:val="0"/>
        <w:autoSpaceDN w:val="0"/>
        <w:adjustRightInd w:val="0"/>
        <w:ind w:firstLine="709"/>
        <w:jc w:val="both"/>
        <w:rPr>
          <w:lang w:val="uk-UA"/>
        </w:rPr>
      </w:pPr>
      <w:r w:rsidRPr="00EA5A19">
        <w:rPr>
          <w:lang w:val="uk-UA"/>
        </w:rPr>
        <w:t>74. Рекомендувати органам місцевого самоврядування передбачати в бюджетах усіх рівнів виділення коштів на утримання спортивних споруд району, зокрема спортивних споруд фізкультурно-спортивних товариств.</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районна рада фізкультурно-спортивного товариства ,</w:t>
      </w:r>
      <w:r w:rsidRPr="00EA5A19">
        <w:t>,</w:t>
      </w:r>
      <w:r w:rsidRPr="00EA5A19">
        <w:rPr>
          <w:lang w:val="uk-UA"/>
        </w:rPr>
        <w:t>Колос</w:t>
      </w:r>
      <w:r w:rsidRPr="00EA5A19">
        <w:t>”</w:t>
      </w:r>
      <w:r w:rsidRPr="00EA5A19">
        <w:rPr>
          <w:lang w:val="uk-UA"/>
        </w:rPr>
        <w:t xml:space="preserve">  (за згодою),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autoSpaceDE w:val="0"/>
        <w:autoSpaceDN w:val="0"/>
        <w:adjustRightInd w:val="0"/>
        <w:ind w:firstLine="709"/>
        <w:jc w:val="both"/>
        <w:rPr>
          <w:lang w:val="uk-UA"/>
        </w:rPr>
      </w:pPr>
      <w:r w:rsidRPr="00EA5A19">
        <w:rPr>
          <w:lang w:val="uk-UA"/>
        </w:rPr>
        <w:t>75. Передбачати в районному бюджеті кошти на покращення соціально-побутових умов, у тому числі придбання житла, кандидатам на участь в Олімпійських іграх, Паралімпійських та Дефлімпійських іграх, Європейських іграх, Всесвітніх іграх з неолімпійських видів спорту, Глобальних іграх, спортсменам, які посіли призові місця на чемпіонатах світу або Європи, та їх тренерам, фахівцям сфери фізичної культури і спорту району.</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autoSpaceDE w:val="0"/>
        <w:autoSpaceDN w:val="0"/>
        <w:adjustRightInd w:val="0"/>
        <w:ind w:firstLine="720"/>
        <w:jc w:val="both"/>
        <w:rPr>
          <w:snapToGrid w:val="0"/>
          <w:lang w:val="uk-UA"/>
        </w:rPr>
      </w:pPr>
      <w:r w:rsidRPr="00EA5A19">
        <w:rPr>
          <w:noProof/>
          <w:snapToGrid w:val="0"/>
          <w:lang w:val="uk-UA"/>
        </w:rPr>
        <w:t xml:space="preserve">76. </w:t>
      </w:r>
      <w:r w:rsidRPr="00EA5A19">
        <w:rPr>
          <w:snapToGrid w:val="0"/>
          <w:lang w:val="uk-UA"/>
        </w:rPr>
        <w:t>Передбачати в місцевих бюджетах кошти для забезпечення спортивним інвентарем і обладнанням загальноосвітніх навчальних закладів, дитячо-юнацьку спортивну школу.</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tabs>
          <w:tab w:val="left" w:pos="720"/>
          <w:tab w:val="left" w:pos="3024"/>
          <w:tab w:val="left" w:pos="4320"/>
          <w:tab w:val="left" w:pos="4752"/>
          <w:tab w:val="left" w:pos="5040"/>
          <w:tab w:val="left" w:pos="5184"/>
        </w:tabs>
        <w:autoSpaceDE w:val="0"/>
        <w:autoSpaceDN w:val="0"/>
        <w:adjustRightInd w:val="0"/>
        <w:jc w:val="both"/>
        <w:rPr>
          <w:lang w:val="uk-UA"/>
        </w:rPr>
      </w:pPr>
    </w:p>
    <w:p w:rsidR="009853AE" w:rsidRPr="00EA5A19" w:rsidRDefault="009853AE" w:rsidP="004D0338">
      <w:pPr>
        <w:widowControl w:val="0"/>
        <w:tabs>
          <w:tab w:val="left" w:pos="720"/>
          <w:tab w:val="left" w:pos="3024"/>
          <w:tab w:val="left" w:pos="4320"/>
          <w:tab w:val="left" w:pos="4752"/>
          <w:tab w:val="left" w:pos="5040"/>
          <w:tab w:val="left" w:pos="5184"/>
        </w:tabs>
        <w:autoSpaceDE w:val="0"/>
        <w:autoSpaceDN w:val="0"/>
        <w:adjustRightInd w:val="0"/>
        <w:ind w:firstLine="709"/>
        <w:jc w:val="both"/>
        <w:rPr>
          <w:lang w:val="uk-UA"/>
        </w:rPr>
      </w:pPr>
      <w:r w:rsidRPr="00EA5A19">
        <w:rPr>
          <w:lang w:val="uk-UA"/>
        </w:rPr>
        <w:t>77. Сприяти залученню інвестицій для розвитку фізичної культури і спорту, у тому числі покращання матеріально-технічної спортивної бази, поширюючи меценатство та спонсорство.</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управління економіки, торгівлі та агропромислового розвитку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09"/>
          <w:tab w:val="left" w:pos="3024"/>
          <w:tab w:val="left" w:pos="4320"/>
          <w:tab w:val="left" w:pos="4752"/>
          <w:tab w:val="left" w:pos="5040"/>
          <w:tab w:val="left" w:pos="5184"/>
        </w:tabs>
        <w:autoSpaceDE w:val="0"/>
        <w:autoSpaceDN w:val="0"/>
        <w:adjustRightInd w:val="0"/>
        <w:ind w:left="5387" w:hanging="5387"/>
        <w:rPr>
          <w:lang w:val="uk-UA"/>
        </w:rPr>
      </w:pPr>
    </w:p>
    <w:p w:rsidR="009853AE" w:rsidRPr="00EA5A19" w:rsidRDefault="009853AE" w:rsidP="004D0338">
      <w:pPr>
        <w:widowControl w:val="0"/>
        <w:tabs>
          <w:tab w:val="left" w:pos="709"/>
          <w:tab w:val="left" w:pos="3024"/>
          <w:tab w:val="left" w:pos="4320"/>
          <w:tab w:val="left" w:pos="4752"/>
          <w:tab w:val="left" w:pos="5040"/>
          <w:tab w:val="left" w:pos="5184"/>
        </w:tabs>
        <w:autoSpaceDE w:val="0"/>
        <w:autoSpaceDN w:val="0"/>
        <w:adjustRightInd w:val="0"/>
        <w:ind w:left="5387" w:hanging="5387"/>
        <w:jc w:val="center"/>
        <w:rPr>
          <w:lang w:val="uk-UA"/>
        </w:rPr>
      </w:pPr>
      <w:r w:rsidRPr="00EA5A19">
        <w:rPr>
          <w:lang w:val="uk-UA"/>
        </w:rPr>
        <w:t>Наукове забезпечення</w:t>
      </w:r>
    </w:p>
    <w:p w:rsidR="009853AE" w:rsidRPr="00EA5A19" w:rsidRDefault="009853AE" w:rsidP="004D0338">
      <w:pPr>
        <w:widowControl w:val="0"/>
        <w:tabs>
          <w:tab w:val="left" w:pos="5445"/>
        </w:tabs>
        <w:autoSpaceDE w:val="0"/>
        <w:autoSpaceDN w:val="0"/>
        <w:adjustRightInd w:val="0"/>
        <w:rPr>
          <w:u w:val="single"/>
          <w:lang w:val="uk-UA"/>
        </w:rPr>
      </w:pPr>
    </w:p>
    <w:p w:rsidR="009853AE" w:rsidRPr="00EA5A19" w:rsidRDefault="009853AE" w:rsidP="004D0338">
      <w:pPr>
        <w:widowControl w:val="0"/>
        <w:autoSpaceDE w:val="0"/>
        <w:autoSpaceDN w:val="0"/>
        <w:adjustRightInd w:val="0"/>
        <w:ind w:firstLine="709"/>
        <w:jc w:val="both"/>
        <w:rPr>
          <w:lang w:val="uk-UA"/>
        </w:rPr>
      </w:pPr>
      <w:r w:rsidRPr="00EA5A19">
        <w:rPr>
          <w:lang w:val="uk-UA"/>
        </w:rPr>
        <w:t>78. Забезпечувати участь провідних тренерів, спортсменів, фахівців  району у всеукраїнських та міжнародних нарадах, семінарах, конференціях, засіданнях Міністерства молоді та спорту України, Національного олімпійського комітету України, всеукраїнських федерацій  з проблем та перспектив розвитку фізичної культури і спорту.</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autoSpaceDE w:val="0"/>
        <w:autoSpaceDN w:val="0"/>
        <w:adjustRightInd w:val="0"/>
        <w:ind w:left="4395"/>
        <w:jc w:val="both"/>
        <w:rPr>
          <w:lang w:val="uk-UA"/>
        </w:rPr>
      </w:pPr>
    </w:p>
    <w:p w:rsidR="009853AE" w:rsidRPr="00EA5A19" w:rsidRDefault="009853AE" w:rsidP="004D0338">
      <w:pPr>
        <w:widowControl w:val="0"/>
        <w:shd w:val="clear" w:color="auto" w:fill="FFFFFF"/>
        <w:tabs>
          <w:tab w:val="left" w:pos="709"/>
          <w:tab w:val="left" w:pos="907"/>
        </w:tabs>
        <w:autoSpaceDE w:val="0"/>
        <w:autoSpaceDN w:val="0"/>
        <w:adjustRightInd w:val="0"/>
        <w:jc w:val="center"/>
        <w:rPr>
          <w:color w:val="000000"/>
          <w:spacing w:val="7"/>
          <w:lang w:val="uk-UA"/>
        </w:rPr>
      </w:pPr>
      <w:r w:rsidRPr="00EA5A19">
        <w:rPr>
          <w:color w:val="000000"/>
          <w:spacing w:val="7"/>
          <w:lang w:val="uk-UA"/>
        </w:rPr>
        <w:t>Медичне забезпечення</w:t>
      </w:r>
    </w:p>
    <w:p w:rsidR="009853AE" w:rsidRPr="00EA5A19" w:rsidRDefault="009853AE" w:rsidP="004D0338">
      <w:pPr>
        <w:widowControl w:val="0"/>
        <w:shd w:val="clear" w:color="auto" w:fill="FFFFFF"/>
        <w:tabs>
          <w:tab w:val="left" w:pos="709"/>
          <w:tab w:val="left" w:pos="907"/>
        </w:tabs>
        <w:autoSpaceDE w:val="0"/>
        <w:autoSpaceDN w:val="0"/>
        <w:adjustRightInd w:val="0"/>
        <w:rPr>
          <w:color w:val="000000"/>
          <w:spacing w:val="7"/>
          <w:lang w:val="uk-UA"/>
        </w:rPr>
      </w:pPr>
    </w:p>
    <w:p w:rsidR="009853AE" w:rsidRPr="00EA5A19" w:rsidRDefault="009853AE" w:rsidP="004D0338">
      <w:pPr>
        <w:widowControl w:val="0"/>
        <w:autoSpaceDE w:val="0"/>
        <w:autoSpaceDN w:val="0"/>
        <w:adjustRightInd w:val="0"/>
        <w:ind w:firstLine="709"/>
        <w:jc w:val="both"/>
        <w:rPr>
          <w:lang w:val="uk-UA"/>
        </w:rPr>
      </w:pPr>
      <w:r w:rsidRPr="00EA5A19">
        <w:rPr>
          <w:lang w:val="uk-UA"/>
        </w:rPr>
        <w:t xml:space="preserve">79. Здійснити організаційні заходи щодо забезпечення належного лікарського контролю за станом здоров’я вихованців дитячо-юнацької спортивної школи та провідних спортсменів району, для чого у районній  лікарні увести посаду фахівця зі спортивної медицини. </w:t>
      </w:r>
    </w:p>
    <w:p w:rsidR="009853AE" w:rsidRPr="00EA5A19" w:rsidRDefault="009853AE" w:rsidP="004D0338">
      <w:pPr>
        <w:widowControl w:val="0"/>
        <w:autoSpaceDE w:val="0"/>
        <w:autoSpaceDN w:val="0"/>
        <w:adjustRightInd w:val="0"/>
        <w:ind w:left="4395"/>
        <w:jc w:val="both"/>
        <w:rPr>
          <w:lang w:val="uk-UA"/>
        </w:rPr>
      </w:pPr>
      <w:r w:rsidRPr="00EA5A19">
        <w:rPr>
          <w:lang w:val="uk-UA"/>
        </w:rPr>
        <w:t>Комунальний заклад охорони здоров</w:t>
      </w:r>
      <w:r w:rsidRPr="00EA5A19">
        <w:t>’</w:t>
      </w:r>
      <w:r w:rsidRPr="00EA5A19">
        <w:rPr>
          <w:lang w:val="uk-UA"/>
        </w:rPr>
        <w:t>я ,,Корецька центральна районна лікарня</w:t>
      </w:r>
      <w:r w:rsidRPr="00EA5A19">
        <w:t>”</w:t>
      </w:r>
      <w:r w:rsidRPr="00EA5A19">
        <w:rPr>
          <w:lang w:val="uk-UA"/>
        </w:rPr>
        <w:t xml:space="preserve"> Корецької районної ради Рівненської області.</w:t>
      </w:r>
    </w:p>
    <w:p w:rsidR="009853AE" w:rsidRPr="00EA5A19" w:rsidRDefault="009853AE" w:rsidP="004D0338">
      <w:pPr>
        <w:widowControl w:val="0"/>
        <w:autoSpaceDE w:val="0"/>
        <w:autoSpaceDN w:val="0"/>
        <w:adjustRightInd w:val="0"/>
        <w:ind w:left="4395"/>
        <w:jc w:val="both"/>
        <w:rPr>
          <w:lang w:val="uk-UA"/>
        </w:rPr>
      </w:pPr>
      <w:r w:rsidRPr="00EA5A19">
        <w:rPr>
          <w:lang w:val="uk-UA"/>
        </w:rPr>
        <w:t>2017-20</w:t>
      </w:r>
      <w:r w:rsidRPr="00EA5A19">
        <w:t>20</w:t>
      </w:r>
      <w:r w:rsidRPr="00EA5A19">
        <w:rPr>
          <w:lang w:val="uk-UA"/>
        </w:rPr>
        <w:t xml:space="preserve"> роки.</w:t>
      </w:r>
    </w:p>
    <w:p w:rsidR="009853AE" w:rsidRPr="00EA5A19" w:rsidRDefault="009853AE" w:rsidP="004D0338">
      <w:pPr>
        <w:widowControl w:val="0"/>
        <w:autoSpaceDE w:val="0"/>
        <w:autoSpaceDN w:val="0"/>
        <w:adjustRightInd w:val="0"/>
        <w:ind w:firstLine="708"/>
        <w:jc w:val="both"/>
        <w:rPr>
          <w:lang w:val="uk-UA"/>
        </w:rPr>
      </w:pPr>
      <w:r w:rsidRPr="00EA5A19">
        <w:rPr>
          <w:lang w:val="uk-UA"/>
        </w:rPr>
        <w:t>80. Забезпечувати медичний контроль за проведенням фізкультурно-оздоровчих та спортивних заходів медичними працівниками.</w:t>
      </w:r>
    </w:p>
    <w:p w:rsidR="009853AE" w:rsidRPr="00EA5A19" w:rsidRDefault="009853AE" w:rsidP="004D0338">
      <w:pPr>
        <w:widowControl w:val="0"/>
        <w:autoSpaceDE w:val="0"/>
        <w:autoSpaceDN w:val="0"/>
        <w:adjustRightInd w:val="0"/>
        <w:ind w:left="4395"/>
        <w:jc w:val="both"/>
        <w:rPr>
          <w:lang w:val="uk-UA"/>
        </w:rPr>
      </w:pPr>
      <w:r w:rsidRPr="00EA5A19">
        <w:rPr>
          <w:lang w:val="uk-UA"/>
        </w:rPr>
        <w:t>Комунальний заклад охорони здоров</w:t>
      </w:r>
      <w:r w:rsidRPr="00EA5A19">
        <w:t>’</w:t>
      </w:r>
      <w:r w:rsidRPr="00EA5A19">
        <w:rPr>
          <w:lang w:val="uk-UA"/>
        </w:rPr>
        <w:t>я ,,Корецька центральна районна лікарня</w:t>
      </w:r>
      <w:r w:rsidRPr="00EA5A19">
        <w:t>”</w:t>
      </w:r>
      <w:r w:rsidRPr="00EA5A19">
        <w:rPr>
          <w:lang w:val="uk-UA"/>
        </w:rPr>
        <w:t xml:space="preserve"> Корецької районної ради Рівненської області.</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tabs>
          <w:tab w:val="left" w:pos="5445"/>
        </w:tabs>
        <w:autoSpaceDE w:val="0"/>
        <w:autoSpaceDN w:val="0"/>
        <w:adjustRightInd w:val="0"/>
        <w:jc w:val="center"/>
        <w:rPr>
          <w:lang w:val="uk-UA"/>
        </w:rPr>
      </w:pPr>
    </w:p>
    <w:p w:rsidR="009853AE" w:rsidRPr="00EA5A19" w:rsidRDefault="009853AE" w:rsidP="004D0338">
      <w:pPr>
        <w:widowControl w:val="0"/>
        <w:tabs>
          <w:tab w:val="left" w:pos="5445"/>
        </w:tabs>
        <w:autoSpaceDE w:val="0"/>
        <w:autoSpaceDN w:val="0"/>
        <w:adjustRightInd w:val="0"/>
        <w:jc w:val="center"/>
        <w:rPr>
          <w:lang w:val="uk-UA"/>
        </w:rPr>
      </w:pPr>
      <w:r w:rsidRPr="00EA5A19">
        <w:rPr>
          <w:lang w:val="uk-UA"/>
        </w:rPr>
        <w:t>Інформаційно-пропагандистське забезпечення</w:t>
      </w:r>
    </w:p>
    <w:p w:rsidR="009853AE" w:rsidRPr="00EA5A19" w:rsidRDefault="009853AE" w:rsidP="004D0338">
      <w:pPr>
        <w:widowControl w:val="0"/>
        <w:tabs>
          <w:tab w:val="left" w:pos="720"/>
          <w:tab w:val="left" w:pos="2880"/>
          <w:tab w:val="left" w:pos="4320"/>
          <w:tab w:val="left" w:pos="4752"/>
          <w:tab w:val="left" w:pos="4896"/>
        </w:tabs>
        <w:autoSpaceDE w:val="0"/>
        <w:autoSpaceDN w:val="0"/>
        <w:adjustRightInd w:val="0"/>
        <w:jc w:val="both"/>
        <w:rPr>
          <w:lang w:val="uk-UA"/>
        </w:rPr>
      </w:pPr>
    </w:p>
    <w:p w:rsidR="009853AE" w:rsidRPr="00EA5A19" w:rsidRDefault="009853AE" w:rsidP="004D0338">
      <w:pPr>
        <w:widowControl w:val="0"/>
        <w:tabs>
          <w:tab w:val="left" w:pos="720"/>
          <w:tab w:val="left" w:pos="2880"/>
          <w:tab w:val="left" w:pos="4320"/>
          <w:tab w:val="left" w:pos="4752"/>
          <w:tab w:val="left" w:pos="4896"/>
        </w:tabs>
        <w:autoSpaceDE w:val="0"/>
        <w:autoSpaceDN w:val="0"/>
        <w:adjustRightInd w:val="0"/>
        <w:ind w:firstLine="709"/>
        <w:jc w:val="both"/>
        <w:rPr>
          <w:lang w:val="uk-UA"/>
        </w:rPr>
      </w:pPr>
      <w:r w:rsidRPr="00EA5A19">
        <w:rPr>
          <w:lang w:val="uk-UA"/>
        </w:rPr>
        <w:t>81. Забезпечувати висвітлення спортивних подій у засобах масової інформації району, в тому числі за участю спортсменів-інвалідів, ветеранів спорту, учасників антитерористичної операції, пропагувати розвиток фізкультурно-оздоровчого, спортивного, реабілітаційного, ветеранського спортивного руху.</w:t>
      </w:r>
    </w:p>
    <w:p w:rsidR="009853AE" w:rsidRPr="00EA5A19" w:rsidRDefault="009853AE" w:rsidP="004D0338">
      <w:pPr>
        <w:widowControl w:val="0"/>
        <w:autoSpaceDE w:val="0"/>
        <w:autoSpaceDN w:val="0"/>
        <w:adjustRightInd w:val="0"/>
        <w:ind w:left="4395"/>
        <w:jc w:val="both"/>
        <w:rPr>
          <w:lang w:val="uk-UA"/>
        </w:rPr>
      </w:pPr>
      <w:r w:rsidRPr="00EA5A19">
        <w:rPr>
          <w:lang w:val="uk-UA"/>
        </w:rPr>
        <w:t xml:space="preserve">Управління освіти, молоді та спорту райдержадміністрації, відділ правового забезпечення та внутрішньої політики апарату райдержадміністрації, редакція районної газети ,,Вісник Кореччини” </w:t>
      </w:r>
      <w:r w:rsidRPr="00EA5A19">
        <w:rPr>
          <w:color w:val="000000"/>
          <w:lang w:val="uk-UA"/>
        </w:rPr>
        <w:t>(за згодою)</w:t>
      </w:r>
      <w:r w:rsidRPr="00EA5A19">
        <w:rPr>
          <w:lang w:val="uk-UA"/>
        </w:rPr>
        <w:t xml:space="preserve">, районне радіомовлення </w:t>
      </w:r>
      <w:r w:rsidRPr="00EA5A19">
        <w:rPr>
          <w:color w:val="000000"/>
          <w:lang w:val="uk-UA"/>
        </w:rPr>
        <w:t>(за згодою)</w:t>
      </w:r>
      <w:r w:rsidRPr="00EA5A19">
        <w:rPr>
          <w:lang w:val="uk-UA"/>
        </w:rPr>
        <w:t>.</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2880"/>
          <w:tab w:val="left" w:pos="4608"/>
          <w:tab w:val="left" w:pos="4752"/>
          <w:tab w:val="left" w:pos="4896"/>
        </w:tabs>
        <w:autoSpaceDE w:val="0"/>
        <w:autoSpaceDN w:val="0"/>
        <w:adjustRightInd w:val="0"/>
        <w:ind w:firstLine="709"/>
        <w:jc w:val="both"/>
        <w:rPr>
          <w:lang w:val="uk-UA"/>
        </w:rPr>
      </w:pPr>
      <w:r w:rsidRPr="00EA5A19">
        <w:rPr>
          <w:lang w:val="uk-UA"/>
        </w:rPr>
        <w:t>82. Забезпечити проведення на високому організаційному рівні в районі всеукраїнських акцій ,,Олімпійська книга”, ,,Олімпійський куточок” тощо та ефективне використання отриманої поліграфічної продукції та спортивного інвентарю.</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w:t>
      </w:r>
      <w:r w:rsidRPr="00EA5A19">
        <w:t>20</w:t>
      </w:r>
      <w:r w:rsidRPr="00EA5A19">
        <w:rPr>
          <w:lang w:val="uk-UA"/>
        </w:rPr>
        <w:t xml:space="preserve"> роки.</w:t>
      </w:r>
    </w:p>
    <w:p w:rsidR="009853AE" w:rsidRPr="00EA5A19" w:rsidRDefault="009853AE" w:rsidP="004D0338">
      <w:pPr>
        <w:widowControl w:val="0"/>
        <w:tabs>
          <w:tab w:val="left" w:pos="720"/>
          <w:tab w:val="left" w:pos="2880"/>
          <w:tab w:val="left" w:pos="4320"/>
          <w:tab w:val="left" w:pos="4752"/>
          <w:tab w:val="left" w:pos="4896"/>
        </w:tabs>
        <w:autoSpaceDE w:val="0"/>
        <w:autoSpaceDN w:val="0"/>
        <w:adjustRightInd w:val="0"/>
        <w:jc w:val="both"/>
        <w:rPr>
          <w:lang w:val="uk-UA"/>
        </w:rPr>
      </w:pPr>
      <w:r w:rsidRPr="00EA5A19">
        <w:rPr>
          <w:lang w:val="uk-UA"/>
        </w:rPr>
        <w:tab/>
        <w:t>83. Удосконалити систему інформування населення про позитивний вплив на людину занять спортом, у тому числі через засоби масової інформації, шляхом проведення спортивно-масового заходу ,,Розминка від чемпіона</w:t>
      </w:r>
      <w:r w:rsidRPr="00EA5A19">
        <w:t>”</w:t>
      </w:r>
      <w:r w:rsidRPr="00EA5A19">
        <w:rPr>
          <w:lang w:val="uk-UA"/>
        </w:rPr>
        <w:t>.</w:t>
      </w:r>
    </w:p>
    <w:p w:rsidR="009853AE" w:rsidRPr="00EA5A19" w:rsidRDefault="009853AE" w:rsidP="004D0338">
      <w:pPr>
        <w:widowControl w:val="0"/>
        <w:tabs>
          <w:tab w:val="left" w:pos="720"/>
          <w:tab w:val="left" w:pos="2880"/>
          <w:tab w:val="left" w:pos="4320"/>
          <w:tab w:val="left" w:pos="4752"/>
          <w:tab w:val="left" w:pos="4896"/>
        </w:tabs>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2880"/>
          <w:tab w:val="left" w:pos="4320"/>
          <w:tab w:val="left" w:pos="4752"/>
          <w:tab w:val="left" w:pos="4896"/>
        </w:tabs>
        <w:autoSpaceDE w:val="0"/>
        <w:autoSpaceDN w:val="0"/>
        <w:adjustRightInd w:val="0"/>
        <w:ind w:firstLine="709"/>
        <w:jc w:val="both"/>
        <w:rPr>
          <w:lang w:val="uk-UA"/>
        </w:rPr>
      </w:pPr>
      <w:r w:rsidRPr="00EA5A19">
        <w:rPr>
          <w:lang w:val="uk-UA"/>
        </w:rPr>
        <w:t>84. Здійснювати випуск поліграфічної продукції та рекомендацій для осіб, які самостійно займаються фізичними вправами, фахівців сфери фізичної культури і спорту.</w:t>
      </w:r>
    </w:p>
    <w:p w:rsidR="009853AE" w:rsidRPr="00EA5A19" w:rsidRDefault="009853AE" w:rsidP="004D0338">
      <w:pPr>
        <w:widowControl w:val="0"/>
        <w:tabs>
          <w:tab w:val="left" w:pos="720"/>
          <w:tab w:val="left" w:pos="2880"/>
          <w:tab w:val="left" w:pos="4320"/>
          <w:tab w:val="left" w:pos="4752"/>
          <w:tab w:val="left" w:pos="4896"/>
        </w:tabs>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720"/>
          <w:tab w:val="left" w:pos="2880"/>
          <w:tab w:val="left" w:pos="4320"/>
          <w:tab w:val="left" w:pos="4752"/>
          <w:tab w:val="left" w:pos="4896"/>
        </w:tabs>
        <w:autoSpaceDE w:val="0"/>
        <w:autoSpaceDN w:val="0"/>
        <w:adjustRightInd w:val="0"/>
        <w:ind w:firstLine="709"/>
        <w:jc w:val="both"/>
        <w:rPr>
          <w:lang w:val="uk-UA"/>
        </w:rPr>
      </w:pPr>
      <w:r w:rsidRPr="00EA5A19">
        <w:rPr>
          <w:lang w:val="uk-UA"/>
        </w:rPr>
        <w:t>85. Інформувати населення району про хід виконання цієї Програми через районну газету ,,Вісник Кореччини</w:t>
      </w:r>
      <w:r w:rsidRPr="00EA5A19">
        <w:t>”</w:t>
      </w:r>
      <w:r w:rsidRPr="00EA5A19">
        <w:rPr>
          <w:lang w:val="uk-UA"/>
        </w:rPr>
        <w:t>, районне радiомовлення.</w:t>
      </w:r>
    </w:p>
    <w:p w:rsidR="009853AE" w:rsidRPr="00EA5A19" w:rsidRDefault="009853AE" w:rsidP="004D0338">
      <w:pPr>
        <w:widowControl w:val="0"/>
        <w:autoSpaceDE w:val="0"/>
        <w:autoSpaceDN w:val="0"/>
        <w:adjustRightInd w:val="0"/>
        <w:ind w:left="4395"/>
        <w:jc w:val="both"/>
        <w:rPr>
          <w:lang w:val="uk-UA"/>
        </w:rPr>
      </w:pPr>
      <w:r w:rsidRPr="00EA5A19">
        <w:rPr>
          <w:lang w:val="uk-UA"/>
        </w:rPr>
        <w:t xml:space="preserve">Управління освіти, молоді та спорту райдержадміністрації, редакція районної газети ,,Вісник Кореччини” </w:t>
      </w:r>
      <w:r w:rsidRPr="00EA5A19">
        <w:rPr>
          <w:color w:val="000000"/>
          <w:lang w:val="uk-UA"/>
        </w:rPr>
        <w:t>(за згодою)</w:t>
      </w:r>
      <w:r w:rsidRPr="00EA5A19">
        <w:rPr>
          <w:lang w:val="uk-UA"/>
        </w:rPr>
        <w:t xml:space="preserve">, районне радіомовлення </w:t>
      </w:r>
      <w:r w:rsidRPr="00EA5A19">
        <w:rPr>
          <w:color w:val="000000"/>
          <w:lang w:val="uk-UA"/>
        </w:rPr>
        <w:t>(за згодою)</w:t>
      </w:r>
      <w:r w:rsidRPr="00EA5A19">
        <w:rPr>
          <w:lang w:val="uk-UA"/>
        </w:rPr>
        <w:t>.</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autoSpaceDE w:val="0"/>
        <w:autoSpaceDN w:val="0"/>
        <w:adjustRightInd w:val="0"/>
        <w:ind w:left="3402"/>
        <w:jc w:val="both"/>
        <w:rPr>
          <w:lang w:val="uk-UA"/>
        </w:rPr>
      </w:pPr>
    </w:p>
    <w:p w:rsidR="009853AE" w:rsidRPr="00EA5A19" w:rsidRDefault="009853AE" w:rsidP="004D0338">
      <w:pPr>
        <w:widowControl w:val="0"/>
        <w:tabs>
          <w:tab w:val="left" w:pos="5445"/>
        </w:tabs>
        <w:autoSpaceDE w:val="0"/>
        <w:autoSpaceDN w:val="0"/>
        <w:adjustRightInd w:val="0"/>
        <w:jc w:val="center"/>
        <w:rPr>
          <w:lang w:val="uk-UA"/>
        </w:rPr>
      </w:pPr>
      <w:r w:rsidRPr="00EA5A19">
        <w:rPr>
          <w:lang w:val="uk-UA"/>
        </w:rPr>
        <w:t>Міжнародна діяльність</w:t>
      </w:r>
    </w:p>
    <w:p w:rsidR="009853AE" w:rsidRPr="00EA5A19" w:rsidRDefault="009853AE" w:rsidP="004D0338">
      <w:pPr>
        <w:widowControl w:val="0"/>
        <w:tabs>
          <w:tab w:val="left" w:pos="5445"/>
        </w:tabs>
        <w:autoSpaceDE w:val="0"/>
        <w:autoSpaceDN w:val="0"/>
        <w:adjustRightInd w:val="0"/>
        <w:rPr>
          <w:u w:val="single"/>
          <w:lang w:val="uk-UA"/>
        </w:rPr>
      </w:pP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86. Поглиблювати транскордонне співробітництво у сфері фізичної культури і спорту, забезпечувати участь спортсменів, команд, делегацій району, у тому числі спортсменів-інвалідів, ветеранських команд, у спортивних змаганнях та заходах міжнародного характеру, які проводяться на території інших країн.</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громадські організації фізкультурно-спортивної спрямованості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2017-20</w:t>
      </w:r>
      <w:r w:rsidRPr="00EA5A19">
        <w:t>20</w:t>
      </w:r>
      <w:r w:rsidRPr="00EA5A19">
        <w:rPr>
          <w:lang w:val="uk-UA"/>
        </w:rPr>
        <w:t xml:space="preserve"> роки.</w:t>
      </w: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87. Продовжити практику проведення відкритих чемпіонатів, першостей, кубків, турнірів, інших фізкультурно-оздоровчих та спортивних заходів на території Корецького району за участю іноземних команд.</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громадські організації фізкультурно-спортивної спрямованості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tabs>
          <w:tab w:val="left" w:pos="0"/>
        </w:tabs>
        <w:autoSpaceDE w:val="0"/>
        <w:autoSpaceDN w:val="0"/>
        <w:adjustRightInd w:val="0"/>
        <w:ind w:right="2" w:firstLine="709"/>
        <w:jc w:val="both"/>
        <w:rPr>
          <w:lang w:val="uk-UA"/>
        </w:rPr>
      </w:pPr>
      <w:r w:rsidRPr="00EA5A19">
        <w:rPr>
          <w:lang w:val="uk-UA"/>
        </w:rPr>
        <w:t>88. Забезпечувати участь спортсменів та команд району в міжнародних фізкультурно-оздоровчих та спортивних заходах на території району, надавати організаційну, матеріальну, інформаційну та фінансову підтримку їх проведенню.</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районна федерація футболу (за згодою).</w:t>
      </w:r>
    </w:p>
    <w:p w:rsidR="009853AE" w:rsidRPr="00EA5A19" w:rsidRDefault="009853AE" w:rsidP="004D0338">
      <w:pPr>
        <w:widowControl w:val="0"/>
        <w:autoSpaceDE w:val="0"/>
        <w:autoSpaceDN w:val="0"/>
        <w:adjustRightInd w:val="0"/>
        <w:ind w:left="4395"/>
        <w:jc w:val="both"/>
        <w:rPr>
          <w:lang w:val="uk-UA"/>
        </w:rPr>
      </w:pPr>
      <w:r w:rsidRPr="00EA5A19">
        <w:rPr>
          <w:lang w:val="uk-UA"/>
        </w:rPr>
        <w:t>2017-2020 роки.</w:t>
      </w:r>
    </w:p>
    <w:p w:rsidR="009853AE" w:rsidRPr="00EA5A19" w:rsidRDefault="009853AE" w:rsidP="004D0338">
      <w:pPr>
        <w:widowControl w:val="0"/>
        <w:autoSpaceDE w:val="0"/>
        <w:autoSpaceDN w:val="0"/>
        <w:adjustRightInd w:val="0"/>
        <w:jc w:val="both"/>
        <w:rPr>
          <w:lang w:val="uk-UA"/>
        </w:rPr>
      </w:pPr>
    </w:p>
    <w:p w:rsidR="009853AE" w:rsidRPr="00EA5A19" w:rsidRDefault="009853AE" w:rsidP="004D0338">
      <w:pPr>
        <w:widowControl w:val="0"/>
        <w:tabs>
          <w:tab w:val="left" w:pos="0"/>
        </w:tabs>
        <w:autoSpaceDE w:val="0"/>
        <w:autoSpaceDN w:val="0"/>
        <w:adjustRightInd w:val="0"/>
        <w:jc w:val="center"/>
        <w:rPr>
          <w:lang w:val="uk-UA"/>
        </w:rPr>
      </w:pPr>
      <w:r w:rsidRPr="00EA5A19">
        <w:rPr>
          <w:lang w:val="en-US"/>
        </w:rPr>
        <w:t>V</w:t>
      </w:r>
      <w:r w:rsidRPr="00EA5A19">
        <w:rPr>
          <w:lang w:val="uk-UA"/>
        </w:rPr>
        <w:t xml:space="preserve">І. Участь державних та громадських інституцій </w:t>
      </w:r>
    </w:p>
    <w:p w:rsidR="009853AE" w:rsidRPr="00EA5A19" w:rsidRDefault="009853AE" w:rsidP="004D0338">
      <w:pPr>
        <w:widowControl w:val="0"/>
        <w:tabs>
          <w:tab w:val="left" w:pos="0"/>
        </w:tabs>
        <w:autoSpaceDE w:val="0"/>
        <w:autoSpaceDN w:val="0"/>
        <w:adjustRightInd w:val="0"/>
        <w:jc w:val="center"/>
        <w:rPr>
          <w:lang w:val="uk-UA"/>
        </w:rPr>
      </w:pPr>
      <w:r w:rsidRPr="00EA5A19">
        <w:rPr>
          <w:lang w:val="uk-UA"/>
        </w:rPr>
        <w:t>у реалізації державної політики щодо розвитку фізичної культури і спорту</w:t>
      </w:r>
    </w:p>
    <w:p w:rsidR="009853AE" w:rsidRPr="00EA5A19" w:rsidRDefault="009853AE" w:rsidP="004D0338">
      <w:pPr>
        <w:widowControl w:val="0"/>
        <w:autoSpaceDE w:val="0"/>
        <w:autoSpaceDN w:val="0"/>
        <w:adjustRightInd w:val="0"/>
        <w:jc w:val="both"/>
        <w:rPr>
          <w:lang w:val="uk-UA"/>
        </w:rPr>
      </w:pPr>
    </w:p>
    <w:p w:rsidR="009853AE" w:rsidRPr="00EA5A19" w:rsidRDefault="009853AE" w:rsidP="004D0338">
      <w:pPr>
        <w:widowControl w:val="0"/>
        <w:autoSpaceDE w:val="0"/>
        <w:autoSpaceDN w:val="0"/>
        <w:adjustRightInd w:val="0"/>
        <w:ind w:firstLine="709"/>
        <w:jc w:val="both"/>
        <w:rPr>
          <w:lang w:val="uk-UA"/>
        </w:rPr>
      </w:pPr>
      <w:r w:rsidRPr="00EA5A19">
        <w:rPr>
          <w:lang w:val="uk-UA"/>
        </w:rPr>
        <w:t>89. Надавати організаційну, методичну та іншу підтримку громадським організаціям, які діють у сфері фізичної культури і спорту, районним організаціям фізкультурно-спортивних товариств, районним федераціям з видів спорту, у тому числі для проведення спортивно-масових заходів, здійснення підготовки та участі спортсменів та команд району в офіційних обласних спортивних та фізкультурно-оздоровчих заходах, ремонту наявної спортивної бази тощо.</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w:t>
      </w:r>
    </w:p>
    <w:p w:rsidR="009853AE" w:rsidRPr="00EA5A19" w:rsidRDefault="009853AE" w:rsidP="004D0338">
      <w:pPr>
        <w:widowControl w:val="0"/>
        <w:autoSpaceDE w:val="0"/>
        <w:autoSpaceDN w:val="0"/>
        <w:adjustRightInd w:val="0"/>
        <w:ind w:firstLine="720"/>
        <w:jc w:val="both"/>
        <w:rPr>
          <w:lang w:val="uk-UA"/>
        </w:rPr>
      </w:pPr>
      <w:r w:rsidRPr="00EA5A19">
        <w:rPr>
          <w:lang w:val="uk-UA"/>
        </w:rPr>
        <w:t>90. Забезпечити укладання угод між управлінням освіти, молоді та спорту райдержадміністрації та громадськими організаціями фізкультурно-оздоровчої та спортивної спрямованості щодо їх участі у реалізації державної політики у сфері фізичної культури і спорту.</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autoSpaceDE w:val="0"/>
        <w:autoSpaceDN w:val="0"/>
        <w:adjustRightInd w:val="0"/>
        <w:jc w:val="both"/>
        <w:rPr>
          <w:snapToGrid w:val="0"/>
          <w:lang w:val="uk-UA"/>
        </w:rPr>
      </w:pPr>
      <w:r w:rsidRPr="00EA5A19">
        <w:rPr>
          <w:lang w:val="uk-UA"/>
        </w:rPr>
        <w:t xml:space="preserve">                                                               </w:t>
      </w:r>
      <w:r w:rsidRPr="00EA5A19">
        <w:rPr>
          <w:snapToGrid w:val="0"/>
          <w:lang w:val="uk-UA"/>
        </w:rPr>
        <w:t>районні   федерації  з   видів   спорту   (  за</w:t>
      </w:r>
    </w:p>
    <w:p w:rsidR="009853AE" w:rsidRPr="00EA5A19" w:rsidRDefault="009853AE" w:rsidP="004D0338">
      <w:pPr>
        <w:widowControl w:val="0"/>
        <w:autoSpaceDE w:val="0"/>
        <w:autoSpaceDN w:val="0"/>
        <w:adjustRightInd w:val="0"/>
        <w:jc w:val="both"/>
        <w:rPr>
          <w:snapToGrid w:val="0"/>
          <w:lang w:val="uk-UA"/>
        </w:rPr>
      </w:pPr>
      <w:r w:rsidRPr="00EA5A19">
        <w:rPr>
          <w:snapToGrid w:val="0"/>
          <w:lang w:val="uk-UA"/>
        </w:rPr>
        <w:t xml:space="preserve">                                                               згодою), громадські організації (за згодою).</w:t>
      </w:r>
    </w:p>
    <w:p w:rsidR="009853AE" w:rsidRPr="00EA5A19" w:rsidRDefault="009853AE" w:rsidP="004D0338">
      <w:pPr>
        <w:widowControl w:val="0"/>
        <w:autoSpaceDE w:val="0"/>
        <w:autoSpaceDN w:val="0"/>
        <w:adjustRightInd w:val="0"/>
        <w:ind w:left="3402"/>
        <w:jc w:val="both"/>
        <w:rPr>
          <w:lang w:val="uk-UA"/>
        </w:rPr>
      </w:pPr>
      <w:r w:rsidRPr="00EA5A19">
        <w:rPr>
          <w:lang w:val="uk-UA"/>
        </w:rPr>
        <w:t xml:space="preserve">              2017-2020 роки.</w:t>
      </w:r>
    </w:p>
    <w:p w:rsidR="009853AE" w:rsidRPr="00EA5A19" w:rsidRDefault="009853AE" w:rsidP="004D0338">
      <w:pPr>
        <w:widowControl w:val="0"/>
        <w:autoSpaceDE w:val="0"/>
        <w:autoSpaceDN w:val="0"/>
        <w:adjustRightInd w:val="0"/>
        <w:ind w:firstLine="709"/>
        <w:jc w:val="both"/>
        <w:rPr>
          <w:lang w:val="uk-UA"/>
        </w:rPr>
      </w:pPr>
      <w:r w:rsidRPr="00EA5A19">
        <w:rPr>
          <w:lang w:val="uk-UA"/>
        </w:rPr>
        <w:t>91. Для забезпечення реалізації заходів Програми та контролю за їх виконанням здійснювати відрядження спортсменів, у тому числі спортсменів -інвалідів, ветеранів спорту, тренерів, фахівців сфери фізичної культури і спорту, в райони та міста області, інші регіони України та зарубіжжя.</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 міськсільвиконкоми,</w:t>
      </w:r>
    </w:p>
    <w:p w:rsidR="009853AE" w:rsidRPr="00EA5A19" w:rsidRDefault="009853AE" w:rsidP="004D0338">
      <w:pPr>
        <w:widowControl w:val="0"/>
        <w:autoSpaceDE w:val="0"/>
        <w:autoSpaceDN w:val="0"/>
        <w:adjustRightInd w:val="0"/>
        <w:jc w:val="both"/>
        <w:rPr>
          <w:snapToGrid w:val="0"/>
          <w:lang w:val="uk-UA"/>
        </w:rPr>
      </w:pPr>
      <w:r w:rsidRPr="00EA5A19">
        <w:rPr>
          <w:lang w:val="uk-UA"/>
        </w:rPr>
        <w:t xml:space="preserve">                                                               </w:t>
      </w:r>
      <w:r w:rsidRPr="00EA5A19">
        <w:rPr>
          <w:snapToGrid w:val="0"/>
          <w:lang w:val="uk-UA"/>
        </w:rPr>
        <w:t>районні   федерації  з   видів   спорту   (  за</w:t>
      </w:r>
    </w:p>
    <w:p w:rsidR="009853AE" w:rsidRPr="00EA5A19" w:rsidRDefault="009853AE" w:rsidP="004D0338">
      <w:pPr>
        <w:widowControl w:val="0"/>
        <w:autoSpaceDE w:val="0"/>
        <w:autoSpaceDN w:val="0"/>
        <w:adjustRightInd w:val="0"/>
        <w:jc w:val="both"/>
        <w:rPr>
          <w:snapToGrid w:val="0"/>
          <w:lang w:val="uk-UA"/>
        </w:rPr>
      </w:pPr>
      <w:r w:rsidRPr="00EA5A19">
        <w:rPr>
          <w:snapToGrid w:val="0"/>
          <w:lang w:val="uk-UA"/>
        </w:rPr>
        <w:t xml:space="preserve">                                                               згодою), громадські організації (за згодою).</w:t>
      </w:r>
    </w:p>
    <w:p w:rsidR="009853AE" w:rsidRPr="00EA5A19" w:rsidRDefault="009853AE" w:rsidP="004D0338">
      <w:pPr>
        <w:widowControl w:val="0"/>
        <w:autoSpaceDE w:val="0"/>
        <w:autoSpaceDN w:val="0"/>
        <w:adjustRightInd w:val="0"/>
        <w:ind w:left="3402"/>
        <w:jc w:val="both"/>
        <w:rPr>
          <w:lang w:val="uk-UA"/>
        </w:rPr>
      </w:pPr>
      <w:r w:rsidRPr="00EA5A19">
        <w:rPr>
          <w:lang w:val="uk-UA"/>
        </w:rPr>
        <w:t xml:space="preserve">              2017-2020 роки.</w:t>
      </w:r>
    </w:p>
    <w:p w:rsidR="009853AE" w:rsidRPr="00EA5A19" w:rsidRDefault="009853AE" w:rsidP="004D0338">
      <w:pPr>
        <w:widowControl w:val="0"/>
        <w:tabs>
          <w:tab w:val="left" w:pos="0"/>
        </w:tabs>
        <w:autoSpaceDE w:val="0"/>
        <w:autoSpaceDN w:val="0"/>
        <w:adjustRightInd w:val="0"/>
        <w:ind w:firstLine="709"/>
        <w:jc w:val="both"/>
        <w:rPr>
          <w:lang w:val="uk-UA"/>
        </w:rPr>
      </w:pPr>
      <w:r w:rsidRPr="00EA5A19">
        <w:rPr>
          <w:lang w:val="uk-UA"/>
        </w:rPr>
        <w:t>92. Забезпечити щорічне проведення рейтингу ефективності організації та проведення фізкультурно-оздоровчої та спортивно-масової роботи в районі.</w:t>
      </w:r>
    </w:p>
    <w:p w:rsidR="009853AE" w:rsidRPr="00EA5A19" w:rsidRDefault="009853AE" w:rsidP="004D0338">
      <w:pPr>
        <w:widowControl w:val="0"/>
        <w:autoSpaceDE w:val="0"/>
        <w:autoSpaceDN w:val="0"/>
        <w:adjustRightInd w:val="0"/>
        <w:ind w:left="4395"/>
        <w:jc w:val="both"/>
        <w:rPr>
          <w:lang w:val="uk-UA"/>
        </w:rPr>
      </w:pPr>
      <w:r w:rsidRPr="00EA5A19">
        <w:rPr>
          <w:lang w:val="uk-UA"/>
        </w:rPr>
        <w:t>Управління освіти, молоді та спорту  райдержадміністрації.</w:t>
      </w:r>
    </w:p>
    <w:p w:rsidR="009853AE" w:rsidRPr="00EA5A19" w:rsidRDefault="009853AE" w:rsidP="004D0338">
      <w:pPr>
        <w:widowControl w:val="0"/>
        <w:autoSpaceDE w:val="0"/>
        <w:autoSpaceDN w:val="0"/>
        <w:adjustRightInd w:val="0"/>
        <w:ind w:left="4395"/>
        <w:jc w:val="both"/>
        <w:rPr>
          <w:lang w:val="uk-UA"/>
        </w:rPr>
      </w:pPr>
      <w:r w:rsidRPr="00EA5A19">
        <w:rPr>
          <w:lang w:val="uk-UA"/>
        </w:rPr>
        <w:t>Щороку до 01 квітня.</w:t>
      </w:r>
    </w:p>
    <w:p w:rsidR="009853AE" w:rsidRPr="00EA5A19" w:rsidRDefault="009853AE" w:rsidP="004D0338">
      <w:pPr>
        <w:widowControl w:val="0"/>
        <w:autoSpaceDE w:val="0"/>
        <w:autoSpaceDN w:val="0"/>
        <w:adjustRightInd w:val="0"/>
        <w:ind w:left="4395"/>
        <w:jc w:val="both"/>
        <w:rPr>
          <w:lang w:val="uk-UA"/>
        </w:rPr>
      </w:pPr>
    </w:p>
    <w:p w:rsidR="009853AE" w:rsidRPr="00EA5A19" w:rsidRDefault="009853AE" w:rsidP="004D0338">
      <w:pPr>
        <w:widowControl w:val="0"/>
        <w:autoSpaceDE w:val="0"/>
        <w:autoSpaceDN w:val="0"/>
        <w:adjustRightInd w:val="0"/>
        <w:ind w:left="4395"/>
        <w:jc w:val="both"/>
        <w:rPr>
          <w:lang w:val="uk-UA"/>
        </w:rPr>
      </w:pPr>
    </w:p>
    <w:p w:rsidR="009853AE" w:rsidRPr="00EA5A19" w:rsidRDefault="009853AE" w:rsidP="004D0338">
      <w:pPr>
        <w:widowControl w:val="0"/>
        <w:autoSpaceDE w:val="0"/>
        <w:autoSpaceDN w:val="0"/>
        <w:adjustRightInd w:val="0"/>
        <w:ind w:left="4395"/>
        <w:jc w:val="both"/>
        <w:rPr>
          <w:lang w:val="uk-UA"/>
        </w:rPr>
      </w:pPr>
    </w:p>
    <w:p w:rsidR="009853AE" w:rsidRPr="00EA5A19" w:rsidRDefault="009853AE" w:rsidP="004D0338">
      <w:pPr>
        <w:widowControl w:val="0"/>
        <w:tabs>
          <w:tab w:val="left" w:pos="0"/>
        </w:tabs>
        <w:autoSpaceDE w:val="0"/>
        <w:autoSpaceDN w:val="0"/>
        <w:adjustRightInd w:val="0"/>
        <w:jc w:val="both"/>
        <w:rPr>
          <w:lang w:val="uk-UA"/>
        </w:rPr>
      </w:pPr>
    </w:p>
    <w:p w:rsidR="009853AE" w:rsidRPr="00EA5A19" w:rsidRDefault="009853AE" w:rsidP="004D0338">
      <w:pPr>
        <w:tabs>
          <w:tab w:val="left" w:pos="3300"/>
        </w:tabs>
        <w:rPr>
          <w:lang w:val="uk-UA"/>
        </w:rPr>
      </w:pPr>
      <w:r w:rsidRPr="00EA5A19">
        <w:rPr>
          <w:lang w:val="uk-UA"/>
        </w:rPr>
        <w:t>Керівник апарату адміністрації                                                                   Т.Шевчук</w:t>
      </w: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p>
    <w:p w:rsidR="009853AE" w:rsidRPr="00EA5A19" w:rsidRDefault="009853AE" w:rsidP="004D0338">
      <w:pPr>
        <w:tabs>
          <w:tab w:val="left" w:pos="3300"/>
        </w:tabs>
        <w:rPr>
          <w:lang w:val="uk-UA"/>
        </w:rPr>
      </w:pPr>
    </w:p>
    <w:p w:rsidR="009853AE" w:rsidRPr="00EA5A19" w:rsidRDefault="009853AE" w:rsidP="00F836BE">
      <w:pPr>
        <w:pStyle w:val="BodyText"/>
        <w:jc w:val="both"/>
        <w:rPr>
          <w:sz w:val="24"/>
          <w:szCs w:val="24"/>
        </w:rPr>
      </w:pPr>
    </w:p>
    <w:p w:rsidR="009853AE" w:rsidRPr="00EA5A19" w:rsidRDefault="009853AE">
      <w:pPr>
        <w:rPr>
          <w:lang w:val="uk-UA"/>
        </w:rPr>
      </w:pPr>
    </w:p>
    <w:sectPr w:rsidR="009853AE" w:rsidRPr="00EA5A19" w:rsidSect="004D0338">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215905"/>
    <w:multiLevelType w:val="hybridMultilevel"/>
    <w:tmpl w:val="8B082338"/>
    <w:lvl w:ilvl="0" w:tplc="C8EA3F02">
      <w:start w:val="4"/>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BBF"/>
    <w:rsid w:val="00327BBF"/>
    <w:rsid w:val="003C7F52"/>
    <w:rsid w:val="004D0338"/>
    <w:rsid w:val="00622771"/>
    <w:rsid w:val="006811E5"/>
    <w:rsid w:val="00760C4C"/>
    <w:rsid w:val="007C1E13"/>
    <w:rsid w:val="008C62C7"/>
    <w:rsid w:val="009853AE"/>
    <w:rsid w:val="00B30ACE"/>
    <w:rsid w:val="00BA0EA5"/>
    <w:rsid w:val="00EA5A19"/>
    <w:rsid w:val="00F836B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6BE"/>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F836BE"/>
    <w:rPr>
      <w:rFonts w:cs="Times New Roman"/>
      <w:color w:val="0000FF"/>
      <w:u w:val="single"/>
    </w:rPr>
  </w:style>
  <w:style w:type="paragraph" w:styleId="BodyText">
    <w:name w:val="Body Text"/>
    <w:basedOn w:val="Normal"/>
    <w:link w:val="BodyTextChar"/>
    <w:uiPriority w:val="99"/>
    <w:semiHidden/>
    <w:rsid w:val="00F836BE"/>
    <w:pPr>
      <w:spacing w:after="120"/>
    </w:pPr>
    <w:rPr>
      <w:sz w:val="20"/>
      <w:szCs w:val="20"/>
      <w:lang w:val="uk-UA"/>
    </w:rPr>
  </w:style>
  <w:style w:type="character" w:customStyle="1" w:styleId="BodyTextChar">
    <w:name w:val="Body Text Char"/>
    <w:basedOn w:val="DefaultParagraphFont"/>
    <w:link w:val="BodyText"/>
    <w:uiPriority w:val="99"/>
    <w:semiHidden/>
    <w:locked/>
    <w:rsid w:val="00F836BE"/>
    <w:rPr>
      <w:rFonts w:ascii="Times New Roman" w:hAnsi="Times New Roman" w:cs="Times New Roman"/>
      <w:sz w:val="20"/>
      <w:szCs w:val="20"/>
      <w:lang w:val="uk-UA" w:eastAsia="ru-RU"/>
    </w:rPr>
  </w:style>
  <w:style w:type="table" w:styleId="TableGrid">
    <w:name w:val="Table Grid"/>
    <w:basedOn w:val="TableNormal"/>
    <w:uiPriority w:val="99"/>
    <w:rsid w:val="004D033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uiPriority w:val="99"/>
    <w:semiHidden/>
    <w:locked/>
    <w:rsid w:val="004D0338"/>
    <w:rPr>
      <w:rFonts w:ascii="Calibri" w:eastAsia="Times New Roman" w:hAnsi="Calibri" w:cs="Times New Roman"/>
      <w:sz w:val="20"/>
      <w:szCs w:val="20"/>
    </w:rPr>
  </w:style>
  <w:style w:type="paragraph" w:styleId="CommentText">
    <w:name w:val="annotation text"/>
    <w:basedOn w:val="Normal"/>
    <w:link w:val="CommentTextChar"/>
    <w:uiPriority w:val="99"/>
    <w:semiHidden/>
    <w:rsid w:val="004D0338"/>
    <w:pPr>
      <w:spacing w:after="160"/>
    </w:pPr>
    <w:rPr>
      <w:rFonts w:ascii="Calibri" w:eastAsia="Calibri" w:hAnsi="Calibri"/>
      <w:sz w:val="20"/>
      <w:szCs w:val="20"/>
      <w:lang w:eastAsia="en-US"/>
    </w:rPr>
  </w:style>
  <w:style w:type="character" w:customStyle="1" w:styleId="CommentTextChar1">
    <w:name w:val="Comment Text Char1"/>
    <w:basedOn w:val="DefaultParagraphFont"/>
    <w:link w:val="CommentText"/>
    <w:uiPriority w:val="99"/>
    <w:semiHidden/>
    <w:rsid w:val="00136E12"/>
    <w:rPr>
      <w:rFonts w:ascii="Times New Roman" w:eastAsia="Times New Roman" w:hAnsi="Times New Roman"/>
      <w:sz w:val="20"/>
      <w:szCs w:val="20"/>
      <w:lang w:val="ru-RU" w:eastAsia="ru-RU"/>
    </w:rPr>
  </w:style>
  <w:style w:type="character" w:customStyle="1" w:styleId="CommentSubjectChar">
    <w:name w:val="Comment Subject Char"/>
    <w:basedOn w:val="CommentTextChar"/>
    <w:link w:val="CommentSubject"/>
    <w:uiPriority w:val="99"/>
    <w:semiHidden/>
    <w:locked/>
    <w:rsid w:val="004D0338"/>
    <w:rPr>
      <w:b/>
      <w:bCs/>
    </w:rPr>
  </w:style>
  <w:style w:type="paragraph" w:styleId="CommentSubject">
    <w:name w:val="annotation subject"/>
    <w:basedOn w:val="CommentText"/>
    <w:next w:val="CommentText"/>
    <w:link w:val="CommentSubjectChar"/>
    <w:uiPriority w:val="99"/>
    <w:semiHidden/>
    <w:rsid w:val="004D0338"/>
    <w:rPr>
      <w:b/>
      <w:bCs/>
    </w:rPr>
  </w:style>
  <w:style w:type="character" w:customStyle="1" w:styleId="CommentSubjectChar1">
    <w:name w:val="Comment Subject Char1"/>
    <w:basedOn w:val="CommentTextChar"/>
    <w:link w:val="CommentSubject"/>
    <w:uiPriority w:val="99"/>
    <w:semiHidden/>
    <w:rsid w:val="00136E12"/>
    <w:rPr>
      <w:rFonts w:ascii="Times New Roman" w:hAnsi="Times New Roman"/>
      <w:b/>
      <w:bCs/>
      <w:lang w:val="ru-RU" w:eastAsia="ru-RU"/>
    </w:rPr>
  </w:style>
  <w:style w:type="character" w:customStyle="1" w:styleId="BalloonTextChar">
    <w:name w:val="Balloon Text Char"/>
    <w:basedOn w:val="DefaultParagraphFont"/>
    <w:link w:val="BalloonText"/>
    <w:uiPriority w:val="99"/>
    <w:semiHidden/>
    <w:locked/>
    <w:rsid w:val="004D0338"/>
    <w:rPr>
      <w:rFonts w:ascii="Segoe UI" w:eastAsia="Times New Roman" w:hAnsi="Segoe UI" w:cs="Segoe UI"/>
      <w:sz w:val="18"/>
      <w:szCs w:val="18"/>
    </w:rPr>
  </w:style>
  <w:style w:type="paragraph" w:styleId="BalloonText">
    <w:name w:val="Balloon Text"/>
    <w:basedOn w:val="Normal"/>
    <w:link w:val="BalloonTextChar"/>
    <w:uiPriority w:val="99"/>
    <w:semiHidden/>
    <w:rsid w:val="004D0338"/>
    <w:rPr>
      <w:rFonts w:ascii="Segoe UI" w:eastAsia="Calibri" w:hAnsi="Segoe UI" w:cs="Segoe UI"/>
      <w:sz w:val="18"/>
      <w:szCs w:val="18"/>
      <w:lang w:eastAsia="en-US"/>
    </w:rPr>
  </w:style>
  <w:style w:type="character" w:customStyle="1" w:styleId="BalloonTextChar1">
    <w:name w:val="Balloon Text Char1"/>
    <w:basedOn w:val="DefaultParagraphFont"/>
    <w:link w:val="BalloonText"/>
    <w:uiPriority w:val="99"/>
    <w:semiHidden/>
    <w:rsid w:val="00136E12"/>
    <w:rPr>
      <w:rFonts w:ascii="Times New Roman" w:eastAsia="Times New Roman" w:hAnsi="Times New Roman"/>
      <w:sz w:val="0"/>
      <w:szCs w:val="0"/>
      <w:lang w:val="ru-RU" w:eastAsia="ru-RU"/>
    </w:rPr>
  </w:style>
  <w:style w:type="character" w:styleId="SubtleEmphasis">
    <w:name w:val="Subtle Emphasis"/>
    <w:basedOn w:val="DefaultParagraphFont"/>
    <w:uiPriority w:val="99"/>
    <w:qFormat/>
    <w:rsid w:val="004D0338"/>
    <w:rPr>
      <w:rFonts w:cs="Times New Roman"/>
      <w:i/>
      <w:iCs/>
      <w:color w:val="404040"/>
    </w:rPr>
  </w:style>
  <w:style w:type="paragraph" w:styleId="Subtitle">
    <w:name w:val="Subtitle"/>
    <w:basedOn w:val="Normal"/>
    <w:next w:val="Normal"/>
    <w:link w:val="SubtitleChar"/>
    <w:uiPriority w:val="99"/>
    <w:qFormat/>
    <w:rsid w:val="004D0338"/>
    <w:pPr>
      <w:numPr>
        <w:ilvl w:val="1"/>
      </w:numPr>
      <w:spacing w:after="160" w:line="256" w:lineRule="auto"/>
    </w:pPr>
    <w:rPr>
      <w:rFonts w:ascii="Calibri" w:hAnsi="Calibri"/>
      <w:color w:val="5A5A5A"/>
      <w:spacing w:val="15"/>
      <w:sz w:val="22"/>
      <w:szCs w:val="22"/>
      <w:lang w:eastAsia="en-US"/>
    </w:rPr>
  </w:style>
  <w:style w:type="character" w:customStyle="1" w:styleId="SubtitleChar">
    <w:name w:val="Subtitle Char"/>
    <w:basedOn w:val="DefaultParagraphFont"/>
    <w:link w:val="Subtitle"/>
    <w:uiPriority w:val="99"/>
    <w:locked/>
    <w:rsid w:val="004D0338"/>
    <w:rPr>
      <w:rFonts w:eastAsia="Times New Roman" w:cs="Times New Roman"/>
      <w:color w:val="5A5A5A"/>
      <w:spacing w:val="15"/>
    </w:rPr>
  </w:style>
  <w:style w:type="paragraph" w:styleId="ListParagraph">
    <w:name w:val="List Paragraph"/>
    <w:basedOn w:val="Normal"/>
    <w:uiPriority w:val="99"/>
    <w:qFormat/>
    <w:rsid w:val="004D0338"/>
    <w:pPr>
      <w:spacing w:after="160" w:line="256" w:lineRule="auto"/>
      <w:ind w:left="720"/>
      <w:contextualSpacing/>
    </w:pPr>
    <w:rPr>
      <w:rFonts w:ascii="Calibri" w:eastAsia="Calibri" w:hAnsi="Calibri"/>
      <w:sz w:val="22"/>
      <w:szCs w:val="22"/>
      <w:lang w:eastAsia="en-US"/>
    </w:rPr>
  </w:style>
  <w:style w:type="paragraph" w:customStyle="1" w:styleId="FR1">
    <w:name w:val="FR1"/>
    <w:uiPriority w:val="99"/>
    <w:rsid w:val="004D0338"/>
    <w:pPr>
      <w:widowControl w:val="0"/>
      <w:autoSpaceDE w:val="0"/>
      <w:autoSpaceDN w:val="0"/>
      <w:adjustRightInd w:val="0"/>
      <w:spacing w:before="140"/>
      <w:jc w:val="both"/>
    </w:pPr>
    <w:rPr>
      <w:rFonts w:ascii="Arial" w:eastAsia="Times New Roman" w:hAnsi="Arial" w:cs="Arial"/>
      <w:sz w:val="32"/>
      <w:szCs w:val="32"/>
      <w:lang w:eastAsia="ru-RU"/>
    </w:rPr>
  </w:style>
  <w:style w:type="paragraph" w:styleId="Header">
    <w:name w:val="header"/>
    <w:basedOn w:val="Normal"/>
    <w:link w:val="HeaderChar"/>
    <w:uiPriority w:val="99"/>
    <w:rsid w:val="004D0338"/>
    <w:pPr>
      <w:tabs>
        <w:tab w:val="center" w:pos="4677"/>
        <w:tab w:val="right" w:pos="9355"/>
      </w:tabs>
    </w:pPr>
    <w:rPr>
      <w:rFonts w:ascii="Calibri" w:eastAsia="Calibri" w:hAnsi="Calibri"/>
      <w:sz w:val="22"/>
      <w:szCs w:val="22"/>
      <w:lang w:eastAsia="en-US"/>
    </w:rPr>
  </w:style>
  <w:style w:type="character" w:customStyle="1" w:styleId="HeaderChar">
    <w:name w:val="Header Char"/>
    <w:basedOn w:val="DefaultParagraphFont"/>
    <w:link w:val="Header"/>
    <w:uiPriority w:val="99"/>
    <w:locked/>
    <w:rsid w:val="004D0338"/>
    <w:rPr>
      <w:rFonts w:ascii="Calibri" w:eastAsia="Times New Roman" w:hAnsi="Calibri" w:cs="Times New Roman"/>
    </w:rPr>
  </w:style>
  <w:style w:type="paragraph" w:styleId="Footer">
    <w:name w:val="footer"/>
    <w:basedOn w:val="Normal"/>
    <w:link w:val="FooterChar"/>
    <w:uiPriority w:val="99"/>
    <w:rsid w:val="004D0338"/>
    <w:pPr>
      <w:tabs>
        <w:tab w:val="center" w:pos="4677"/>
        <w:tab w:val="right" w:pos="9355"/>
      </w:tabs>
    </w:pPr>
    <w:rPr>
      <w:rFonts w:ascii="Calibri" w:eastAsia="Calibri" w:hAnsi="Calibri"/>
      <w:sz w:val="22"/>
      <w:szCs w:val="22"/>
      <w:lang w:eastAsia="en-US"/>
    </w:rPr>
  </w:style>
  <w:style w:type="character" w:customStyle="1" w:styleId="FooterChar">
    <w:name w:val="Footer Char"/>
    <w:basedOn w:val="DefaultParagraphFont"/>
    <w:link w:val="Footer"/>
    <w:uiPriority w:val="99"/>
    <w:locked/>
    <w:rsid w:val="004D0338"/>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1537674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korc.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orc@rv.gov.ua"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21</Pages>
  <Words>-32766</Words>
  <Characters>18288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Ведрук</dc:creator>
  <cp:keywords/>
  <dc:description/>
  <cp:lastModifiedBy>Molod</cp:lastModifiedBy>
  <cp:revision>5</cp:revision>
  <cp:lastPrinted>2020-01-22T08:56:00Z</cp:lastPrinted>
  <dcterms:created xsi:type="dcterms:W3CDTF">2020-01-22T08:20:00Z</dcterms:created>
  <dcterms:modified xsi:type="dcterms:W3CDTF">2020-01-22T09:22:00Z</dcterms:modified>
</cp:coreProperties>
</file>