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1EA" w:rsidRPr="009C4B4E" w:rsidRDefault="00B621EA" w:rsidP="00717308">
      <w:pPr>
        <w:pStyle w:val="NoSpacing"/>
        <w:jc w:val="center"/>
        <w:rPr>
          <w:rFonts w:ascii="Times New Roman" w:hAnsi="Times New Roman"/>
          <w:sz w:val="28"/>
          <w:szCs w:val="28"/>
          <w:lang w:val="en-US"/>
        </w:rPr>
      </w:pPr>
      <w:r w:rsidRPr="00E02BC2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1pt;visibility:visible">
            <v:imagedata r:id="rId7" o:title=""/>
          </v:shape>
        </w:pict>
      </w:r>
    </w:p>
    <w:p w:rsidR="00B621EA" w:rsidRPr="001D209D" w:rsidRDefault="00B621EA" w:rsidP="00717308">
      <w:pPr>
        <w:pStyle w:val="NoSpacing"/>
        <w:jc w:val="center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B621EA" w:rsidRPr="009C4B4E" w:rsidRDefault="00B621EA" w:rsidP="00717308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C4B4E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B621EA" w:rsidRPr="009C4B4E" w:rsidRDefault="00B621EA" w:rsidP="00717308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9C4B4E">
        <w:rPr>
          <w:rFonts w:ascii="Times New Roman" w:hAnsi="Times New Roman"/>
          <w:b/>
          <w:sz w:val="26"/>
          <w:szCs w:val="26"/>
          <w:lang w:val="uk-UA"/>
        </w:rPr>
        <w:t>ДЕРЖАВНИЙ КОМІТЕТ ТЕЛЕБАЧЕННЯ І РАДІОМОВЛЕННЯ УКРАЇНИ</w:t>
      </w:r>
    </w:p>
    <w:p w:rsidR="00B621EA" w:rsidRPr="009C4B4E" w:rsidRDefault="00B621EA" w:rsidP="0071730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B621EA" w:rsidRPr="009C4B4E" w:rsidRDefault="00B621EA" w:rsidP="00717308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val="uk-UA" w:eastAsia="uk-UA"/>
        </w:rPr>
        <w:pict>
          <v:shape id="Рисунок 2" o:spid="_x0000_s1026" type="#_x0000_t75" alt="Blank2" style="position:absolute;left:0;text-align:left;margin-left:238.3pt;margin-top:-.4pt;width:45.95pt;height:43.5pt;z-index:251658240;visibility:visible">
            <v:imagedata r:id="rId8" o:title="" gain="88562f" blacklevel="5243f"/>
          </v:shape>
        </w:pict>
      </w:r>
    </w:p>
    <w:tbl>
      <w:tblPr>
        <w:tblW w:w="0" w:type="auto"/>
        <w:tblLook w:val="00A0"/>
      </w:tblPr>
      <w:tblGrid>
        <w:gridCol w:w="4927"/>
        <w:gridCol w:w="601"/>
        <w:gridCol w:w="4927"/>
      </w:tblGrid>
      <w:tr w:rsidR="00B621EA" w:rsidRPr="00E02BC2" w:rsidTr="00E02BC2">
        <w:trPr>
          <w:trHeight w:val="1786"/>
        </w:trPr>
        <w:tc>
          <w:tcPr>
            <w:tcW w:w="4927" w:type="dxa"/>
          </w:tcPr>
          <w:p w:rsidR="00B621EA" w:rsidRPr="00E02BC2" w:rsidRDefault="00B621EA" w:rsidP="00E02BC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BC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ТЕРНОПІЛЬСЬКА ОБЛАСНА ДЕРЖАВНА ТЕЛЕРАДІОКОМПАНІЯ</w:t>
            </w:r>
          </w:p>
          <w:p w:rsidR="00B621EA" w:rsidRPr="00E02BC2" w:rsidRDefault="00B621EA" w:rsidP="00E02BC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B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B621EA" w:rsidRPr="00E02BC2" w:rsidRDefault="00B621EA" w:rsidP="00E02B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6000, м"/>
              </w:smartTagPr>
              <w:r w:rsidRPr="00E02BC2">
                <w:rPr>
                  <w:rFonts w:ascii="Times New Roman" w:hAnsi="Times New Roman"/>
                  <w:sz w:val="20"/>
                  <w:szCs w:val="20"/>
                </w:rPr>
                <w:t>46000, м</w:t>
              </w:r>
            </w:smartTag>
            <w:r w:rsidRPr="00E02BC2">
              <w:rPr>
                <w:rFonts w:ascii="Times New Roman" w:hAnsi="Times New Roman"/>
                <w:sz w:val="20"/>
                <w:szCs w:val="20"/>
              </w:rPr>
              <w:t xml:space="preserve">.Тернопіль </w:t>
            </w:r>
          </w:p>
          <w:p w:rsidR="00B621EA" w:rsidRPr="00E02BC2" w:rsidRDefault="00B621EA" w:rsidP="00E02B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BC2">
              <w:rPr>
                <w:rFonts w:ascii="Times New Roman" w:hAnsi="Times New Roman"/>
                <w:sz w:val="20"/>
                <w:szCs w:val="20"/>
              </w:rPr>
              <w:t>бульвар Тараса Шевченка, 17</w:t>
            </w:r>
          </w:p>
          <w:p w:rsidR="00B621EA" w:rsidRPr="00E02BC2" w:rsidRDefault="00B621EA" w:rsidP="00E02BC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2BC2">
              <w:rPr>
                <w:rFonts w:ascii="Times New Roman" w:hAnsi="Times New Roman"/>
                <w:sz w:val="20"/>
                <w:szCs w:val="20"/>
                <w:lang w:val="uk-UA"/>
              </w:rPr>
              <w:t>т</w:t>
            </w:r>
            <w:r w:rsidRPr="00E02BC2">
              <w:rPr>
                <w:rFonts w:ascii="Times New Roman" w:hAnsi="Times New Roman"/>
                <w:sz w:val="20"/>
                <w:szCs w:val="20"/>
              </w:rPr>
              <w:t>ел. (0352) 52-47-62, факс (0352) 52-22-61</w:t>
            </w:r>
          </w:p>
          <w:p w:rsidR="00B621EA" w:rsidRPr="00E02BC2" w:rsidRDefault="00B621EA" w:rsidP="00E02BC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02BC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E02BC2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todtrk@poshta.te.ua</w:t>
              </w:r>
            </w:hyperlink>
          </w:p>
        </w:tc>
        <w:tc>
          <w:tcPr>
            <w:tcW w:w="601" w:type="dxa"/>
          </w:tcPr>
          <w:p w:rsidR="00B621EA" w:rsidRPr="00E02BC2" w:rsidRDefault="00B621EA" w:rsidP="00E02BC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927" w:type="dxa"/>
          </w:tcPr>
          <w:p w:rsidR="00B621EA" w:rsidRPr="00E02BC2" w:rsidRDefault="00B621EA" w:rsidP="00E02BC2">
            <w:pPr>
              <w:pStyle w:val="NoSpacing"/>
              <w:jc w:val="center"/>
              <w:rPr>
                <w:rStyle w:val="hps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02BC2">
              <w:rPr>
                <w:rStyle w:val="hps"/>
                <w:rFonts w:ascii="Times New Roman" w:hAnsi="Times New Roman"/>
                <w:b/>
                <w:sz w:val="24"/>
                <w:szCs w:val="24"/>
                <w:lang/>
              </w:rPr>
              <w:t>TERNOPIL STATE</w:t>
            </w:r>
            <w:r w:rsidRPr="00E02BC2">
              <w:rPr>
                <w:rStyle w:val="shorttext"/>
                <w:rFonts w:ascii="Times New Roman" w:hAnsi="Times New Roman"/>
                <w:b/>
                <w:sz w:val="24"/>
                <w:szCs w:val="24"/>
                <w:lang/>
              </w:rPr>
              <w:t xml:space="preserve"> </w:t>
            </w:r>
            <w:r w:rsidRPr="00E02BC2">
              <w:rPr>
                <w:rStyle w:val="hps"/>
                <w:rFonts w:ascii="Times New Roman" w:hAnsi="Times New Roman"/>
                <w:b/>
                <w:sz w:val="24"/>
                <w:szCs w:val="24"/>
                <w:lang/>
              </w:rPr>
              <w:t xml:space="preserve">TELEVISION </w:t>
            </w:r>
          </w:p>
          <w:p w:rsidR="00B621EA" w:rsidRPr="00E02BC2" w:rsidRDefault="00B621EA" w:rsidP="00E02BC2">
            <w:pPr>
              <w:pStyle w:val="NoSpacing"/>
              <w:jc w:val="center"/>
              <w:rPr>
                <w:rStyle w:val="hps"/>
                <w:rFonts w:ascii="Times New Roman" w:hAnsi="Times New Roman"/>
                <w:b/>
                <w:sz w:val="24"/>
                <w:szCs w:val="24"/>
                <w:lang/>
              </w:rPr>
            </w:pPr>
            <w:r w:rsidRPr="00E02BC2">
              <w:rPr>
                <w:rStyle w:val="hps"/>
                <w:rFonts w:ascii="Times New Roman" w:hAnsi="Times New Roman"/>
                <w:b/>
                <w:sz w:val="24"/>
                <w:szCs w:val="24"/>
                <w:lang/>
              </w:rPr>
              <w:t>AND BROADCASTING COMPANIYA</w:t>
            </w:r>
          </w:p>
          <w:p w:rsidR="00B621EA" w:rsidRPr="00E02BC2" w:rsidRDefault="00B621EA" w:rsidP="00E02BC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02BC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B621EA" w:rsidRPr="00E02BC2" w:rsidRDefault="00B621EA" w:rsidP="00E02BC2">
            <w:pPr>
              <w:pStyle w:val="NoSpacing"/>
              <w:jc w:val="center"/>
              <w:rPr>
                <w:rStyle w:val="hps"/>
                <w:rFonts w:ascii="Times New Roman" w:hAnsi="Times New Roman"/>
                <w:sz w:val="20"/>
                <w:szCs w:val="20"/>
                <w:lang/>
              </w:rPr>
            </w:pPr>
            <w:r w:rsidRPr="00E02BC2">
              <w:rPr>
                <w:rStyle w:val="hps"/>
                <w:rFonts w:ascii="Times New Roman" w:hAnsi="Times New Roman"/>
                <w:sz w:val="20"/>
                <w:szCs w:val="20"/>
                <w:lang/>
              </w:rPr>
              <w:t>46000</w:t>
            </w:r>
            <w:r w:rsidRPr="00E02BC2">
              <w:rPr>
                <w:rFonts w:ascii="Times New Roman" w:hAnsi="Times New Roman"/>
                <w:sz w:val="20"/>
                <w:szCs w:val="20"/>
                <w:lang/>
              </w:rPr>
              <w:t xml:space="preserve">, Ternopil </w:t>
            </w:r>
          </w:p>
          <w:p w:rsidR="00B621EA" w:rsidRPr="00E02BC2" w:rsidRDefault="00B621EA" w:rsidP="00E02BC2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02BC2">
              <w:rPr>
                <w:rStyle w:val="hps"/>
                <w:rFonts w:ascii="Times New Roman" w:hAnsi="Times New Roman"/>
                <w:sz w:val="20"/>
                <w:szCs w:val="20"/>
                <w:lang/>
              </w:rPr>
              <w:t>Taras Shevchenko AV.,</w:t>
            </w:r>
            <w:r w:rsidRPr="00E02BC2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E02BC2">
              <w:rPr>
                <w:rStyle w:val="hps"/>
                <w:rFonts w:ascii="Times New Roman" w:hAnsi="Times New Roman"/>
                <w:sz w:val="20"/>
                <w:szCs w:val="20"/>
                <w:lang/>
              </w:rPr>
              <w:t>17</w:t>
            </w:r>
            <w:r w:rsidRPr="00E02BC2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E02BC2">
              <w:rPr>
                <w:rFonts w:ascii="Times New Roman" w:hAnsi="Times New Roman"/>
                <w:sz w:val="20"/>
                <w:szCs w:val="20"/>
                <w:lang/>
              </w:rPr>
              <w:br/>
            </w:r>
            <w:r w:rsidRPr="00E02BC2">
              <w:rPr>
                <w:rStyle w:val="hps"/>
                <w:rFonts w:ascii="Times New Roman" w:hAnsi="Times New Roman"/>
                <w:sz w:val="20"/>
                <w:szCs w:val="20"/>
                <w:lang/>
              </w:rPr>
              <w:t>tel.</w:t>
            </w:r>
            <w:r w:rsidRPr="00E02BC2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E02BC2">
              <w:rPr>
                <w:rStyle w:val="hps"/>
                <w:rFonts w:ascii="Times New Roman" w:hAnsi="Times New Roman"/>
                <w:sz w:val="20"/>
                <w:szCs w:val="20"/>
                <w:lang/>
              </w:rPr>
              <w:t>(0352)</w:t>
            </w:r>
            <w:r w:rsidRPr="00E02BC2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E02BC2">
              <w:rPr>
                <w:rStyle w:val="hps"/>
                <w:rFonts w:ascii="Times New Roman" w:hAnsi="Times New Roman"/>
                <w:sz w:val="20"/>
                <w:szCs w:val="20"/>
                <w:lang/>
              </w:rPr>
              <w:t>52-47-62</w:t>
            </w:r>
            <w:r w:rsidRPr="00E02BC2">
              <w:rPr>
                <w:rStyle w:val="atn"/>
                <w:rFonts w:ascii="Times New Roman" w:hAnsi="Times New Roman"/>
                <w:sz w:val="20"/>
                <w:szCs w:val="20"/>
                <w:lang/>
              </w:rPr>
              <w:t>, fax (</w:t>
            </w:r>
            <w:r w:rsidRPr="00E02BC2">
              <w:rPr>
                <w:rFonts w:ascii="Times New Roman" w:hAnsi="Times New Roman"/>
                <w:sz w:val="20"/>
                <w:szCs w:val="20"/>
                <w:lang/>
              </w:rPr>
              <w:t xml:space="preserve">0352) </w:t>
            </w:r>
            <w:r w:rsidRPr="00E02BC2">
              <w:rPr>
                <w:rStyle w:val="hps"/>
                <w:rFonts w:ascii="Times New Roman" w:hAnsi="Times New Roman"/>
                <w:sz w:val="20"/>
                <w:szCs w:val="20"/>
                <w:lang/>
              </w:rPr>
              <w:t>52-22-61</w:t>
            </w:r>
            <w:r w:rsidRPr="00E02BC2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E02BC2">
              <w:rPr>
                <w:rFonts w:ascii="Times New Roman" w:hAnsi="Times New Roman"/>
                <w:sz w:val="20"/>
                <w:szCs w:val="20"/>
                <w:lang/>
              </w:rPr>
              <w:br/>
            </w:r>
            <w:r w:rsidRPr="00E02BC2">
              <w:rPr>
                <w:rStyle w:val="hps"/>
                <w:rFonts w:ascii="Times New Roman" w:hAnsi="Times New Roman"/>
                <w:sz w:val="20"/>
                <w:szCs w:val="20"/>
                <w:lang/>
              </w:rPr>
              <w:t>e-mail: todtrk@poshta.te.ua</w:t>
            </w:r>
          </w:p>
        </w:tc>
      </w:tr>
    </w:tbl>
    <w:p w:rsidR="00B621EA" w:rsidRPr="009C4B4E" w:rsidRDefault="00B621EA" w:rsidP="00717308">
      <w:pPr>
        <w:pStyle w:val="NoSpacing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B621EA" w:rsidRDefault="00B621EA" w:rsidP="00717308">
      <w:pPr>
        <w:pStyle w:val="NoSpacing"/>
        <w:rPr>
          <w:rFonts w:ascii="Times New Roman" w:hAnsi="Times New Roman"/>
          <w:u w:val="single"/>
          <w:lang w:val="uk-UA"/>
        </w:rPr>
      </w:pPr>
    </w:p>
    <w:p w:rsidR="00B621EA" w:rsidRPr="009C4B4E" w:rsidRDefault="00B621EA" w:rsidP="00717308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u w:val="single"/>
          <w:lang w:val="uk-UA"/>
        </w:rPr>
        <w:t>15</w:t>
      </w:r>
      <w:r w:rsidRPr="009C4B4E">
        <w:rPr>
          <w:rFonts w:ascii="Times New Roman" w:hAnsi="Times New Roman"/>
          <w:u w:val="single"/>
          <w:lang w:val="uk-UA"/>
        </w:rPr>
        <w:t>.</w:t>
      </w:r>
      <w:r>
        <w:rPr>
          <w:rFonts w:ascii="Times New Roman" w:hAnsi="Times New Roman"/>
          <w:u w:val="single"/>
          <w:lang w:val="uk-UA"/>
        </w:rPr>
        <w:t>04</w:t>
      </w:r>
      <w:r w:rsidRPr="009C4B4E">
        <w:rPr>
          <w:rFonts w:ascii="Times New Roman" w:hAnsi="Times New Roman"/>
          <w:u w:val="single"/>
          <w:lang w:val="uk-UA"/>
        </w:rPr>
        <w:t>.201</w:t>
      </w:r>
      <w:r>
        <w:rPr>
          <w:rFonts w:ascii="Times New Roman" w:hAnsi="Times New Roman"/>
          <w:u w:val="single"/>
          <w:lang w:val="uk-UA"/>
        </w:rPr>
        <w:t>5</w:t>
      </w:r>
      <w:r w:rsidRPr="009C4B4E">
        <w:rPr>
          <w:rFonts w:ascii="Times New Roman" w:hAnsi="Times New Roman"/>
          <w:u w:val="single"/>
          <w:lang w:val="uk-UA"/>
        </w:rPr>
        <w:t>р</w:t>
      </w:r>
      <w:r>
        <w:rPr>
          <w:rFonts w:ascii="Times New Roman" w:hAnsi="Times New Roman"/>
          <w:u w:val="single"/>
          <w:lang w:val="uk-UA"/>
        </w:rPr>
        <w:t>. №</w:t>
      </w:r>
      <w:bookmarkStart w:id="0" w:name="_GoBack"/>
      <w:bookmarkEnd w:id="0"/>
      <w:r>
        <w:rPr>
          <w:rFonts w:ascii="Times New Roman" w:hAnsi="Times New Roman"/>
          <w:u w:val="single"/>
          <w:lang w:val="uk-UA"/>
        </w:rPr>
        <w:t xml:space="preserve"> 01-11/141</w:t>
      </w:r>
    </w:p>
    <w:p w:rsidR="00B621EA" w:rsidRPr="000A1275" w:rsidRDefault="00B621EA" w:rsidP="00717308">
      <w:pPr>
        <w:pStyle w:val="NoSpacing"/>
        <w:ind w:firstLine="4678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0A1275">
        <w:rPr>
          <w:rFonts w:ascii="Times New Roman" w:hAnsi="Times New Roman"/>
          <w:b/>
          <w:i/>
          <w:sz w:val="28"/>
          <w:szCs w:val="28"/>
          <w:lang w:val="uk-UA"/>
        </w:rPr>
        <w:t xml:space="preserve">Електронною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</w:t>
      </w:r>
      <w:r w:rsidRPr="000A1275">
        <w:rPr>
          <w:rFonts w:ascii="Times New Roman" w:hAnsi="Times New Roman"/>
          <w:b/>
          <w:i/>
          <w:sz w:val="28"/>
          <w:szCs w:val="28"/>
          <w:lang w:val="uk-UA"/>
        </w:rPr>
        <w:t>оштою</w:t>
      </w:r>
    </w:p>
    <w:p w:rsidR="00B621EA" w:rsidRDefault="00B621EA" w:rsidP="00717308">
      <w:pPr>
        <w:pStyle w:val="NoSpacing"/>
        <w:ind w:firstLine="467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621EA" w:rsidRDefault="00B621EA" w:rsidP="00717308">
      <w:pPr>
        <w:pStyle w:val="NoSpacing"/>
        <w:ind w:firstLine="467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621EA" w:rsidRPr="00E522D0" w:rsidRDefault="00B621EA" w:rsidP="000914FF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522D0">
        <w:rPr>
          <w:rFonts w:ascii="Times New Roman" w:hAnsi="Times New Roman"/>
          <w:b/>
          <w:sz w:val="28"/>
          <w:szCs w:val="28"/>
          <w:lang w:val="uk-UA"/>
        </w:rPr>
        <w:t>ГО «ЦЕНТР UA»</w:t>
      </w:r>
    </w:p>
    <w:p w:rsidR="00B621EA" w:rsidRPr="00E522D0" w:rsidRDefault="00B621EA" w:rsidP="000914FF">
      <w:pPr>
        <w:rPr>
          <w:rFonts w:ascii="Times New Roman" w:hAnsi="Times New Roman"/>
          <w:sz w:val="28"/>
          <w:szCs w:val="28"/>
          <w:lang w:val="uk-UA"/>
        </w:rPr>
      </w:pPr>
    </w:p>
    <w:p w:rsidR="00B621EA" w:rsidRPr="00E522D0" w:rsidRDefault="00B621EA" w:rsidP="000914F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522D0">
        <w:rPr>
          <w:rFonts w:ascii="Times New Roman" w:hAnsi="Times New Roman"/>
          <w:sz w:val="28"/>
          <w:szCs w:val="28"/>
          <w:lang w:val="uk-UA"/>
        </w:rPr>
        <w:t xml:space="preserve">На Ваш інформаційний запит </w:t>
      </w:r>
      <w:r>
        <w:rPr>
          <w:rFonts w:ascii="Times New Roman" w:hAnsi="Times New Roman"/>
          <w:sz w:val="28"/>
          <w:szCs w:val="28"/>
          <w:lang w:val="uk-UA"/>
        </w:rPr>
        <w:t xml:space="preserve">до Державного комітету телебачення і радіомовлення України </w:t>
      </w:r>
      <w:r w:rsidRPr="00E522D0">
        <w:rPr>
          <w:rFonts w:ascii="Times New Roman" w:hAnsi="Times New Roman"/>
          <w:sz w:val="28"/>
          <w:szCs w:val="28"/>
          <w:lang w:val="uk-UA"/>
        </w:rPr>
        <w:t>від 3 квітня 2015 року повідомляємо, що Тернопільська обласна державна телерадіокомпанія впродовж 2014 – 2015 років не отримувала і не закуповувала, а відтак – не здійснювала адаптаці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E522D0">
        <w:rPr>
          <w:rFonts w:ascii="Times New Roman" w:hAnsi="Times New Roman"/>
          <w:sz w:val="28"/>
          <w:szCs w:val="28"/>
          <w:lang w:val="uk-UA"/>
        </w:rPr>
        <w:t xml:space="preserve"> серіалів, виготовлених у Республіці Польща. </w:t>
      </w:r>
    </w:p>
    <w:p w:rsidR="00B621EA" w:rsidRDefault="00B621EA" w:rsidP="00717308">
      <w:pPr>
        <w:pStyle w:val="NoSpacing"/>
        <w:jc w:val="both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B621EA" w:rsidRPr="009C4B4E" w:rsidRDefault="00B621EA" w:rsidP="00717308">
      <w:pPr>
        <w:pStyle w:val="NoSpacing"/>
        <w:jc w:val="both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B621EA" w:rsidRDefault="00B621EA" w:rsidP="00717308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Г</w:t>
      </w:r>
      <w:r w:rsidRPr="009C4B4E">
        <w:rPr>
          <w:rFonts w:ascii="Times New Roman" w:hAnsi="Times New Roman"/>
          <w:b/>
          <w:sz w:val="28"/>
          <w:szCs w:val="28"/>
          <w:lang w:val="uk-UA" w:eastAsia="ru-RU"/>
        </w:rPr>
        <w:t>енеральн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Pr="009C4B4E">
        <w:rPr>
          <w:rFonts w:ascii="Times New Roman" w:hAnsi="Times New Roman"/>
          <w:b/>
          <w:sz w:val="28"/>
          <w:szCs w:val="28"/>
          <w:lang w:val="uk-UA" w:eastAsia="ru-RU"/>
        </w:rPr>
        <w:t xml:space="preserve"> директор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обласної </w:t>
      </w:r>
    </w:p>
    <w:p w:rsidR="00B621EA" w:rsidRPr="009C4B4E" w:rsidRDefault="00B621EA" w:rsidP="00717308">
      <w:pPr>
        <w:pStyle w:val="NoSpacing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державної телерадіокомпанії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               </w:t>
      </w:r>
      <w:r w:rsidRPr="009C4B4E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Р.М.ЗАЯЦЬ</w:t>
      </w:r>
      <w:r w:rsidRPr="009C4B4E">
        <w:rPr>
          <w:rFonts w:ascii="Times New Roman" w:hAnsi="Times New Roman"/>
          <w:b/>
          <w:sz w:val="28"/>
          <w:szCs w:val="28"/>
          <w:lang w:val="uk-UA" w:eastAsia="ru-RU"/>
        </w:rPr>
        <w:t xml:space="preserve">  </w:t>
      </w:r>
    </w:p>
    <w:p w:rsidR="00B621EA" w:rsidRPr="009C4B4E" w:rsidRDefault="00B621EA" w:rsidP="0071730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21EA" w:rsidRPr="000914FF" w:rsidRDefault="00B621EA" w:rsidP="000914FF">
      <w:pPr>
        <w:jc w:val="both"/>
        <w:rPr>
          <w:rFonts w:ascii="Times New Roman" w:hAnsi="Times New Roman"/>
          <w:lang w:val="uk-UA"/>
        </w:rPr>
      </w:pPr>
      <w:r w:rsidRPr="00361120">
        <w:rPr>
          <w:rFonts w:ascii="Times New Roman" w:hAnsi="Times New Roman"/>
          <w:lang w:val="uk-UA"/>
        </w:rPr>
        <w:t xml:space="preserve">Заруцький </w:t>
      </w:r>
      <w:r>
        <w:rPr>
          <w:rFonts w:ascii="Times New Roman" w:hAnsi="Times New Roman"/>
          <w:lang w:val="uk-UA"/>
        </w:rPr>
        <w:t xml:space="preserve">  </w:t>
      </w:r>
      <w:r w:rsidRPr="00361120">
        <w:rPr>
          <w:rFonts w:ascii="Times New Roman" w:hAnsi="Times New Roman"/>
          <w:lang w:val="uk-UA"/>
        </w:rPr>
        <w:t>42</w:t>
      </w:r>
      <w:r>
        <w:rPr>
          <w:rFonts w:ascii="Times New Roman" w:hAnsi="Times New Roman"/>
          <w:lang w:val="uk-UA"/>
        </w:rPr>
        <w:t xml:space="preserve"> </w:t>
      </w:r>
      <w:r w:rsidRPr="00361120">
        <w:rPr>
          <w:rFonts w:ascii="Times New Roman" w:hAnsi="Times New Roman"/>
          <w:lang w:val="uk-UA"/>
        </w:rPr>
        <w:t>65</w:t>
      </w:r>
      <w:r>
        <w:rPr>
          <w:rFonts w:ascii="Times New Roman" w:hAnsi="Times New Roman"/>
          <w:lang w:val="uk-UA"/>
        </w:rPr>
        <w:t xml:space="preserve"> </w:t>
      </w:r>
      <w:r w:rsidRPr="00361120">
        <w:rPr>
          <w:rFonts w:ascii="Times New Roman" w:hAnsi="Times New Roman"/>
          <w:lang w:val="uk-UA"/>
        </w:rPr>
        <w:t>46</w:t>
      </w:r>
    </w:p>
    <w:sectPr w:rsidR="00B621EA" w:rsidRPr="000914FF" w:rsidSect="000914FF">
      <w:pgSz w:w="11906" w:h="16838"/>
      <w:pgMar w:top="851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1EA" w:rsidRDefault="00B621EA" w:rsidP="007D4EF0">
      <w:pPr>
        <w:spacing w:after="0" w:line="240" w:lineRule="auto"/>
      </w:pPr>
      <w:r>
        <w:separator/>
      </w:r>
    </w:p>
  </w:endnote>
  <w:endnote w:type="continuationSeparator" w:id="0">
    <w:p w:rsidR="00B621EA" w:rsidRDefault="00B621EA" w:rsidP="007D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1EA" w:rsidRDefault="00B621EA" w:rsidP="007D4EF0">
      <w:pPr>
        <w:spacing w:after="0" w:line="240" w:lineRule="auto"/>
      </w:pPr>
      <w:r>
        <w:separator/>
      </w:r>
    </w:p>
  </w:footnote>
  <w:footnote w:type="continuationSeparator" w:id="0">
    <w:p w:rsidR="00B621EA" w:rsidRDefault="00B621EA" w:rsidP="007D4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B39D3"/>
    <w:multiLevelType w:val="hybridMultilevel"/>
    <w:tmpl w:val="10DC1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10287"/>
    <w:multiLevelType w:val="hybridMultilevel"/>
    <w:tmpl w:val="868A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C22C0"/>
    <w:multiLevelType w:val="hybridMultilevel"/>
    <w:tmpl w:val="42148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9A7FCA"/>
    <w:multiLevelType w:val="hybridMultilevel"/>
    <w:tmpl w:val="6C1E1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300F4"/>
    <w:multiLevelType w:val="hybridMultilevel"/>
    <w:tmpl w:val="A7A88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473ECC"/>
    <w:multiLevelType w:val="hybridMultilevel"/>
    <w:tmpl w:val="F0883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F24"/>
    <w:rsid w:val="00003099"/>
    <w:rsid w:val="00004F4F"/>
    <w:rsid w:val="0000632E"/>
    <w:rsid w:val="000123A9"/>
    <w:rsid w:val="0001516F"/>
    <w:rsid w:val="00020480"/>
    <w:rsid w:val="0002051B"/>
    <w:rsid w:val="0002347A"/>
    <w:rsid w:val="000410EA"/>
    <w:rsid w:val="00041462"/>
    <w:rsid w:val="000415CB"/>
    <w:rsid w:val="0004206B"/>
    <w:rsid w:val="00043605"/>
    <w:rsid w:val="00047C5D"/>
    <w:rsid w:val="00062775"/>
    <w:rsid w:val="00062E95"/>
    <w:rsid w:val="00075FAC"/>
    <w:rsid w:val="000914FF"/>
    <w:rsid w:val="00091E2E"/>
    <w:rsid w:val="00093CF0"/>
    <w:rsid w:val="00095164"/>
    <w:rsid w:val="000A0E43"/>
    <w:rsid w:val="000A1275"/>
    <w:rsid w:val="000A4B32"/>
    <w:rsid w:val="000A52C8"/>
    <w:rsid w:val="000E3210"/>
    <w:rsid w:val="000E38F7"/>
    <w:rsid w:val="000F2914"/>
    <w:rsid w:val="000F727D"/>
    <w:rsid w:val="00101341"/>
    <w:rsid w:val="00102809"/>
    <w:rsid w:val="00103011"/>
    <w:rsid w:val="00103E31"/>
    <w:rsid w:val="001102D2"/>
    <w:rsid w:val="00117A2A"/>
    <w:rsid w:val="0012130A"/>
    <w:rsid w:val="001323B8"/>
    <w:rsid w:val="00134681"/>
    <w:rsid w:val="001523AD"/>
    <w:rsid w:val="001549EC"/>
    <w:rsid w:val="00163139"/>
    <w:rsid w:val="001641C0"/>
    <w:rsid w:val="00164B57"/>
    <w:rsid w:val="00167252"/>
    <w:rsid w:val="00171AD8"/>
    <w:rsid w:val="00174E0A"/>
    <w:rsid w:val="0017716C"/>
    <w:rsid w:val="001826BE"/>
    <w:rsid w:val="001A0C7C"/>
    <w:rsid w:val="001A5CF5"/>
    <w:rsid w:val="001A6ECD"/>
    <w:rsid w:val="001A773A"/>
    <w:rsid w:val="001B16D7"/>
    <w:rsid w:val="001C00BD"/>
    <w:rsid w:val="001C166C"/>
    <w:rsid w:val="001C1FE9"/>
    <w:rsid w:val="001C542C"/>
    <w:rsid w:val="001C5804"/>
    <w:rsid w:val="001D209D"/>
    <w:rsid w:val="001E13BA"/>
    <w:rsid w:val="001F1713"/>
    <w:rsid w:val="001F2AE4"/>
    <w:rsid w:val="001F6170"/>
    <w:rsid w:val="001F6A22"/>
    <w:rsid w:val="00201E43"/>
    <w:rsid w:val="00202D64"/>
    <w:rsid w:val="002112F3"/>
    <w:rsid w:val="002119D5"/>
    <w:rsid w:val="00217AF5"/>
    <w:rsid w:val="00221CC6"/>
    <w:rsid w:val="002254A8"/>
    <w:rsid w:val="0025269C"/>
    <w:rsid w:val="002550EA"/>
    <w:rsid w:val="0026251D"/>
    <w:rsid w:val="0027139A"/>
    <w:rsid w:val="0027419F"/>
    <w:rsid w:val="00274B0B"/>
    <w:rsid w:val="00291EB0"/>
    <w:rsid w:val="002A139D"/>
    <w:rsid w:val="002B436A"/>
    <w:rsid w:val="002B688F"/>
    <w:rsid w:val="002C071A"/>
    <w:rsid w:val="002C2E62"/>
    <w:rsid w:val="002C3886"/>
    <w:rsid w:val="002C701F"/>
    <w:rsid w:val="002D030B"/>
    <w:rsid w:val="002D4685"/>
    <w:rsid w:val="002D6062"/>
    <w:rsid w:val="002E3F0D"/>
    <w:rsid w:val="002F7007"/>
    <w:rsid w:val="00301E17"/>
    <w:rsid w:val="00305B06"/>
    <w:rsid w:val="00307B64"/>
    <w:rsid w:val="003153E7"/>
    <w:rsid w:val="0032126D"/>
    <w:rsid w:val="00322937"/>
    <w:rsid w:val="003272D3"/>
    <w:rsid w:val="003417FD"/>
    <w:rsid w:val="003529EA"/>
    <w:rsid w:val="00355971"/>
    <w:rsid w:val="0035641C"/>
    <w:rsid w:val="0035724D"/>
    <w:rsid w:val="00361120"/>
    <w:rsid w:val="00366606"/>
    <w:rsid w:val="003666D9"/>
    <w:rsid w:val="003828E3"/>
    <w:rsid w:val="003A14F8"/>
    <w:rsid w:val="003A27EC"/>
    <w:rsid w:val="003B0FE7"/>
    <w:rsid w:val="003B12B2"/>
    <w:rsid w:val="003B3620"/>
    <w:rsid w:val="003E6906"/>
    <w:rsid w:val="0040263F"/>
    <w:rsid w:val="004031E1"/>
    <w:rsid w:val="00404CAA"/>
    <w:rsid w:val="0041137B"/>
    <w:rsid w:val="00411DDA"/>
    <w:rsid w:val="00417C7C"/>
    <w:rsid w:val="004238BE"/>
    <w:rsid w:val="0043282D"/>
    <w:rsid w:val="004351D8"/>
    <w:rsid w:val="004360A9"/>
    <w:rsid w:val="0043681F"/>
    <w:rsid w:val="0043783F"/>
    <w:rsid w:val="0044039B"/>
    <w:rsid w:val="0044207F"/>
    <w:rsid w:val="0044534D"/>
    <w:rsid w:val="00450145"/>
    <w:rsid w:val="00452F3A"/>
    <w:rsid w:val="00453126"/>
    <w:rsid w:val="004571DD"/>
    <w:rsid w:val="00470E47"/>
    <w:rsid w:val="00471244"/>
    <w:rsid w:val="00475A97"/>
    <w:rsid w:val="00480BC3"/>
    <w:rsid w:val="00482377"/>
    <w:rsid w:val="004852EA"/>
    <w:rsid w:val="004862D5"/>
    <w:rsid w:val="00493B3C"/>
    <w:rsid w:val="004A190C"/>
    <w:rsid w:val="004B0D68"/>
    <w:rsid w:val="004B3F4D"/>
    <w:rsid w:val="004B569A"/>
    <w:rsid w:val="004C30D6"/>
    <w:rsid w:val="004D09D9"/>
    <w:rsid w:val="004D32AB"/>
    <w:rsid w:val="004D406F"/>
    <w:rsid w:val="004D67CC"/>
    <w:rsid w:val="004E048D"/>
    <w:rsid w:val="004E0E90"/>
    <w:rsid w:val="004F0E77"/>
    <w:rsid w:val="004F555A"/>
    <w:rsid w:val="00500F71"/>
    <w:rsid w:val="00506D3F"/>
    <w:rsid w:val="00527EE1"/>
    <w:rsid w:val="00532768"/>
    <w:rsid w:val="00535F24"/>
    <w:rsid w:val="00536B71"/>
    <w:rsid w:val="00550A75"/>
    <w:rsid w:val="00551FB9"/>
    <w:rsid w:val="00564FA7"/>
    <w:rsid w:val="005677D0"/>
    <w:rsid w:val="00572F8B"/>
    <w:rsid w:val="0057480A"/>
    <w:rsid w:val="005900E6"/>
    <w:rsid w:val="00592302"/>
    <w:rsid w:val="005944B8"/>
    <w:rsid w:val="0059590F"/>
    <w:rsid w:val="005B0589"/>
    <w:rsid w:val="005B341B"/>
    <w:rsid w:val="005C489F"/>
    <w:rsid w:val="005C7331"/>
    <w:rsid w:val="005C73F1"/>
    <w:rsid w:val="005D293C"/>
    <w:rsid w:val="005D2E5F"/>
    <w:rsid w:val="005D430F"/>
    <w:rsid w:val="005E7FCD"/>
    <w:rsid w:val="00604A13"/>
    <w:rsid w:val="00605AC8"/>
    <w:rsid w:val="00613A95"/>
    <w:rsid w:val="00616788"/>
    <w:rsid w:val="00620B31"/>
    <w:rsid w:val="00620D70"/>
    <w:rsid w:val="006214C4"/>
    <w:rsid w:val="00621588"/>
    <w:rsid w:val="00624339"/>
    <w:rsid w:val="00625D8F"/>
    <w:rsid w:val="00636FA7"/>
    <w:rsid w:val="006407E5"/>
    <w:rsid w:val="0064569C"/>
    <w:rsid w:val="00645AED"/>
    <w:rsid w:val="00646112"/>
    <w:rsid w:val="00650226"/>
    <w:rsid w:val="00650F99"/>
    <w:rsid w:val="00651D28"/>
    <w:rsid w:val="0065370B"/>
    <w:rsid w:val="00654BC5"/>
    <w:rsid w:val="0065647E"/>
    <w:rsid w:val="00661B01"/>
    <w:rsid w:val="00666001"/>
    <w:rsid w:val="00670D7D"/>
    <w:rsid w:val="0067169B"/>
    <w:rsid w:val="00672634"/>
    <w:rsid w:val="00673262"/>
    <w:rsid w:val="00673EE1"/>
    <w:rsid w:val="00682CFC"/>
    <w:rsid w:val="00693745"/>
    <w:rsid w:val="006A3FFD"/>
    <w:rsid w:val="006A6DA3"/>
    <w:rsid w:val="006B45DF"/>
    <w:rsid w:val="006E1082"/>
    <w:rsid w:val="006F3F2A"/>
    <w:rsid w:val="0070385F"/>
    <w:rsid w:val="007167F6"/>
    <w:rsid w:val="00717308"/>
    <w:rsid w:val="00721B23"/>
    <w:rsid w:val="00722425"/>
    <w:rsid w:val="007269E9"/>
    <w:rsid w:val="00730AC1"/>
    <w:rsid w:val="00732B12"/>
    <w:rsid w:val="00742ED4"/>
    <w:rsid w:val="00757BF6"/>
    <w:rsid w:val="007601C3"/>
    <w:rsid w:val="00763430"/>
    <w:rsid w:val="00763AD7"/>
    <w:rsid w:val="00767EA0"/>
    <w:rsid w:val="007739A0"/>
    <w:rsid w:val="00781F75"/>
    <w:rsid w:val="00783BDD"/>
    <w:rsid w:val="00783D95"/>
    <w:rsid w:val="007A40F1"/>
    <w:rsid w:val="007B3CE8"/>
    <w:rsid w:val="007B5173"/>
    <w:rsid w:val="007B6D16"/>
    <w:rsid w:val="007C1350"/>
    <w:rsid w:val="007C5EBC"/>
    <w:rsid w:val="007D33A0"/>
    <w:rsid w:val="007D4EF0"/>
    <w:rsid w:val="007D5565"/>
    <w:rsid w:val="007E1588"/>
    <w:rsid w:val="007E4725"/>
    <w:rsid w:val="007E60F7"/>
    <w:rsid w:val="007F6F43"/>
    <w:rsid w:val="007F74B8"/>
    <w:rsid w:val="008000DA"/>
    <w:rsid w:val="008003AD"/>
    <w:rsid w:val="0080113C"/>
    <w:rsid w:val="00801AF1"/>
    <w:rsid w:val="00802F5D"/>
    <w:rsid w:val="00804418"/>
    <w:rsid w:val="00804BCD"/>
    <w:rsid w:val="00814166"/>
    <w:rsid w:val="00815E57"/>
    <w:rsid w:val="0082032A"/>
    <w:rsid w:val="00820FDA"/>
    <w:rsid w:val="00821E70"/>
    <w:rsid w:val="00821FDC"/>
    <w:rsid w:val="00822931"/>
    <w:rsid w:val="00822C58"/>
    <w:rsid w:val="008306A4"/>
    <w:rsid w:val="00845C02"/>
    <w:rsid w:val="00846357"/>
    <w:rsid w:val="00864701"/>
    <w:rsid w:val="0086635F"/>
    <w:rsid w:val="00875612"/>
    <w:rsid w:val="00881C65"/>
    <w:rsid w:val="008A41EC"/>
    <w:rsid w:val="008B3FB9"/>
    <w:rsid w:val="008B6F00"/>
    <w:rsid w:val="008C1DD8"/>
    <w:rsid w:val="008C6565"/>
    <w:rsid w:val="008D044D"/>
    <w:rsid w:val="008D45A4"/>
    <w:rsid w:val="00904D19"/>
    <w:rsid w:val="00913683"/>
    <w:rsid w:val="0091755C"/>
    <w:rsid w:val="00930381"/>
    <w:rsid w:val="00937C9D"/>
    <w:rsid w:val="0094632E"/>
    <w:rsid w:val="00946AE3"/>
    <w:rsid w:val="00953930"/>
    <w:rsid w:val="00954B30"/>
    <w:rsid w:val="0095612F"/>
    <w:rsid w:val="00957A07"/>
    <w:rsid w:val="00961D1B"/>
    <w:rsid w:val="00962603"/>
    <w:rsid w:val="00973952"/>
    <w:rsid w:val="00975077"/>
    <w:rsid w:val="0098518D"/>
    <w:rsid w:val="00995DF6"/>
    <w:rsid w:val="009A3424"/>
    <w:rsid w:val="009B493D"/>
    <w:rsid w:val="009C4B4E"/>
    <w:rsid w:val="009D6549"/>
    <w:rsid w:val="009E3598"/>
    <w:rsid w:val="009E3F6C"/>
    <w:rsid w:val="009E7E7D"/>
    <w:rsid w:val="00A16F2A"/>
    <w:rsid w:val="00A20394"/>
    <w:rsid w:val="00A27A16"/>
    <w:rsid w:val="00A312D2"/>
    <w:rsid w:val="00A35BB2"/>
    <w:rsid w:val="00A379E6"/>
    <w:rsid w:val="00A536EF"/>
    <w:rsid w:val="00A56288"/>
    <w:rsid w:val="00A62BF3"/>
    <w:rsid w:val="00A73AE1"/>
    <w:rsid w:val="00A75B2B"/>
    <w:rsid w:val="00A812A7"/>
    <w:rsid w:val="00A82BA4"/>
    <w:rsid w:val="00A90415"/>
    <w:rsid w:val="00A91EAF"/>
    <w:rsid w:val="00A92130"/>
    <w:rsid w:val="00A966F3"/>
    <w:rsid w:val="00AA1833"/>
    <w:rsid w:val="00AA5B90"/>
    <w:rsid w:val="00AA63AD"/>
    <w:rsid w:val="00AB1225"/>
    <w:rsid w:val="00AB13D5"/>
    <w:rsid w:val="00AB5418"/>
    <w:rsid w:val="00AB5563"/>
    <w:rsid w:val="00AC0239"/>
    <w:rsid w:val="00AC0C0B"/>
    <w:rsid w:val="00AC5F67"/>
    <w:rsid w:val="00AC7146"/>
    <w:rsid w:val="00AD73B5"/>
    <w:rsid w:val="00AE149D"/>
    <w:rsid w:val="00AE272E"/>
    <w:rsid w:val="00AE45CA"/>
    <w:rsid w:val="00AF0366"/>
    <w:rsid w:val="00AF061E"/>
    <w:rsid w:val="00AF06D3"/>
    <w:rsid w:val="00AF2B5B"/>
    <w:rsid w:val="00AF4AE5"/>
    <w:rsid w:val="00B02D33"/>
    <w:rsid w:val="00B06C5B"/>
    <w:rsid w:val="00B11713"/>
    <w:rsid w:val="00B12EB1"/>
    <w:rsid w:val="00B15715"/>
    <w:rsid w:val="00B32496"/>
    <w:rsid w:val="00B33DA3"/>
    <w:rsid w:val="00B3577A"/>
    <w:rsid w:val="00B37F2E"/>
    <w:rsid w:val="00B401A3"/>
    <w:rsid w:val="00B40F6F"/>
    <w:rsid w:val="00B45DA5"/>
    <w:rsid w:val="00B5002F"/>
    <w:rsid w:val="00B5271B"/>
    <w:rsid w:val="00B53ACE"/>
    <w:rsid w:val="00B55D4C"/>
    <w:rsid w:val="00B564D0"/>
    <w:rsid w:val="00B56C90"/>
    <w:rsid w:val="00B6038F"/>
    <w:rsid w:val="00B60D07"/>
    <w:rsid w:val="00B621EA"/>
    <w:rsid w:val="00B628A5"/>
    <w:rsid w:val="00B62E77"/>
    <w:rsid w:val="00B63C8C"/>
    <w:rsid w:val="00B73A77"/>
    <w:rsid w:val="00B83DA1"/>
    <w:rsid w:val="00B8421D"/>
    <w:rsid w:val="00B87975"/>
    <w:rsid w:val="00B908EB"/>
    <w:rsid w:val="00B958DE"/>
    <w:rsid w:val="00B97624"/>
    <w:rsid w:val="00BA16DC"/>
    <w:rsid w:val="00BA4232"/>
    <w:rsid w:val="00BB417F"/>
    <w:rsid w:val="00BB6C85"/>
    <w:rsid w:val="00BC12FF"/>
    <w:rsid w:val="00BC599E"/>
    <w:rsid w:val="00BD3A99"/>
    <w:rsid w:val="00BD5114"/>
    <w:rsid w:val="00BE4828"/>
    <w:rsid w:val="00C0689D"/>
    <w:rsid w:val="00C14164"/>
    <w:rsid w:val="00C15F16"/>
    <w:rsid w:val="00C21045"/>
    <w:rsid w:val="00C24A58"/>
    <w:rsid w:val="00C32D73"/>
    <w:rsid w:val="00C348A4"/>
    <w:rsid w:val="00C34F24"/>
    <w:rsid w:val="00C45D02"/>
    <w:rsid w:val="00C5011A"/>
    <w:rsid w:val="00C560D0"/>
    <w:rsid w:val="00C56555"/>
    <w:rsid w:val="00C67A67"/>
    <w:rsid w:val="00C764B0"/>
    <w:rsid w:val="00C80ADD"/>
    <w:rsid w:val="00C87355"/>
    <w:rsid w:val="00C87841"/>
    <w:rsid w:val="00C914FE"/>
    <w:rsid w:val="00C938A5"/>
    <w:rsid w:val="00CB578E"/>
    <w:rsid w:val="00CC1C74"/>
    <w:rsid w:val="00CC2487"/>
    <w:rsid w:val="00CC5153"/>
    <w:rsid w:val="00CD04E4"/>
    <w:rsid w:val="00CD6788"/>
    <w:rsid w:val="00CE27AE"/>
    <w:rsid w:val="00CE36E5"/>
    <w:rsid w:val="00CE69CB"/>
    <w:rsid w:val="00CF11AF"/>
    <w:rsid w:val="00CF58F6"/>
    <w:rsid w:val="00D035DE"/>
    <w:rsid w:val="00D052B6"/>
    <w:rsid w:val="00D11B62"/>
    <w:rsid w:val="00D129B9"/>
    <w:rsid w:val="00D15235"/>
    <w:rsid w:val="00D2123D"/>
    <w:rsid w:val="00D21ABD"/>
    <w:rsid w:val="00D31FF4"/>
    <w:rsid w:val="00D36C4E"/>
    <w:rsid w:val="00D41848"/>
    <w:rsid w:val="00D44668"/>
    <w:rsid w:val="00D5260E"/>
    <w:rsid w:val="00D53385"/>
    <w:rsid w:val="00D53E65"/>
    <w:rsid w:val="00D56C3C"/>
    <w:rsid w:val="00D62DE9"/>
    <w:rsid w:val="00D62E56"/>
    <w:rsid w:val="00D64403"/>
    <w:rsid w:val="00D75BC3"/>
    <w:rsid w:val="00D84483"/>
    <w:rsid w:val="00D856E1"/>
    <w:rsid w:val="00D92A77"/>
    <w:rsid w:val="00DA0C8F"/>
    <w:rsid w:val="00DA68F7"/>
    <w:rsid w:val="00DB1FB9"/>
    <w:rsid w:val="00DB287A"/>
    <w:rsid w:val="00DC7614"/>
    <w:rsid w:val="00DD3287"/>
    <w:rsid w:val="00DD55D5"/>
    <w:rsid w:val="00DD647D"/>
    <w:rsid w:val="00DE070D"/>
    <w:rsid w:val="00DE4E96"/>
    <w:rsid w:val="00DE56FE"/>
    <w:rsid w:val="00DF18CE"/>
    <w:rsid w:val="00DF37F5"/>
    <w:rsid w:val="00DF4F6F"/>
    <w:rsid w:val="00E00A1B"/>
    <w:rsid w:val="00E014B5"/>
    <w:rsid w:val="00E0192A"/>
    <w:rsid w:val="00E02BC2"/>
    <w:rsid w:val="00E04672"/>
    <w:rsid w:val="00E07BEB"/>
    <w:rsid w:val="00E12AD7"/>
    <w:rsid w:val="00E154DA"/>
    <w:rsid w:val="00E20B86"/>
    <w:rsid w:val="00E309DE"/>
    <w:rsid w:val="00E31C81"/>
    <w:rsid w:val="00E31CAB"/>
    <w:rsid w:val="00E32EC9"/>
    <w:rsid w:val="00E33D2B"/>
    <w:rsid w:val="00E3622B"/>
    <w:rsid w:val="00E51EF0"/>
    <w:rsid w:val="00E522D0"/>
    <w:rsid w:val="00E531A4"/>
    <w:rsid w:val="00E5484D"/>
    <w:rsid w:val="00E608E1"/>
    <w:rsid w:val="00E865DC"/>
    <w:rsid w:val="00EA06B1"/>
    <w:rsid w:val="00EA2214"/>
    <w:rsid w:val="00EA2ED6"/>
    <w:rsid w:val="00EA4E01"/>
    <w:rsid w:val="00EB031C"/>
    <w:rsid w:val="00EB46F4"/>
    <w:rsid w:val="00EB52F3"/>
    <w:rsid w:val="00EC29E5"/>
    <w:rsid w:val="00EC6CD6"/>
    <w:rsid w:val="00ED32BB"/>
    <w:rsid w:val="00ED3311"/>
    <w:rsid w:val="00ED5EAF"/>
    <w:rsid w:val="00EE0B72"/>
    <w:rsid w:val="00EE5C09"/>
    <w:rsid w:val="00F05B74"/>
    <w:rsid w:val="00F17EAF"/>
    <w:rsid w:val="00F20B02"/>
    <w:rsid w:val="00F20F08"/>
    <w:rsid w:val="00F22A92"/>
    <w:rsid w:val="00F25A84"/>
    <w:rsid w:val="00F365E9"/>
    <w:rsid w:val="00F529FD"/>
    <w:rsid w:val="00F54A03"/>
    <w:rsid w:val="00F555D7"/>
    <w:rsid w:val="00F57B39"/>
    <w:rsid w:val="00F60B1F"/>
    <w:rsid w:val="00F61A97"/>
    <w:rsid w:val="00F6350F"/>
    <w:rsid w:val="00F93BE6"/>
    <w:rsid w:val="00FA2A14"/>
    <w:rsid w:val="00FA3CB1"/>
    <w:rsid w:val="00FA48E1"/>
    <w:rsid w:val="00FB11A1"/>
    <w:rsid w:val="00FB2E24"/>
    <w:rsid w:val="00FB72B0"/>
    <w:rsid w:val="00FC24B0"/>
    <w:rsid w:val="00FC2CBF"/>
    <w:rsid w:val="00FC4030"/>
    <w:rsid w:val="00FC5183"/>
    <w:rsid w:val="00FD4F98"/>
    <w:rsid w:val="00FD7BCB"/>
    <w:rsid w:val="00FE0DD8"/>
    <w:rsid w:val="00FE1896"/>
    <w:rsid w:val="00FE7F21"/>
    <w:rsid w:val="00FF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6F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35F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D62DE9"/>
    <w:rPr>
      <w:rFonts w:cs="Times New Roman"/>
    </w:rPr>
  </w:style>
  <w:style w:type="character" w:customStyle="1" w:styleId="spelle">
    <w:name w:val="spelle"/>
    <w:basedOn w:val="DefaultParagraphFont"/>
    <w:uiPriority w:val="99"/>
    <w:rsid w:val="00D62DE9"/>
    <w:rPr>
      <w:rFonts w:cs="Times New Roman"/>
    </w:rPr>
  </w:style>
  <w:style w:type="paragraph" w:styleId="NoSpacing">
    <w:name w:val="No Spacing"/>
    <w:uiPriority w:val="99"/>
    <w:qFormat/>
    <w:rsid w:val="00864701"/>
    <w:rPr>
      <w:lang w:val="ru-RU" w:eastAsia="en-US"/>
    </w:rPr>
  </w:style>
  <w:style w:type="paragraph" w:styleId="Header">
    <w:name w:val="header"/>
    <w:basedOn w:val="Normal"/>
    <w:link w:val="HeaderChar"/>
    <w:uiPriority w:val="99"/>
    <w:rsid w:val="007D4E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4E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4E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4EF0"/>
    <w:rPr>
      <w:rFonts w:cs="Times New Roman"/>
    </w:rPr>
  </w:style>
  <w:style w:type="paragraph" w:styleId="ListParagraph">
    <w:name w:val="List Paragraph"/>
    <w:basedOn w:val="Normal"/>
    <w:uiPriority w:val="99"/>
    <w:qFormat/>
    <w:rsid w:val="00AF2B5B"/>
    <w:pPr>
      <w:ind w:left="720"/>
      <w:contextualSpacing/>
    </w:pPr>
  </w:style>
  <w:style w:type="character" w:customStyle="1" w:styleId="hps">
    <w:name w:val="hps"/>
    <w:basedOn w:val="DefaultParagraphFont"/>
    <w:uiPriority w:val="99"/>
    <w:rsid w:val="00532768"/>
    <w:rPr>
      <w:rFonts w:cs="Times New Roman"/>
    </w:rPr>
  </w:style>
  <w:style w:type="character" w:styleId="Strong">
    <w:name w:val="Strong"/>
    <w:basedOn w:val="DefaultParagraphFont"/>
    <w:uiPriority w:val="99"/>
    <w:qFormat/>
    <w:rsid w:val="00B12EB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1C0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00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ED5EAF"/>
    <w:rPr>
      <w:rFonts w:cs="Times New Roman"/>
      <w:color w:val="0000FF"/>
      <w:u w:val="single"/>
    </w:rPr>
  </w:style>
  <w:style w:type="character" w:customStyle="1" w:styleId="shorttext">
    <w:name w:val="short_text"/>
    <w:basedOn w:val="DefaultParagraphFont"/>
    <w:uiPriority w:val="99"/>
    <w:rsid w:val="00717308"/>
    <w:rPr>
      <w:rFonts w:cs="Times New Roman"/>
    </w:rPr>
  </w:style>
  <w:style w:type="character" w:customStyle="1" w:styleId="atn">
    <w:name w:val="atn"/>
    <w:basedOn w:val="DefaultParagraphFont"/>
    <w:uiPriority w:val="99"/>
    <w:rsid w:val="0071730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31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odtrk@poshta.te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144</Words>
  <Characters>823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2015-04-14T13:45:00Z</cp:lastPrinted>
  <dcterms:created xsi:type="dcterms:W3CDTF">2015-04-15T07:33:00Z</dcterms:created>
  <dcterms:modified xsi:type="dcterms:W3CDTF">2015-04-15T07:33:00Z</dcterms:modified>
</cp:coreProperties>
</file>