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6A" w:rsidRDefault="0070636A" w:rsidP="001672D5">
      <w:pPr>
        <w:pStyle w:val="NoSpacing"/>
        <w:ind w:firstLine="709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Pr="00E814FE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1.5pt;height:45.75pt;visibility:visible">
            <v:imagedata r:id="rId4" o:title=""/>
          </v:shape>
        </w:pict>
      </w:r>
    </w:p>
    <w:p w:rsidR="0070636A" w:rsidRDefault="0070636A" w:rsidP="0087163D">
      <w:pPr>
        <w:jc w:val="center"/>
        <w:rPr>
          <w:sz w:val="28"/>
          <w:szCs w:val="28"/>
        </w:rPr>
      </w:pPr>
      <w:r>
        <w:rPr>
          <w:sz w:val="28"/>
          <w:szCs w:val="28"/>
        </w:rPr>
        <w:t>КОРЕЦЬКА   МІСЬКА   РАДА</w:t>
      </w:r>
    </w:p>
    <w:p w:rsidR="0070636A" w:rsidRDefault="0070636A" w:rsidP="0087163D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Р І В Н Е Н С Ь К О Ї  О Б Л А С Т І</w:t>
      </w:r>
    </w:p>
    <w:p w:rsidR="0070636A" w:rsidRDefault="0070636A" w:rsidP="0087163D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</w:rPr>
        <w:t xml:space="preserve">вул. Київська, </w:t>
      </w:r>
      <w:smartTag w:uri="urn:schemas-microsoft-com:office:smarttags" w:element="metricconverter">
        <w:smartTagPr>
          <w:attr w:name="ProductID" w:val="69, м"/>
        </w:smartTagPr>
        <w:r>
          <w:rPr>
            <w:sz w:val="20"/>
            <w:szCs w:val="20"/>
          </w:rPr>
          <w:t>69</w:t>
        </w:r>
        <w:r>
          <w:rPr>
            <w:b/>
            <w:sz w:val="20"/>
            <w:szCs w:val="20"/>
          </w:rPr>
          <w:t xml:space="preserve">, </w:t>
        </w:r>
        <w:r>
          <w:rPr>
            <w:sz w:val="20"/>
            <w:szCs w:val="20"/>
          </w:rPr>
          <w:t>м</w:t>
        </w:r>
      </w:smartTag>
      <w:r>
        <w:rPr>
          <w:sz w:val="20"/>
          <w:szCs w:val="20"/>
        </w:rPr>
        <w:t>. Корець, Рівненської області, 34700, тел. (03651) 2-18-43, факс (03651) 2-26-45</w:t>
      </w:r>
    </w:p>
    <w:p w:rsidR="0070636A" w:rsidRPr="00041DFD" w:rsidRDefault="0070636A" w:rsidP="0087163D">
      <w:pPr>
        <w:jc w:val="center"/>
        <w:rPr>
          <w:sz w:val="20"/>
          <w:szCs w:val="20"/>
        </w:rPr>
      </w:pPr>
      <w:r>
        <w:rPr>
          <w:i/>
          <w:sz w:val="20"/>
          <w:szCs w:val="20"/>
          <w:lang w:val="en-US"/>
        </w:rPr>
        <w:t>E</w:t>
      </w:r>
      <w:r>
        <w:rPr>
          <w:i/>
          <w:sz w:val="20"/>
          <w:szCs w:val="20"/>
        </w:rPr>
        <w:t>-</w:t>
      </w:r>
      <w:r>
        <w:rPr>
          <w:i/>
          <w:sz w:val="20"/>
          <w:szCs w:val="20"/>
          <w:lang w:val="en-US"/>
        </w:rPr>
        <w:t>mail</w:t>
      </w:r>
      <w:r>
        <w:rPr>
          <w:i/>
          <w:sz w:val="20"/>
          <w:szCs w:val="20"/>
        </w:rPr>
        <w:t>:</w:t>
      </w:r>
      <w:r>
        <w:rPr>
          <w:i/>
          <w:sz w:val="20"/>
          <w:szCs w:val="20"/>
          <w:lang w:val="en-US"/>
        </w:rPr>
        <w:t>mkorec</w:t>
      </w:r>
      <w:r w:rsidRPr="007E71F4">
        <w:rPr>
          <w:i/>
          <w:sz w:val="20"/>
          <w:szCs w:val="20"/>
        </w:rPr>
        <w:t>850@</w:t>
      </w:r>
      <w:r>
        <w:rPr>
          <w:i/>
          <w:sz w:val="20"/>
          <w:szCs w:val="20"/>
          <w:lang w:val="en-US"/>
        </w:rPr>
        <w:t>ukr</w:t>
      </w:r>
      <w:r w:rsidRPr="007E71F4">
        <w:rPr>
          <w:i/>
          <w:sz w:val="20"/>
          <w:szCs w:val="20"/>
        </w:rPr>
        <w:t>.</w:t>
      </w:r>
      <w:r>
        <w:rPr>
          <w:i/>
          <w:sz w:val="20"/>
          <w:szCs w:val="20"/>
          <w:lang w:val="en-US"/>
        </w:rPr>
        <w:t>net</w:t>
      </w:r>
      <w:r w:rsidRPr="007E71F4">
        <w:rPr>
          <w:i/>
          <w:sz w:val="20"/>
          <w:szCs w:val="20"/>
        </w:rPr>
        <w:t xml:space="preserve">  </w:t>
      </w:r>
      <w:r>
        <w:rPr>
          <w:sz w:val="20"/>
          <w:szCs w:val="20"/>
        </w:rPr>
        <w:t>Код ЄДРПОУ 05390939</w:t>
      </w:r>
    </w:p>
    <w:p w:rsidR="0070636A" w:rsidRPr="00512B22" w:rsidRDefault="0070636A" w:rsidP="003849B4">
      <w:pPr>
        <w:rPr>
          <w:b/>
          <w:lang w:val="uk-UA"/>
        </w:rPr>
      </w:pPr>
      <w:r w:rsidRPr="00846682">
        <w:rPr>
          <w:b/>
          <w:u w:val="single"/>
          <w:lang w:val="uk-UA"/>
        </w:rPr>
        <w:t>___________________________________________________________________________________</w:t>
      </w:r>
      <w:r>
        <w:rPr>
          <w:b/>
          <w:u w:val="single"/>
          <w:lang w:val="uk-UA"/>
        </w:rPr>
        <w:br/>
      </w:r>
    </w:p>
    <w:p w:rsidR="0070636A" w:rsidRPr="004A6D4B" w:rsidRDefault="0070636A" w:rsidP="00612F70">
      <w:pPr>
        <w:rPr>
          <w:sz w:val="28"/>
          <w:szCs w:val="28"/>
          <w:lang w:val="uk-UA"/>
        </w:rPr>
      </w:pPr>
      <w:r w:rsidRPr="004A6D4B">
        <w:rPr>
          <w:sz w:val="28"/>
          <w:szCs w:val="28"/>
          <w:lang w:val="uk-UA"/>
        </w:rPr>
        <w:t>08.11.2018 № 0</w:t>
      </w:r>
      <w:r>
        <w:rPr>
          <w:sz w:val="28"/>
          <w:szCs w:val="28"/>
          <w:lang w:val="uk-UA"/>
        </w:rPr>
        <w:t>2-0</w:t>
      </w:r>
      <w:r w:rsidRPr="004A6D4B">
        <w:rPr>
          <w:sz w:val="28"/>
          <w:szCs w:val="28"/>
          <w:lang w:val="uk-UA"/>
        </w:rPr>
        <w:t>2/</w:t>
      </w:r>
      <w:r>
        <w:rPr>
          <w:sz w:val="28"/>
          <w:szCs w:val="28"/>
          <w:lang w:val="uk-UA"/>
        </w:rPr>
        <w:t>16</w:t>
      </w:r>
      <w:r w:rsidRPr="004A6D4B">
        <w:rPr>
          <w:sz w:val="28"/>
          <w:szCs w:val="28"/>
          <w:lang w:val="uk-UA"/>
        </w:rPr>
        <w:t xml:space="preserve">71                                                                    Красовській Надії                                          </w:t>
      </w:r>
    </w:p>
    <w:p w:rsidR="0070636A" w:rsidRPr="004A6D4B" w:rsidRDefault="0070636A" w:rsidP="00612F70">
      <w:pPr>
        <w:rPr>
          <w:sz w:val="28"/>
          <w:szCs w:val="28"/>
          <w:lang w:val="uk-UA"/>
        </w:rPr>
      </w:pPr>
    </w:p>
    <w:p w:rsidR="0070636A" w:rsidRPr="004A6D4B" w:rsidRDefault="0070636A" w:rsidP="00612F70">
      <w:pPr>
        <w:rPr>
          <w:sz w:val="28"/>
          <w:szCs w:val="28"/>
          <w:lang w:val="uk-UA"/>
        </w:rPr>
      </w:pPr>
    </w:p>
    <w:p w:rsidR="0070636A" w:rsidRPr="004A6D4B" w:rsidRDefault="0070636A" w:rsidP="001672D5">
      <w:pPr>
        <w:tabs>
          <w:tab w:val="left" w:pos="709"/>
        </w:tabs>
        <w:ind w:firstLine="142"/>
        <w:rPr>
          <w:sz w:val="28"/>
          <w:szCs w:val="28"/>
          <w:lang w:val="uk-UA"/>
        </w:rPr>
      </w:pPr>
    </w:p>
    <w:p w:rsidR="0070636A" w:rsidRPr="004A6D4B" w:rsidRDefault="0070636A" w:rsidP="004A6D4B">
      <w:pPr>
        <w:spacing w:line="360" w:lineRule="auto"/>
        <w:ind w:right="14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4A6D4B">
        <w:rPr>
          <w:sz w:val="28"/>
          <w:szCs w:val="28"/>
          <w:lang w:val="uk-UA"/>
        </w:rPr>
        <w:t>Ваш запит від 26.10.2018</w:t>
      </w:r>
      <w:r>
        <w:rPr>
          <w:sz w:val="28"/>
          <w:szCs w:val="28"/>
          <w:lang w:val="uk-UA"/>
        </w:rPr>
        <w:t xml:space="preserve"> р.,</w:t>
      </w:r>
      <w:r w:rsidRPr="004A6D4B">
        <w:rPr>
          <w:sz w:val="28"/>
          <w:szCs w:val="28"/>
          <w:lang w:val="uk-UA"/>
        </w:rPr>
        <w:t xml:space="preserve"> щодо відлову та повернення безпритульних тварин Ко</w:t>
      </w:r>
      <w:r>
        <w:rPr>
          <w:sz w:val="28"/>
          <w:szCs w:val="28"/>
          <w:lang w:val="uk-UA"/>
        </w:rPr>
        <w:t>рецька міська рада повідомляє</w:t>
      </w:r>
      <w:r w:rsidRPr="004A6D4B">
        <w:rPr>
          <w:sz w:val="28"/>
          <w:szCs w:val="28"/>
          <w:lang w:val="uk-UA"/>
        </w:rPr>
        <w:t>, що ГО «Порятунок чотирилапих» до виконавчого комітету Корецької міської ради не зверталася і договори будь якої форми на виконання робіт не укладалися.</w:t>
      </w:r>
    </w:p>
    <w:p w:rsidR="0070636A" w:rsidRPr="004A6D4B" w:rsidRDefault="0070636A" w:rsidP="004A6D4B">
      <w:pPr>
        <w:spacing w:line="360" w:lineRule="auto"/>
        <w:ind w:right="141" w:firstLine="709"/>
        <w:jc w:val="both"/>
        <w:rPr>
          <w:sz w:val="28"/>
          <w:szCs w:val="28"/>
          <w:lang w:val="uk-UA"/>
        </w:rPr>
      </w:pPr>
    </w:p>
    <w:p w:rsidR="0070636A" w:rsidRPr="004A6D4B" w:rsidRDefault="0070636A" w:rsidP="00840177">
      <w:pPr>
        <w:ind w:right="141" w:firstLine="709"/>
        <w:jc w:val="both"/>
        <w:rPr>
          <w:sz w:val="28"/>
          <w:szCs w:val="28"/>
          <w:lang w:val="uk-UA"/>
        </w:rPr>
      </w:pPr>
    </w:p>
    <w:p w:rsidR="0070636A" w:rsidRPr="004A6D4B" w:rsidRDefault="0070636A" w:rsidP="00840177">
      <w:pPr>
        <w:ind w:right="141" w:firstLine="709"/>
        <w:jc w:val="both"/>
        <w:rPr>
          <w:sz w:val="28"/>
          <w:szCs w:val="28"/>
          <w:lang w:val="uk-UA"/>
        </w:rPr>
      </w:pPr>
    </w:p>
    <w:p w:rsidR="0070636A" w:rsidRPr="004A6D4B" w:rsidRDefault="0070636A" w:rsidP="00840177">
      <w:pPr>
        <w:ind w:right="141" w:firstLine="709"/>
        <w:jc w:val="both"/>
        <w:rPr>
          <w:sz w:val="28"/>
          <w:szCs w:val="28"/>
          <w:lang w:val="uk-UA"/>
        </w:rPr>
      </w:pPr>
    </w:p>
    <w:p w:rsidR="0070636A" w:rsidRPr="004A6D4B" w:rsidRDefault="0070636A" w:rsidP="005A3531">
      <w:pPr>
        <w:rPr>
          <w:sz w:val="28"/>
          <w:szCs w:val="28"/>
          <w:lang w:val="uk-UA"/>
        </w:rPr>
      </w:pPr>
      <w:r w:rsidRPr="004A6D4B">
        <w:rPr>
          <w:sz w:val="28"/>
          <w:szCs w:val="28"/>
          <w:lang w:val="uk-UA"/>
        </w:rPr>
        <w:t xml:space="preserve">Міський голова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4A6D4B">
        <w:rPr>
          <w:sz w:val="28"/>
          <w:szCs w:val="28"/>
          <w:lang w:val="uk-UA"/>
        </w:rPr>
        <w:t xml:space="preserve">Л.Дмитрук </w:t>
      </w:r>
    </w:p>
    <w:p w:rsidR="0070636A" w:rsidRDefault="0070636A" w:rsidP="003849B4">
      <w:pPr>
        <w:rPr>
          <w:lang w:val="uk-UA"/>
        </w:rPr>
      </w:pPr>
    </w:p>
    <w:p w:rsidR="0070636A" w:rsidRPr="004C22FF" w:rsidRDefault="0070636A" w:rsidP="003849B4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Маркевич</w:t>
      </w:r>
    </w:p>
    <w:p w:rsidR="0070636A" w:rsidRDefault="0070636A" w:rsidP="003849B4">
      <w:pPr>
        <w:rPr>
          <w:sz w:val="20"/>
          <w:szCs w:val="20"/>
          <w:lang w:val="uk-UA"/>
        </w:rPr>
      </w:pPr>
      <w:r w:rsidRPr="00512B22">
        <w:rPr>
          <w:sz w:val="20"/>
          <w:szCs w:val="20"/>
          <w:lang w:val="uk-UA"/>
        </w:rPr>
        <w:t>2 13 98</w:t>
      </w:r>
    </w:p>
    <w:p w:rsidR="0070636A" w:rsidRPr="00512B22" w:rsidRDefault="0070636A" w:rsidP="003849B4">
      <w:pPr>
        <w:rPr>
          <w:sz w:val="20"/>
          <w:szCs w:val="20"/>
          <w:lang w:val="uk-UA"/>
        </w:rPr>
      </w:pPr>
    </w:p>
    <w:p w:rsidR="0070636A" w:rsidRPr="00512B22" w:rsidRDefault="0070636A" w:rsidP="003849B4">
      <w:pPr>
        <w:rPr>
          <w:sz w:val="20"/>
          <w:szCs w:val="20"/>
          <w:lang w:val="uk-UA"/>
        </w:rPr>
      </w:pPr>
    </w:p>
    <w:p w:rsidR="0070636A" w:rsidRPr="00512B22" w:rsidRDefault="0070636A" w:rsidP="003849B4">
      <w:pPr>
        <w:rPr>
          <w:sz w:val="20"/>
          <w:szCs w:val="20"/>
          <w:lang w:val="uk-UA"/>
        </w:rPr>
      </w:pPr>
    </w:p>
    <w:p w:rsidR="0070636A" w:rsidRDefault="0070636A" w:rsidP="003849B4">
      <w:pPr>
        <w:rPr>
          <w:lang w:val="uk-UA"/>
        </w:rPr>
      </w:pPr>
    </w:p>
    <w:p w:rsidR="0070636A" w:rsidRDefault="0070636A" w:rsidP="003849B4">
      <w:pPr>
        <w:rPr>
          <w:lang w:val="uk-UA"/>
        </w:rPr>
      </w:pPr>
    </w:p>
    <w:p w:rsidR="0070636A" w:rsidRDefault="0070636A" w:rsidP="003849B4">
      <w:pPr>
        <w:rPr>
          <w:lang w:val="uk-UA"/>
        </w:rPr>
      </w:pPr>
    </w:p>
    <w:p w:rsidR="0070636A" w:rsidRDefault="0070636A" w:rsidP="003849B4">
      <w:pPr>
        <w:rPr>
          <w:lang w:val="uk-UA"/>
        </w:rPr>
      </w:pPr>
    </w:p>
    <w:p w:rsidR="0070636A" w:rsidRPr="008E5EFD" w:rsidRDefault="0070636A" w:rsidP="003849B4">
      <w:pPr>
        <w:rPr>
          <w:lang w:val="uk-UA"/>
        </w:rPr>
      </w:pPr>
    </w:p>
    <w:p w:rsidR="0070636A" w:rsidRDefault="0070636A">
      <w:pPr>
        <w:rPr>
          <w:sz w:val="16"/>
          <w:szCs w:val="16"/>
          <w:lang w:val="uk-UA"/>
        </w:rPr>
      </w:pPr>
    </w:p>
    <w:p w:rsidR="0070636A" w:rsidRDefault="0070636A">
      <w:pPr>
        <w:rPr>
          <w:sz w:val="16"/>
          <w:szCs w:val="16"/>
          <w:lang w:val="uk-UA"/>
        </w:rPr>
      </w:pPr>
    </w:p>
    <w:p w:rsidR="0070636A" w:rsidRDefault="0070636A">
      <w:pPr>
        <w:rPr>
          <w:sz w:val="16"/>
          <w:szCs w:val="16"/>
          <w:lang w:val="uk-UA"/>
        </w:rPr>
      </w:pPr>
    </w:p>
    <w:p w:rsidR="0070636A" w:rsidRDefault="0070636A">
      <w:pPr>
        <w:rPr>
          <w:sz w:val="16"/>
          <w:szCs w:val="16"/>
          <w:lang w:val="uk-UA"/>
        </w:rPr>
      </w:pPr>
    </w:p>
    <w:p w:rsidR="0070636A" w:rsidRDefault="0070636A">
      <w:pPr>
        <w:rPr>
          <w:sz w:val="16"/>
          <w:szCs w:val="16"/>
          <w:lang w:val="uk-UA"/>
        </w:rPr>
      </w:pPr>
    </w:p>
    <w:sectPr w:rsidR="0070636A" w:rsidSect="007717A9">
      <w:pgSz w:w="11907" w:h="16840" w:code="9"/>
      <w:pgMar w:top="851" w:right="567" w:bottom="851" w:left="1276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9B4"/>
    <w:rsid w:val="0003460B"/>
    <w:rsid w:val="00041DFD"/>
    <w:rsid w:val="00045235"/>
    <w:rsid w:val="0005312C"/>
    <w:rsid w:val="000D4ABB"/>
    <w:rsid w:val="00101051"/>
    <w:rsid w:val="0013131F"/>
    <w:rsid w:val="00134637"/>
    <w:rsid w:val="001672D5"/>
    <w:rsid w:val="001B2822"/>
    <w:rsid w:val="001B2FD9"/>
    <w:rsid w:val="0024288D"/>
    <w:rsid w:val="00256BBD"/>
    <w:rsid w:val="002725EC"/>
    <w:rsid w:val="002A021F"/>
    <w:rsid w:val="002C1F56"/>
    <w:rsid w:val="002D31C4"/>
    <w:rsid w:val="002E2C99"/>
    <w:rsid w:val="00324D5D"/>
    <w:rsid w:val="003424E0"/>
    <w:rsid w:val="003675AD"/>
    <w:rsid w:val="0038156E"/>
    <w:rsid w:val="003849B4"/>
    <w:rsid w:val="003C5C7E"/>
    <w:rsid w:val="003E4746"/>
    <w:rsid w:val="003F20E6"/>
    <w:rsid w:val="003F593D"/>
    <w:rsid w:val="00415D99"/>
    <w:rsid w:val="00441115"/>
    <w:rsid w:val="004440C1"/>
    <w:rsid w:val="00461CFB"/>
    <w:rsid w:val="00463B66"/>
    <w:rsid w:val="004A49FA"/>
    <w:rsid w:val="004A5E45"/>
    <w:rsid w:val="004A6D4B"/>
    <w:rsid w:val="004C22FF"/>
    <w:rsid w:val="004E0A50"/>
    <w:rsid w:val="00512B22"/>
    <w:rsid w:val="005162C4"/>
    <w:rsid w:val="00542A9E"/>
    <w:rsid w:val="00547E9A"/>
    <w:rsid w:val="00550183"/>
    <w:rsid w:val="00567EE7"/>
    <w:rsid w:val="00574618"/>
    <w:rsid w:val="00586D61"/>
    <w:rsid w:val="005960A5"/>
    <w:rsid w:val="005A3011"/>
    <w:rsid w:val="005A3531"/>
    <w:rsid w:val="005A77E7"/>
    <w:rsid w:val="005D7D50"/>
    <w:rsid w:val="005F17BE"/>
    <w:rsid w:val="005F2437"/>
    <w:rsid w:val="005F3F55"/>
    <w:rsid w:val="00602177"/>
    <w:rsid w:val="00612F70"/>
    <w:rsid w:val="00633698"/>
    <w:rsid w:val="00635D73"/>
    <w:rsid w:val="006472F8"/>
    <w:rsid w:val="006643DE"/>
    <w:rsid w:val="00665FF9"/>
    <w:rsid w:val="00670AA7"/>
    <w:rsid w:val="0067263B"/>
    <w:rsid w:val="006E58D2"/>
    <w:rsid w:val="006E6460"/>
    <w:rsid w:val="006F3B9B"/>
    <w:rsid w:val="007016E9"/>
    <w:rsid w:val="0070636A"/>
    <w:rsid w:val="007717A9"/>
    <w:rsid w:val="007B3611"/>
    <w:rsid w:val="007C048C"/>
    <w:rsid w:val="007D3702"/>
    <w:rsid w:val="007E71F4"/>
    <w:rsid w:val="0081712B"/>
    <w:rsid w:val="00840177"/>
    <w:rsid w:val="00846682"/>
    <w:rsid w:val="00866FAA"/>
    <w:rsid w:val="0087163D"/>
    <w:rsid w:val="00872BD6"/>
    <w:rsid w:val="008A135E"/>
    <w:rsid w:val="008A4E0B"/>
    <w:rsid w:val="008A5D39"/>
    <w:rsid w:val="008D188E"/>
    <w:rsid w:val="008E5EFD"/>
    <w:rsid w:val="00985731"/>
    <w:rsid w:val="009A25FA"/>
    <w:rsid w:val="009B6B36"/>
    <w:rsid w:val="009E7182"/>
    <w:rsid w:val="009F0D35"/>
    <w:rsid w:val="00A1165C"/>
    <w:rsid w:val="00A76D24"/>
    <w:rsid w:val="00A845EA"/>
    <w:rsid w:val="00AA1D33"/>
    <w:rsid w:val="00AD7B35"/>
    <w:rsid w:val="00AE0871"/>
    <w:rsid w:val="00B31ED4"/>
    <w:rsid w:val="00BB2AFB"/>
    <w:rsid w:val="00C10564"/>
    <w:rsid w:val="00C57FCA"/>
    <w:rsid w:val="00C72D50"/>
    <w:rsid w:val="00C83301"/>
    <w:rsid w:val="00C86446"/>
    <w:rsid w:val="00CA7631"/>
    <w:rsid w:val="00CB66DB"/>
    <w:rsid w:val="00CC11CD"/>
    <w:rsid w:val="00CC176D"/>
    <w:rsid w:val="00CD358C"/>
    <w:rsid w:val="00D04DF2"/>
    <w:rsid w:val="00D54165"/>
    <w:rsid w:val="00D54B32"/>
    <w:rsid w:val="00D63CE1"/>
    <w:rsid w:val="00D84EB7"/>
    <w:rsid w:val="00D91E9B"/>
    <w:rsid w:val="00E403EE"/>
    <w:rsid w:val="00E43000"/>
    <w:rsid w:val="00E63003"/>
    <w:rsid w:val="00E814FE"/>
    <w:rsid w:val="00ED30A4"/>
    <w:rsid w:val="00EE0ABC"/>
    <w:rsid w:val="00F07DE8"/>
    <w:rsid w:val="00F321C7"/>
    <w:rsid w:val="00F36DA7"/>
    <w:rsid w:val="00F55C1C"/>
    <w:rsid w:val="00F80208"/>
    <w:rsid w:val="00F868D1"/>
    <w:rsid w:val="00F914DE"/>
    <w:rsid w:val="00F93C06"/>
    <w:rsid w:val="00FB5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B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9B4"/>
    <w:pPr>
      <w:keepNext/>
      <w:jc w:val="center"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9B4"/>
    <w:rPr>
      <w:rFonts w:ascii="Arial" w:hAnsi="Arial" w:cs="Times New Roman"/>
      <w:b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849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49B4"/>
    <w:rPr>
      <w:rFonts w:ascii="Tahoma" w:hAnsi="Tahoma" w:cs="Tahoma"/>
      <w:sz w:val="16"/>
      <w:szCs w:val="16"/>
      <w:lang w:val="ru-RU" w:eastAsia="ru-RU"/>
    </w:rPr>
  </w:style>
  <w:style w:type="paragraph" w:styleId="NoSpacing">
    <w:name w:val="No Spacing"/>
    <w:uiPriority w:val="99"/>
    <w:qFormat/>
    <w:rsid w:val="00324D5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1208</TotalTime>
  <Pages>1</Pages>
  <Words>137</Words>
  <Characters>786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</dc:creator>
  <cp:keywords/>
  <dc:description/>
  <cp:lastModifiedBy>Пользователь</cp:lastModifiedBy>
  <cp:revision>81</cp:revision>
  <cp:lastPrinted>2018-11-08T14:36:00Z</cp:lastPrinted>
  <dcterms:created xsi:type="dcterms:W3CDTF">2014-02-11T07:15:00Z</dcterms:created>
  <dcterms:modified xsi:type="dcterms:W3CDTF">2018-11-08T14:39:00Z</dcterms:modified>
</cp:coreProperties>
</file>